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A7771" w14:textId="77777777" w:rsidR="00E06F38" w:rsidRDefault="00E06F38" w:rsidP="00E06F38">
      <w:pPr>
        <w:rPr>
          <w:sz w:val="28"/>
          <w:szCs w:val="24"/>
        </w:rPr>
      </w:pPr>
      <w:r>
        <w:rPr>
          <w:b/>
          <w:bCs/>
          <w:sz w:val="28"/>
          <w:szCs w:val="24"/>
        </w:rPr>
        <w:t>Tænkevejledningen (stammer fra Lasse Seidelin)</w:t>
      </w:r>
    </w:p>
    <w:p w14:paraId="2F5525AF" w14:textId="77777777" w:rsidR="00E06F38" w:rsidRDefault="00E06F38" w:rsidP="00E06F38">
      <w:r>
        <w:t>Ideen med tænkevejledningen er forenklet sagt, at eleverne først aktiverer og arbejder med den viden, som de skal bruge til forsøget. Det gælder typisk både teori, databehandling/opgaveregning og evt. overvejelse om udstyr.</w:t>
      </w:r>
      <w:r>
        <w:br/>
        <w:t xml:space="preserve">Har eleverne først aktiveret (og forstået) denne viden, så kan de bedre selvstændigt udføre forsøget og den efterfølgende databehandling. Når eleverne har arbejdet med teori og databehandling </w:t>
      </w:r>
      <w:r>
        <w:rPr>
          <w:b/>
          <w:bCs/>
        </w:rPr>
        <w:t>inden</w:t>
      </w:r>
      <w:r>
        <w:t xml:space="preserve"> forsøget, så kan de typisk bedre fokusere på, hvordan forsøget skal udføres i praksis og er typisk også mere opmærksomme på evt. fejlkilder (da de jo ved, hvad måleresultaterne skal bruges til).</w:t>
      </w:r>
    </w:p>
    <w:p w14:paraId="7093792C" w14:textId="77777777" w:rsidR="00E06F38" w:rsidRDefault="00E06F38" w:rsidP="00E06F38">
      <w:r>
        <w:t>Den ekstra tid som eleverne bruger i starten på opgaver, gør den markant hurtigere til forsøg og databehandling, hvorfor det i praksis ikke forlænger den samlede tid brugt på en øvelsesgang.</w:t>
      </w:r>
      <w:r>
        <w:br/>
        <w:t>Man kan også bede eleverne regne nogle eller alle ”opgaver før forsøget” som lektie/forberedelse.</w:t>
      </w:r>
    </w:p>
    <w:p w14:paraId="649C7B94" w14:textId="77777777" w:rsidR="00E06F38" w:rsidRDefault="00E06F38" w:rsidP="00E06F38">
      <w:r>
        <w:t>Tænkevejledningen kan have flere eller færre elementer. Elementerne i parentes kan evt. udelades.</w:t>
      </w:r>
    </w:p>
    <w:tbl>
      <w:tblPr>
        <w:tblStyle w:val="Tabel-Git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4814"/>
      </w:tblGrid>
      <w:tr w:rsidR="00E06F38" w14:paraId="330BDDE3" w14:textId="77777777" w:rsidTr="00CD61FA">
        <w:trPr>
          <w:jc w:val="center"/>
        </w:trPr>
        <w:tc>
          <w:tcPr>
            <w:tcW w:w="3539" w:type="dxa"/>
          </w:tcPr>
          <w:p w14:paraId="623DBA80" w14:textId="77777777" w:rsidR="00E06F38" w:rsidRPr="00497AB2" w:rsidRDefault="00E06F38" w:rsidP="00CD61FA">
            <w:pPr>
              <w:rPr>
                <w:b/>
                <w:bCs/>
              </w:rPr>
            </w:pPr>
            <w:r>
              <w:rPr>
                <w:b/>
                <w:bCs/>
              </w:rPr>
              <w:t>Afsnit</w:t>
            </w:r>
          </w:p>
        </w:tc>
        <w:tc>
          <w:tcPr>
            <w:tcW w:w="4814" w:type="dxa"/>
          </w:tcPr>
          <w:p w14:paraId="7528A341" w14:textId="77777777" w:rsidR="00E06F38" w:rsidRPr="00497AB2" w:rsidRDefault="00E06F38" w:rsidP="00CD61FA">
            <w:r>
              <w:rPr>
                <w:b/>
                <w:bCs/>
              </w:rPr>
              <w:t>Uddybning</w:t>
            </w:r>
          </w:p>
        </w:tc>
      </w:tr>
      <w:tr w:rsidR="00E06F38" w14:paraId="3DFDD787" w14:textId="77777777" w:rsidTr="00CD61FA">
        <w:trPr>
          <w:jc w:val="center"/>
        </w:trPr>
        <w:tc>
          <w:tcPr>
            <w:tcW w:w="3539" w:type="dxa"/>
          </w:tcPr>
          <w:p w14:paraId="694C2F3E" w14:textId="77777777" w:rsidR="00E06F38" w:rsidRDefault="00E06F38" w:rsidP="00CD61FA">
            <w:r>
              <w:t>(Teori)</w:t>
            </w:r>
          </w:p>
        </w:tc>
        <w:tc>
          <w:tcPr>
            <w:tcW w:w="4814" w:type="dxa"/>
          </w:tcPr>
          <w:p w14:paraId="2ABD5F4D" w14:textId="77777777" w:rsidR="00E06F38" w:rsidRDefault="00E06F38" w:rsidP="00CD61FA">
            <w:r>
              <w:t>Relevant teori for forsøget.</w:t>
            </w:r>
          </w:p>
        </w:tc>
      </w:tr>
      <w:tr w:rsidR="00E06F38" w14:paraId="5E4FCF3C" w14:textId="77777777" w:rsidTr="00CD61FA">
        <w:trPr>
          <w:jc w:val="center"/>
        </w:trPr>
        <w:tc>
          <w:tcPr>
            <w:tcW w:w="3539" w:type="dxa"/>
          </w:tcPr>
          <w:p w14:paraId="4E42259E" w14:textId="77777777" w:rsidR="00E06F38" w:rsidRDefault="00E06F38" w:rsidP="00CD61FA">
            <w:r>
              <w:t>Opgaver før forsøget</w:t>
            </w:r>
          </w:p>
        </w:tc>
        <w:tc>
          <w:tcPr>
            <w:tcW w:w="4814" w:type="dxa"/>
          </w:tcPr>
          <w:p w14:paraId="5AA9F47D" w14:textId="77777777" w:rsidR="00E06F38" w:rsidRDefault="00E06F38" w:rsidP="00CD61FA">
            <w:r>
              <w:t>Her er opgaver, hvor eleverne arbejder sig igennem relevant teori og databehandling for forsøget. Evt. også en opgave, som relaterer sig til fejlkilder.</w:t>
            </w:r>
          </w:p>
          <w:p w14:paraId="4515544C" w14:textId="77777777" w:rsidR="00E06F38" w:rsidRPr="00497AB2" w:rsidRDefault="00E06F38" w:rsidP="00CD61FA">
            <w:r>
              <w:t xml:space="preserve">Det er her eleverne skal arbejde med al relevant viden </w:t>
            </w:r>
            <w:r>
              <w:rPr>
                <w:b/>
                <w:bCs/>
              </w:rPr>
              <w:t>før</w:t>
            </w:r>
            <w:r>
              <w:t xml:space="preserve"> forsøget udføres.</w:t>
            </w:r>
          </w:p>
        </w:tc>
      </w:tr>
      <w:tr w:rsidR="00E06F38" w14:paraId="31808028" w14:textId="77777777" w:rsidTr="00CD61FA">
        <w:trPr>
          <w:jc w:val="center"/>
        </w:trPr>
        <w:tc>
          <w:tcPr>
            <w:tcW w:w="3539" w:type="dxa"/>
          </w:tcPr>
          <w:p w14:paraId="36CE12A7" w14:textId="77777777" w:rsidR="00E06F38" w:rsidRDefault="00E06F38" w:rsidP="00CD61FA">
            <w:r>
              <w:t>Forsøget</w:t>
            </w:r>
          </w:p>
        </w:tc>
        <w:tc>
          <w:tcPr>
            <w:tcW w:w="4814" w:type="dxa"/>
          </w:tcPr>
          <w:p w14:paraId="1AAE730D" w14:textId="77777777" w:rsidR="00E06F38" w:rsidRDefault="00E06F38" w:rsidP="00CD61FA">
            <w:r>
              <w:t>En kort instruktion i, hvilket forsøg der skal udføres (og evt. sikkerhedsanvisninger).</w:t>
            </w:r>
          </w:p>
        </w:tc>
      </w:tr>
      <w:tr w:rsidR="00E06F38" w14:paraId="4A7378E5" w14:textId="77777777" w:rsidTr="00CD61FA">
        <w:trPr>
          <w:jc w:val="center"/>
        </w:trPr>
        <w:tc>
          <w:tcPr>
            <w:tcW w:w="3539" w:type="dxa"/>
          </w:tcPr>
          <w:p w14:paraId="29C14E7B" w14:textId="77777777" w:rsidR="00E06F38" w:rsidRDefault="00E06F38" w:rsidP="00CD61FA">
            <w:r>
              <w:t>(Måleresultater)</w:t>
            </w:r>
          </w:p>
        </w:tc>
        <w:tc>
          <w:tcPr>
            <w:tcW w:w="4814" w:type="dxa"/>
          </w:tcPr>
          <w:p w14:paraId="77EC9740" w14:textId="77777777" w:rsidR="00E06F38" w:rsidRDefault="00E06F38" w:rsidP="00CD61FA">
            <w:r>
              <w:t>Evt. skema eller andet til at støtte opsamlingen af måledata.</w:t>
            </w:r>
          </w:p>
        </w:tc>
      </w:tr>
      <w:tr w:rsidR="00E06F38" w14:paraId="4B5E7332" w14:textId="77777777" w:rsidTr="00CD61FA">
        <w:trPr>
          <w:jc w:val="center"/>
        </w:trPr>
        <w:tc>
          <w:tcPr>
            <w:tcW w:w="3539" w:type="dxa"/>
          </w:tcPr>
          <w:p w14:paraId="4AF1D2C4" w14:textId="77777777" w:rsidR="00E06F38" w:rsidRDefault="00E06F38" w:rsidP="00CD61FA">
            <w:r>
              <w:t>Databehandling</w:t>
            </w:r>
          </w:p>
        </w:tc>
        <w:tc>
          <w:tcPr>
            <w:tcW w:w="4814" w:type="dxa"/>
          </w:tcPr>
          <w:p w14:paraId="3A2F806C" w14:textId="77777777" w:rsidR="00E06F38" w:rsidRDefault="00E06F38" w:rsidP="00CD61FA"/>
        </w:tc>
      </w:tr>
      <w:tr w:rsidR="00E06F38" w14:paraId="7B89BB19" w14:textId="77777777" w:rsidTr="00CD61FA">
        <w:trPr>
          <w:jc w:val="center"/>
        </w:trPr>
        <w:tc>
          <w:tcPr>
            <w:tcW w:w="3539" w:type="dxa"/>
          </w:tcPr>
          <w:p w14:paraId="01761557" w14:textId="77777777" w:rsidR="00E06F38" w:rsidRDefault="00E06F38" w:rsidP="00CD61FA">
            <w:r>
              <w:t>(Afvigelse og Fejlkilder)</w:t>
            </w:r>
          </w:p>
        </w:tc>
        <w:tc>
          <w:tcPr>
            <w:tcW w:w="4814" w:type="dxa"/>
          </w:tcPr>
          <w:p w14:paraId="2A1D6BB8" w14:textId="77777777" w:rsidR="00E06F38" w:rsidRDefault="00E06F38" w:rsidP="00CD61FA">
            <w:r>
              <w:t>Kan være under databehandling eller separat afsnit.</w:t>
            </w:r>
          </w:p>
          <w:p w14:paraId="45BA45C4" w14:textId="77777777" w:rsidR="00E06F38" w:rsidRDefault="00E06F38" w:rsidP="00CD61FA">
            <w:r>
              <w:t>Kan også formuleres som spørgsmål:</w:t>
            </w:r>
          </w:p>
          <w:p w14:paraId="16133FF8" w14:textId="77777777" w:rsidR="00E06F38" w:rsidRDefault="00E06F38" w:rsidP="00CD61FA">
            <w:r>
              <w:t>”Søren og Lisa taler sammen, Søren har målt en længde for kort, hvad gør det for hans resultat?”</w:t>
            </w:r>
          </w:p>
        </w:tc>
      </w:tr>
      <w:tr w:rsidR="00E06F38" w14:paraId="7DE60F98" w14:textId="77777777" w:rsidTr="00CD61FA">
        <w:trPr>
          <w:jc w:val="center"/>
        </w:trPr>
        <w:tc>
          <w:tcPr>
            <w:tcW w:w="3539" w:type="dxa"/>
          </w:tcPr>
          <w:p w14:paraId="6DDB9C26" w14:textId="77777777" w:rsidR="00E06F38" w:rsidRDefault="00E06F38" w:rsidP="00CD61FA">
            <w:r>
              <w:t>(Afrapportering:</w:t>
            </w:r>
            <w:r>
              <w:br/>
              <w:t>Journal, Rapport, Mundtligt)</w:t>
            </w:r>
          </w:p>
        </w:tc>
        <w:tc>
          <w:tcPr>
            <w:tcW w:w="4814" w:type="dxa"/>
          </w:tcPr>
          <w:p w14:paraId="1D025791" w14:textId="77777777" w:rsidR="00E06F38" w:rsidRDefault="00E06F38" w:rsidP="00CD61FA">
            <w:r>
              <w:t>Information om, hvordan forsøget skal afrapporteres.</w:t>
            </w:r>
          </w:p>
        </w:tc>
      </w:tr>
    </w:tbl>
    <w:p w14:paraId="4D957EA5" w14:textId="77777777" w:rsidR="00E06F38" w:rsidRDefault="00E06F38">
      <w:r>
        <w:rPr>
          <w:b/>
        </w:rPr>
        <w:br w:type="page"/>
      </w:r>
    </w:p>
    <w:tbl>
      <w:tblPr>
        <w:tblStyle w:val="Tabel-Git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628"/>
      </w:tblGrid>
      <w:tr w:rsidR="00F70272" w:rsidRPr="00336837" w14:paraId="511D305E" w14:textId="77777777" w:rsidTr="00343530">
        <w:tc>
          <w:tcPr>
            <w:tcW w:w="9628" w:type="dxa"/>
            <w:shd w:val="clear" w:color="auto" w:fill="E59CA4" w:themeFill="accent2" w:themeFillTint="66"/>
          </w:tcPr>
          <w:p w14:paraId="77BDE8E5" w14:textId="48B7C88C" w:rsidR="00F70272" w:rsidRPr="00336837" w:rsidRDefault="00F70272" w:rsidP="00F70272">
            <w:pPr>
              <w:pStyle w:val="Titel"/>
            </w:pPr>
            <w:r w:rsidRPr="00336837">
              <w:lastRenderedPageBreak/>
              <w:t xml:space="preserve">Forsøg: </w:t>
            </w:r>
            <w:r w:rsidR="006E7938" w:rsidRPr="00336837">
              <w:t xml:space="preserve">Vands </w:t>
            </w:r>
            <w:r w:rsidR="00784345" w:rsidRPr="00336837">
              <w:t xml:space="preserve">specifikke </w:t>
            </w:r>
            <w:r w:rsidR="006E7938" w:rsidRPr="00336837">
              <w:t>smeltevarme</w:t>
            </w:r>
          </w:p>
          <w:p w14:paraId="4B9C956C" w14:textId="35CCA815" w:rsidR="00F70272" w:rsidRPr="00336837" w:rsidRDefault="00F70272" w:rsidP="00F70272">
            <w:pPr>
              <w:pStyle w:val="Undertitel"/>
            </w:pPr>
            <w:r w:rsidRPr="00336837">
              <w:t xml:space="preserve">– </w:t>
            </w:r>
            <w:r w:rsidR="006E7938" w:rsidRPr="00336837">
              <w:t>Hvor</w:t>
            </w:r>
            <w:r w:rsidR="00784345" w:rsidRPr="00336837">
              <w:t xml:space="preserve">for </w:t>
            </w:r>
            <w:r w:rsidR="008328AA">
              <w:t>tager det lang tid for en isterning at smelte</w:t>
            </w:r>
            <w:r w:rsidR="006E7938" w:rsidRPr="00336837">
              <w:t>?</w:t>
            </w:r>
            <w:r w:rsidRPr="00336837">
              <w:t xml:space="preserve"> –</w:t>
            </w:r>
          </w:p>
        </w:tc>
      </w:tr>
    </w:tbl>
    <w:p w14:paraId="4B8568E0" w14:textId="0A3EACCA" w:rsidR="00813ED0" w:rsidRPr="00813ED0" w:rsidRDefault="00813ED0" w:rsidP="00813ED0">
      <w:pPr>
        <w:spacing w:before="0" w:after="0"/>
        <w:rPr>
          <w:sz w:val="10"/>
          <w:szCs w:val="10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13ED0" w:rsidRPr="00F70272" w14:paraId="6668A258" w14:textId="77777777" w:rsidTr="00813ED0">
        <w:tc>
          <w:tcPr>
            <w:tcW w:w="9628" w:type="dxa"/>
            <w:shd w:val="clear" w:color="auto" w:fill="F2CDD1" w:themeFill="accent2" w:themeFillTint="33"/>
          </w:tcPr>
          <w:p w14:paraId="313F59E6" w14:textId="77777777" w:rsidR="00813ED0" w:rsidRPr="00F70272" w:rsidRDefault="00813ED0" w:rsidP="00A175F1">
            <w:pPr>
              <w:pStyle w:val="Overskrift3"/>
            </w:pPr>
            <w:r>
              <w:t>Introduktion</w:t>
            </w:r>
            <w:r w:rsidRPr="00F70272">
              <w:t xml:space="preserve"> </w:t>
            </w:r>
            <w:r>
              <w:t>til</w:t>
            </w:r>
            <w:r w:rsidRPr="00F70272">
              <w:t xml:space="preserve"> forsøget</w:t>
            </w:r>
          </w:p>
        </w:tc>
      </w:tr>
      <w:tr w:rsidR="00813ED0" w14:paraId="70F0F321" w14:textId="77777777" w:rsidTr="00A175F1">
        <w:tc>
          <w:tcPr>
            <w:tcW w:w="9628" w:type="dxa"/>
          </w:tcPr>
          <w:p w14:paraId="2A185D49" w14:textId="489DF940" w:rsidR="00813ED0" w:rsidRDefault="00813ED0" w:rsidP="00813ED0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92F5AF8" wp14:editId="2DF91B23">
                  <wp:simplePos x="0" y="0"/>
                  <wp:positionH relativeFrom="column">
                    <wp:posOffset>4076700</wp:posOffset>
                  </wp:positionH>
                  <wp:positionV relativeFrom="paragraph">
                    <wp:posOffset>0</wp:posOffset>
                  </wp:positionV>
                  <wp:extent cx="1965337" cy="2628265"/>
                  <wp:effectExtent l="0" t="0" r="0" b="635"/>
                  <wp:wrapSquare wrapText="bothSides"/>
                  <wp:docPr id="3" name="Billede 3" descr="Et billede, der indeholder glas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lede 3" descr="Et billede, der indeholder glas&#10;&#10;Automatisk genereret beskrivel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337" cy="2628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C370AE6" w14:textId="13F567DB" w:rsidR="00813ED0" w:rsidRDefault="00813ED0" w:rsidP="00813ED0">
            <w:r w:rsidRPr="00336837">
              <w:t>En isterning puttes i en drink (vand), hvorfor drinkens temperatur falder. Du skal bestemme, hvor meget energi isterningen afgiver til vandet.</w:t>
            </w:r>
          </w:p>
          <w:p w14:paraId="3322E377" w14:textId="77777777" w:rsidR="00813ED0" w:rsidRDefault="00813ED0" w:rsidP="00813ED0"/>
          <w:p w14:paraId="1F03D437" w14:textId="6BE35B43" w:rsidR="00813ED0" w:rsidRDefault="00813ED0" w:rsidP="00813ED0">
            <w:pPr>
              <w:jc w:val="center"/>
            </w:pPr>
          </w:p>
        </w:tc>
      </w:tr>
    </w:tbl>
    <w:p w14:paraId="0915D5ED" w14:textId="77777777" w:rsidR="006E7938" w:rsidRPr="00813ED0" w:rsidRDefault="006E7938" w:rsidP="00813ED0">
      <w:pPr>
        <w:spacing w:before="0" w:after="0"/>
        <w:rPr>
          <w:sz w:val="10"/>
          <w:szCs w:val="10"/>
        </w:rPr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70272" w:rsidRPr="00336837" w14:paraId="5B513701" w14:textId="77777777" w:rsidTr="00343530">
        <w:tc>
          <w:tcPr>
            <w:tcW w:w="9628" w:type="dxa"/>
            <w:shd w:val="clear" w:color="auto" w:fill="C3E0F2" w:themeFill="accent3" w:themeFillTint="33"/>
          </w:tcPr>
          <w:p w14:paraId="00125B9D" w14:textId="77777777" w:rsidR="00F70272" w:rsidRPr="00336837" w:rsidRDefault="00F70272" w:rsidP="00F70272">
            <w:pPr>
              <w:pStyle w:val="Overskrift3"/>
            </w:pPr>
            <w:r w:rsidRPr="00336837">
              <w:t>Opgaver før forsøget</w:t>
            </w:r>
          </w:p>
        </w:tc>
      </w:tr>
      <w:tr w:rsidR="00F70272" w:rsidRPr="00336837" w14:paraId="24170233" w14:textId="77777777" w:rsidTr="00F70272">
        <w:tc>
          <w:tcPr>
            <w:tcW w:w="9628" w:type="dxa"/>
          </w:tcPr>
          <w:p w14:paraId="55B7F835" w14:textId="77777777" w:rsidR="00C71619" w:rsidRPr="00336837" w:rsidRDefault="00C71619" w:rsidP="00F70272">
            <w:pPr>
              <w:rPr>
                <w:b/>
                <w:bCs/>
                <w:u w:val="single"/>
              </w:rPr>
            </w:pPr>
            <w:r w:rsidRPr="00336837">
              <w:rPr>
                <w:b/>
                <w:bCs/>
                <w:u w:val="single"/>
              </w:rPr>
              <w:t>Opgave 1</w:t>
            </w:r>
          </w:p>
          <w:p w14:paraId="6B1AD37C" w14:textId="7B6799EB" w:rsidR="006E7938" w:rsidRPr="00336837" w:rsidRDefault="006E7938" w:rsidP="00F70272">
            <w:r w:rsidRPr="00336837">
              <w:t xml:space="preserve">Vi kan ikke direkte måle den energi, som en isterning afgiver til drinken (vandet), men vi kan måle andre størrelser og så beregne </w:t>
            </w:r>
            <w:r w:rsidR="00336837" w:rsidRPr="00336837">
              <w:t>energiændringen</w:t>
            </w:r>
            <w:r w:rsidRPr="00336837">
              <w:t xml:space="preserve"> vha. formlen:</w:t>
            </w:r>
          </w:p>
          <w:p w14:paraId="2E94C98A" w14:textId="77777777" w:rsidR="00DA5B29" w:rsidRPr="00336837" w:rsidRDefault="00DA5B29" w:rsidP="00F70272"/>
          <w:p w14:paraId="1D04839C" w14:textId="333293F1" w:rsidR="00DA5B29" w:rsidRPr="00336837" w:rsidRDefault="00336837" w:rsidP="00DA5B29">
            <w:pPr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E=m⋅c⋅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T</m:t>
                </m:r>
              </m:oMath>
            </m:oMathPara>
          </w:p>
          <w:p w14:paraId="5139AE4B" w14:textId="77777777" w:rsidR="00DA5B29" w:rsidRPr="00336837" w:rsidRDefault="00DA5B29" w:rsidP="00F70272"/>
          <w:p w14:paraId="73C4B534" w14:textId="28B6E63F" w:rsidR="003A4A4B" w:rsidRPr="00336837" w:rsidRDefault="00DA5B29" w:rsidP="003A4A4B">
            <w:pPr>
              <w:pStyle w:val="Listeafsnit"/>
              <w:numPr>
                <w:ilvl w:val="0"/>
                <w:numId w:val="12"/>
              </w:numPr>
              <w:ind w:left="883" w:hanging="284"/>
            </w:pPr>
            <w:r w:rsidRPr="00336837">
              <w:t>Forklar, hvad de forskellige symboler i formlerne betyder og hvilke enheder de måles i.</w:t>
            </w:r>
          </w:p>
          <w:p w14:paraId="0BABD1C3" w14:textId="77777777" w:rsidR="003A4A4B" w:rsidRPr="00336837" w:rsidRDefault="003A4A4B" w:rsidP="003A4A4B">
            <w:pPr>
              <w:pStyle w:val="Listeafsnit"/>
              <w:ind w:left="883"/>
            </w:pPr>
          </w:p>
          <w:p w14:paraId="490E504B" w14:textId="46B98DD1" w:rsidR="008E120C" w:rsidRPr="00336837" w:rsidRDefault="00DA5B29" w:rsidP="003A4A4B">
            <w:pPr>
              <w:pStyle w:val="Listeafsnit"/>
              <w:numPr>
                <w:ilvl w:val="0"/>
                <w:numId w:val="12"/>
              </w:numPr>
              <w:ind w:left="883" w:hanging="284"/>
            </w:pPr>
            <w:r w:rsidRPr="00336837">
              <w:t xml:space="preserve">Hvilke tre størrelser skal man kende for at </w:t>
            </w:r>
            <w:r w:rsidR="008E120C" w:rsidRPr="00336837">
              <w:t>kunne beregne</w:t>
            </w:r>
            <w:r w:rsidR="006E7938" w:rsidRPr="00336837">
              <w:t xml:space="preserve"> </w:t>
            </w:r>
            <w:r w:rsidR="00336837" w:rsidRPr="00336837">
              <w:t xml:space="preserve">ændringen i vandets </w:t>
            </w:r>
            <w:r w:rsidR="006E7938" w:rsidRPr="00336837">
              <w:t xml:space="preserve">energi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E</m:t>
              </m:r>
            </m:oMath>
            <w:r w:rsidR="006E7938" w:rsidRPr="00336837">
              <w:t xml:space="preserve"> </w:t>
            </w:r>
            <w:r w:rsidR="00336837" w:rsidRPr="00336837">
              <w:t xml:space="preserve">når </w:t>
            </w:r>
            <w:r w:rsidR="006E7938" w:rsidRPr="00336837">
              <w:t xml:space="preserve">vandet </w:t>
            </w:r>
            <w:r w:rsidR="00336837" w:rsidRPr="00336837">
              <w:t>afgiver energi til</w:t>
            </w:r>
            <w:r w:rsidR="006E7938" w:rsidRPr="00336837">
              <w:t xml:space="preserve"> isterningen</w:t>
            </w:r>
            <m:oMath>
              <m:r>
                <w:rPr>
                  <w:rFonts w:ascii="Cambria Math" w:hAnsi="Cambria Math"/>
                </w:rPr>
                <m:t>?</m:t>
              </m:r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  <w:proofErr w:type="gramStart"/>
            <w:r w:rsidR="008E120C" w:rsidRPr="00336837">
              <w:rPr>
                <w:b/>
                <w:bCs/>
              </w:rPr>
              <w:t>H</w:t>
            </w:r>
            <w:r w:rsidR="002429B0" w:rsidRPr="00336837">
              <w:rPr>
                <w:b/>
                <w:bCs/>
              </w:rPr>
              <w:t>INT</w:t>
            </w:r>
            <w:proofErr w:type="gramEnd"/>
            <w:r w:rsidR="008E120C" w:rsidRPr="00336837">
              <w:rPr>
                <w:b/>
                <w:bCs/>
              </w:rPr>
              <w:t>:</w:t>
            </w:r>
            <w:r w:rsidR="008E120C" w:rsidRPr="00336837">
              <w:t xml:space="preserve"> En af størrelserne kan du slå op i en tabel, en anden af størrelserne kan du bestemme ved at måle på vandet før og efter, det er varmet op og den sidste størrelse kan du finde med en vægt.</w:t>
            </w:r>
          </w:p>
          <w:p w14:paraId="452B2AD5" w14:textId="77777777" w:rsidR="008E120C" w:rsidRPr="00336837" w:rsidRDefault="008E120C" w:rsidP="008E120C">
            <w:pPr>
              <w:pStyle w:val="Listeafsnit"/>
            </w:pPr>
          </w:p>
        </w:tc>
      </w:tr>
      <w:tr w:rsidR="00C71619" w:rsidRPr="00336837" w14:paraId="43719393" w14:textId="77777777" w:rsidTr="00F70272">
        <w:tc>
          <w:tcPr>
            <w:tcW w:w="9628" w:type="dxa"/>
          </w:tcPr>
          <w:p w14:paraId="21BC29AF" w14:textId="77777777" w:rsidR="00C71619" w:rsidRPr="00336837" w:rsidRDefault="00C71619" w:rsidP="00C71619">
            <w:pPr>
              <w:rPr>
                <w:b/>
                <w:bCs/>
                <w:u w:val="single"/>
              </w:rPr>
            </w:pPr>
            <w:r w:rsidRPr="00336837">
              <w:rPr>
                <w:b/>
                <w:bCs/>
                <w:u w:val="single"/>
              </w:rPr>
              <w:t>Opgave 2</w:t>
            </w:r>
          </w:p>
          <w:p w14:paraId="4A97D92B" w14:textId="3057C642" w:rsidR="00C71619" w:rsidRPr="00336837" w:rsidRDefault="003A4A4B" w:rsidP="003A4A4B">
            <w:r w:rsidRPr="00336837">
              <w:t xml:space="preserve">Vand specifikke smeltevarme er den energi, der skal til at omdanne en isterning ved </w:t>
            </w:r>
            <m:oMath>
              <m:r>
                <w:rPr>
                  <w:rFonts w:ascii="Cambria Math" w:hAnsi="Cambria Math"/>
                </w:rPr>
                <m:t>0 °</m:t>
              </m:r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</m:oMath>
            <w:r w:rsidRPr="00336837">
              <w:t xml:space="preserve"> til vand ved </w:t>
            </w:r>
            <m:oMath>
              <m:r>
                <w:rPr>
                  <w:rFonts w:ascii="Cambria Math" w:hAnsi="Cambria Math"/>
                </w:rPr>
                <m:t>0 °</m:t>
              </m:r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</m:oMath>
            <w:r w:rsidRPr="00336837">
              <w:t xml:space="preserve"> (altså faseovergangen fra fast stof til flydende).</w:t>
            </w:r>
          </w:p>
          <w:p w14:paraId="325D9A49" w14:textId="64694BD7" w:rsidR="003A4A4B" w:rsidRPr="00336837" w:rsidRDefault="003A4A4B" w:rsidP="003A4A4B">
            <w:r w:rsidRPr="00336837">
              <w:t xml:space="preserve">Vand specifikke smeltevarme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  <w:r w:rsidRPr="00336837">
              <w:t xml:space="preserve"> er givet ved</w:t>
            </w:r>
          </w:p>
          <w:p w14:paraId="2D69A61B" w14:textId="69AAAF58" w:rsidR="003A4A4B" w:rsidRPr="00336837" w:rsidRDefault="00000000" w:rsidP="003A4A4B"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E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m</m:t>
                    </m:r>
                  </m:den>
                </m:f>
              </m:oMath>
            </m:oMathPara>
          </w:p>
          <w:p w14:paraId="5D2E8650" w14:textId="4F6BF23E" w:rsidR="003A4A4B" w:rsidRPr="00336837" w:rsidRDefault="003A4A4B" w:rsidP="003A4A4B">
            <w:pPr>
              <w:pStyle w:val="Listeafsnit"/>
              <w:numPr>
                <w:ilvl w:val="0"/>
                <w:numId w:val="13"/>
              </w:numPr>
              <w:spacing w:before="100" w:after="200"/>
            </w:pPr>
            <w:r w:rsidRPr="00336837">
              <w:t>Forklar, hvad de forskellige symboler i formlerne betyder og hvilke enheder de måles i.</w:t>
            </w:r>
          </w:p>
          <w:p w14:paraId="7B390166" w14:textId="77777777" w:rsidR="003A4A4B" w:rsidRPr="00336837" w:rsidRDefault="003A4A4B" w:rsidP="003A4A4B">
            <w:pPr>
              <w:pStyle w:val="Listeafsnit"/>
              <w:spacing w:before="100" w:after="200"/>
              <w:ind w:left="1080"/>
            </w:pPr>
          </w:p>
          <w:p w14:paraId="0E573AA5" w14:textId="2F0B4ECB" w:rsidR="00C71619" w:rsidRPr="00336837" w:rsidRDefault="003A4A4B" w:rsidP="00813ED0">
            <w:pPr>
              <w:pStyle w:val="Listeafsnit"/>
              <w:numPr>
                <w:ilvl w:val="0"/>
                <w:numId w:val="13"/>
              </w:numPr>
              <w:spacing w:before="100" w:after="200"/>
            </w:pPr>
            <w:r w:rsidRPr="00336837">
              <w:t>Hvilke to størrelser skal man kende for at bestemme vands specifikke smeltevarme</w:t>
            </w:r>
            <m:oMath>
              <m:r>
                <w:rPr>
                  <w:rFonts w:ascii="Cambria Math" w:hAnsi="Cambria Math"/>
                </w:rPr>
                <m:t>?</m:t>
              </m:r>
            </m:oMath>
          </w:p>
        </w:tc>
      </w:tr>
    </w:tbl>
    <w:p w14:paraId="3B1593B2" w14:textId="77777777" w:rsidR="00813ED0" w:rsidRDefault="00813ED0">
      <w:r>
        <w:br w:type="page"/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A5B29" w:rsidRPr="00336837" w14:paraId="3137B286" w14:textId="77777777" w:rsidTr="00F70272">
        <w:tc>
          <w:tcPr>
            <w:tcW w:w="9628" w:type="dxa"/>
          </w:tcPr>
          <w:p w14:paraId="773751C1" w14:textId="56C8F372" w:rsidR="002429B0" w:rsidRPr="00336837" w:rsidRDefault="00813ED0" w:rsidP="00F70272">
            <w:pPr>
              <w:rPr>
                <w:b/>
                <w:bCs/>
                <w:u w:val="single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545EB8B7" wp14:editId="57A2289B">
                  <wp:simplePos x="0" y="0"/>
                  <wp:positionH relativeFrom="column">
                    <wp:posOffset>3770630</wp:posOffset>
                  </wp:positionH>
                  <wp:positionV relativeFrom="paragraph">
                    <wp:posOffset>208</wp:posOffset>
                  </wp:positionV>
                  <wp:extent cx="1080000" cy="1834521"/>
                  <wp:effectExtent l="0" t="0" r="6350" b="0"/>
                  <wp:wrapSquare wrapText="bothSides"/>
                  <wp:docPr id="4" name="Billed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834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D641EE1" wp14:editId="43420AB9">
                  <wp:simplePos x="0" y="0"/>
                  <wp:positionH relativeFrom="column">
                    <wp:posOffset>4956175</wp:posOffset>
                  </wp:positionH>
                  <wp:positionV relativeFrom="paragraph">
                    <wp:posOffset>0</wp:posOffset>
                  </wp:positionV>
                  <wp:extent cx="1080000" cy="1834641"/>
                  <wp:effectExtent l="0" t="0" r="6350" b="0"/>
                  <wp:wrapSquare wrapText="bothSides"/>
                  <wp:docPr id="8" name="Billed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000" cy="1834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619" w:rsidRPr="00336837">
              <w:rPr>
                <w:b/>
                <w:bCs/>
                <w:u w:val="single"/>
              </w:rPr>
              <w:t>Opgave 3</w:t>
            </w:r>
          </w:p>
          <w:p w14:paraId="41ED7DCB" w14:textId="51C07D5F" w:rsidR="00336837" w:rsidRPr="00336837" w:rsidRDefault="00336837" w:rsidP="00336837">
            <w:r w:rsidRPr="00336837">
              <w:t>Når en isterning puttes i en termokop med vand, vil vandet blive afkølet og isterningen vil smelte, så der til sidst kun er vand tilbage.</w:t>
            </w:r>
          </w:p>
          <w:p w14:paraId="4EFF9BC7" w14:textId="77777777" w:rsidR="00336837" w:rsidRPr="00336837" w:rsidRDefault="00336837" w:rsidP="00336837">
            <w:r w:rsidRPr="00336837">
              <w:t xml:space="preserve">Vi antager, at systemet med termokop, vand og is er isoleret, så energien er bevaret: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/>
                    </w:rPr>
                    <m:t>system</m:t>
                  </m:r>
                </m:sub>
              </m:sSub>
              <m:r>
                <w:rPr>
                  <w:rFonts w:ascii="Cambria Math" w:hAnsi="Cambria Math"/>
                </w:rPr>
                <m:t>=0</m:t>
              </m:r>
            </m:oMath>
            <w:r w:rsidRPr="00336837">
              <w:t>.</w:t>
            </w:r>
          </w:p>
          <w:p w14:paraId="6CAD71B1" w14:textId="46EFF1C2" w:rsidR="00336837" w:rsidRPr="00336837" w:rsidRDefault="00336837" w:rsidP="00F70272"/>
          <w:p w14:paraId="00B80989" w14:textId="165F45AF" w:rsidR="00336837" w:rsidRPr="00336837" w:rsidRDefault="00336837" w:rsidP="00336837">
            <w:pPr>
              <w:pStyle w:val="Listeafsnit"/>
              <w:numPr>
                <w:ilvl w:val="0"/>
                <w:numId w:val="15"/>
              </w:numPr>
            </w:pPr>
            <w:r w:rsidRPr="00336837">
              <w:t>Modtager eller afgiver isterningen energi? Hvad med vandet?</w:t>
            </w:r>
          </w:p>
          <w:p w14:paraId="6A9F51FF" w14:textId="30D265B6" w:rsidR="00336837" w:rsidRDefault="00336837" w:rsidP="00336837">
            <w:pPr>
              <w:pStyle w:val="Listeafsnit"/>
            </w:pPr>
          </w:p>
          <w:p w14:paraId="1294B2B0" w14:textId="77777777" w:rsidR="00813ED0" w:rsidRPr="00336837" w:rsidRDefault="00813ED0" w:rsidP="00336837">
            <w:pPr>
              <w:pStyle w:val="Listeafsnit"/>
            </w:pPr>
          </w:p>
          <w:p w14:paraId="7E1A8560" w14:textId="4E4778A7" w:rsidR="00336837" w:rsidRPr="00336837" w:rsidRDefault="00336837" w:rsidP="00336837">
            <w:pPr>
              <w:pStyle w:val="Listeafsnit"/>
              <w:numPr>
                <w:ilvl w:val="0"/>
                <w:numId w:val="15"/>
              </w:numPr>
            </w:pPr>
            <w:r w:rsidRPr="00336837">
              <w:t>Forklar, at den energi isterningen modtager går til at smelte isterningen og efterfølgende opvarme ”isterningen” (vandet) til sluttemperaturen.</w:t>
            </w:r>
          </w:p>
          <w:p w14:paraId="1A5D4C23" w14:textId="050F6CA6" w:rsidR="00336837" w:rsidRPr="00336837" w:rsidRDefault="00336837" w:rsidP="00F70272"/>
          <w:p w14:paraId="4346883E" w14:textId="5F50A44F" w:rsidR="003A4A4B" w:rsidRPr="00336837" w:rsidRDefault="003A4A4B" w:rsidP="00F70272">
            <w:r w:rsidRPr="00336837">
              <w:t xml:space="preserve">Johanne </w:t>
            </w:r>
            <w:r w:rsidR="00336837" w:rsidRPr="00336837">
              <w:t xml:space="preserve">har udført et forsøg til bestemmelse af vands smeltevarme, men </w:t>
            </w:r>
            <w:r w:rsidRPr="00336837">
              <w:t>kom efter</w:t>
            </w:r>
            <w:r w:rsidR="00336837" w:rsidRPr="00336837">
              <w:t>følgende</w:t>
            </w:r>
            <w:r w:rsidRPr="00336837">
              <w:t xml:space="preserve"> til at drikke for mange drinks, og har glemt sit forsøg. Det eneste hun har tilbage er sine resultater fra forsøget:</w:t>
            </w:r>
          </w:p>
          <w:p w14:paraId="61218077" w14:textId="473E9954" w:rsidR="003A4A4B" w:rsidRPr="00336837" w:rsidRDefault="003A4A4B" w:rsidP="00F70272"/>
          <w:p w14:paraId="70AABE6E" w14:textId="375A6994" w:rsidR="002429B0" w:rsidRPr="00336837" w:rsidRDefault="00000000" w:rsidP="002429B0">
            <w:pPr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=0,2229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kg</m:t>
                </m:r>
                <m:r>
                  <w:rPr>
                    <w:rFonts w:ascii="Cambria Math" w:hAnsi="Cambria Math"/>
                    <w:i/>
                  </w:rPr>
                  <m:t> 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=0,031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kg</m:t>
                </m:r>
                <m:r>
                  <w:rPr>
                    <w:rFonts w:ascii="Cambria Math" w:hAnsi="Cambria Math"/>
                    <w:i/>
                  </w:rPr>
                  <m:t> 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start</m:t>
                    </m:r>
                  </m:sub>
                </m:sSub>
                <m:r>
                  <w:rPr>
                    <w:rFonts w:ascii="Cambria Math" w:hAnsi="Cambria Math"/>
                  </w:rPr>
                  <m:t>=18,2 °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C</m:t>
                </m:r>
                <m:r>
                  <w:rPr>
                    <w:rFonts w:ascii="Cambria Math" w:hAnsi="Cambria Math"/>
                    <w:i/>
                  </w:rPr>
                  <m:t> 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slut</m:t>
                    </m:r>
                  </m:sub>
                </m:sSub>
                <m:r>
                  <w:rPr>
                    <w:rFonts w:ascii="Cambria Math" w:hAnsi="Cambria Math"/>
                  </w:rPr>
                  <m:t>=7,7 °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C</m:t>
                </m:r>
              </m:oMath>
            </m:oMathPara>
          </w:p>
          <w:p w14:paraId="229135D3" w14:textId="1F99EF31" w:rsidR="00865F4C" w:rsidRPr="00336837" w:rsidRDefault="00865F4C" w:rsidP="002429B0">
            <w:pPr>
              <w:jc w:val="center"/>
            </w:pPr>
          </w:p>
          <w:p w14:paraId="706A7AAA" w14:textId="32A0A893" w:rsidR="002429B0" w:rsidRPr="00336837" w:rsidRDefault="00336837" w:rsidP="00336837">
            <w:pPr>
              <w:pStyle w:val="Listeafsnit"/>
              <w:numPr>
                <w:ilvl w:val="0"/>
                <w:numId w:val="15"/>
              </w:numPr>
            </w:pPr>
            <w:r w:rsidRPr="00336837">
              <w:t>Forklar</w:t>
            </w:r>
            <w:r w:rsidR="00865F4C" w:rsidRPr="00336837">
              <w:t>, at energi</w:t>
            </w:r>
            <w:r w:rsidRPr="00336837">
              <w:t xml:space="preserve">ændringen for </w:t>
            </w:r>
            <w:r w:rsidR="00865F4C" w:rsidRPr="00336837">
              <w:t>vandet</w:t>
            </w:r>
            <w:r w:rsidRPr="00336837">
              <w:t xml:space="preserve"> kan beregnes med formlen</w:t>
            </w:r>
          </w:p>
          <w:p w14:paraId="586FE87E" w14:textId="3714C2BF" w:rsidR="00336837" w:rsidRPr="00336837" w:rsidRDefault="00336837" w:rsidP="00336837">
            <w:pPr>
              <w:pStyle w:val="Listeafsnit"/>
              <w:ind w:left="1080"/>
            </w:pPr>
          </w:p>
          <w:p w14:paraId="63F0715A" w14:textId="463F7079" w:rsidR="00336837" w:rsidRPr="00336837" w:rsidRDefault="00000000" w:rsidP="00336837">
            <w:pPr>
              <w:pStyle w:val="Listeafsnit"/>
              <w:ind w:left="108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Δ</m:t>
                    </m:r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slut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start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0B4D092A" w14:textId="018013EF" w:rsidR="00865F4C" w:rsidRPr="00336837" w:rsidRDefault="00865F4C" w:rsidP="00865F4C"/>
          <w:p w14:paraId="1A5E9ECA" w14:textId="1E253C6A" w:rsidR="00865F4C" w:rsidRPr="00336837" w:rsidRDefault="00865F4C" w:rsidP="00865F4C">
            <w:r w:rsidRPr="00336837">
              <w:t xml:space="preserve">Starttemperaturen for Johannes isterning var </w:t>
            </w:r>
            <m:oMath>
              <m:r>
                <w:rPr>
                  <w:rFonts w:ascii="Cambria Math" w:hAnsi="Cambria Math"/>
                </w:rPr>
                <m:t>0 °</m:t>
              </m:r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</m:oMath>
            <w:r w:rsidRPr="00336837">
              <w:t>.</w:t>
            </w:r>
          </w:p>
          <w:p w14:paraId="158B6F40" w14:textId="5784A240" w:rsidR="00336837" w:rsidRPr="00336837" w:rsidRDefault="00336837" w:rsidP="00865F4C"/>
          <w:p w14:paraId="165144F3" w14:textId="34416C9D" w:rsidR="00336837" w:rsidRPr="00336837" w:rsidRDefault="00336837" w:rsidP="00336837">
            <w:pPr>
              <w:pStyle w:val="Listeafsnit"/>
              <w:numPr>
                <w:ilvl w:val="0"/>
                <w:numId w:val="15"/>
              </w:numPr>
            </w:pPr>
            <w:r w:rsidRPr="00336837">
              <w:t>Forklar, at energiændringen for isen kan beregnes med formlen</w:t>
            </w:r>
          </w:p>
          <w:p w14:paraId="4CF07FF4" w14:textId="77777777" w:rsidR="00336837" w:rsidRPr="00336837" w:rsidRDefault="00336837" w:rsidP="00336837">
            <w:pPr>
              <w:pStyle w:val="Listeafsnit"/>
              <w:ind w:left="1080"/>
            </w:pPr>
          </w:p>
          <w:p w14:paraId="2FF60686" w14:textId="01AAEDEF" w:rsidR="00336837" w:rsidRPr="008328AA" w:rsidRDefault="00336837" w:rsidP="00336837">
            <w:pPr>
              <w:pStyle w:val="Listeafsnit"/>
              <w:ind w:left="1080"/>
              <w:rPr>
                <w:lang w:val="en-US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lang w:val="en-US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lang w:val="en-US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lang w:val="en-US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lang w:val="en-US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⋅(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  <w:lang w:val="en-US"/>
                      </w:rPr>
                      <m:t>slut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-0 °</m:t>
                </m:r>
                <m:r>
                  <m:rPr>
                    <m:nor/>
                  </m:rPr>
                  <w:rPr>
                    <w:rFonts w:ascii="Cambria Math" w:hAnsi="Cambria Math"/>
                    <w:lang w:val="en-US"/>
                  </w:rPr>
                  <m:t>C</m:t>
                </m:r>
                <m:r>
                  <w:rPr>
                    <w:rFonts w:ascii="Cambria Math" w:hAnsi="Cambria Math"/>
                    <w:lang w:val="en-US"/>
                  </w:rPr>
                  <m:t>)</m:t>
                </m:r>
              </m:oMath>
            </m:oMathPara>
          </w:p>
          <w:p w14:paraId="5A8BE13D" w14:textId="568758CE" w:rsidR="00865F4C" w:rsidRPr="008328AA" w:rsidRDefault="00865F4C" w:rsidP="00865F4C">
            <w:pPr>
              <w:rPr>
                <w:lang w:val="en-US"/>
              </w:rPr>
            </w:pPr>
          </w:p>
          <w:p w14:paraId="4589B717" w14:textId="3D951632" w:rsidR="00813ED0" w:rsidRDefault="00336837" w:rsidP="00865F4C">
            <w:r w:rsidRPr="00336837">
              <w:t xml:space="preserve">Da vi antager, at </w:t>
            </w:r>
            <w:r>
              <w:t>systemet med termokoppen og isterningen er isoleret, så er den samlede energi bevaret.</w:t>
            </w:r>
          </w:p>
          <w:p w14:paraId="69E3534E" w14:textId="77777777" w:rsidR="00813ED0" w:rsidRPr="00336837" w:rsidRDefault="00813ED0" w:rsidP="00813ED0"/>
          <w:p w14:paraId="50FFD8BD" w14:textId="15C0B789" w:rsidR="00813ED0" w:rsidRDefault="00813ED0" w:rsidP="00813ED0">
            <w:pPr>
              <w:pStyle w:val="Listeafsnit"/>
              <w:numPr>
                <w:ilvl w:val="0"/>
                <w:numId w:val="15"/>
              </w:numPr>
              <w:spacing w:before="100" w:after="200"/>
            </w:pPr>
            <w:r w:rsidRPr="00336837">
              <w:t xml:space="preserve">Forklar, at </w:t>
            </w:r>
            <w:r>
              <w:t>det betyder, at</w:t>
            </w:r>
          </w:p>
          <w:p w14:paraId="1D4DBB58" w14:textId="1BD953CA" w:rsidR="00813ED0" w:rsidRDefault="00813ED0" w:rsidP="00813ED0">
            <w:pPr>
              <w:pStyle w:val="Listeafsnit"/>
              <w:spacing w:before="100" w:after="200"/>
            </w:pPr>
          </w:p>
          <w:p w14:paraId="76C44385" w14:textId="66B6A5A4" w:rsidR="00813ED0" w:rsidRPr="00813ED0" w:rsidRDefault="00813ED0" w:rsidP="00813ED0">
            <w:pPr>
              <w:pStyle w:val="Listeafsnit"/>
              <w:spacing w:before="100" w:after="200"/>
            </w:pPr>
            <m:oMathPara>
              <m:oMath>
                <m:r>
                  <w:rPr>
                    <w:rFonts w:ascii="Cambria Math" w:hAnsi="Cambria Math"/>
                  </w:rPr>
                  <m:t>0=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E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</m:oMath>
            </m:oMathPara>
          </w:p>
          <w:p w14:paraId="5D2C40E5" w14:textId="725E8859" w:rsidR="00813ED0" w:rsidRDefault="00813ED0" w:rsidP="00813ED0">
            <w:pPr>
              <w:pStyle w:val="Listeafsnit"/>
              <w:spacing w:before="100" w:after="200"/>
            </w:pPr>
            <w:r>
              <w:t>o</w:t>
            </w:r>
            <w:r w:rsidRPr="00813ED0">
              <w:t xml:space="preserve">g </w:t>
            </w:r>
            <w:r>
              <w:t>dermed, at</w:t>
            </w:r>
          </w:p>
          <w:p w14:paraId="2FA1B578" w14:textId="28713E71" w:rsidR="00813ED0" w:rsidRDefault="00813ED0" w:rsidP="00813ED0">
            <w:pPr>
              <w:pStyle w:val="Listeafsnit"/>
              <w:spacing w:before="100" w:after="200"/>
            </w:pPr>
          </w:p>
          <w:p w14:paraId="1B754B12" w14:textId="22A35604" w:rsidR="00813ED0" w:rsidRPr="00813ED0" w:rsidRDefault="00813ED0" w:rsidP="00813ED0">
            <w:pPr>
              <w:pStyle w:val="Listeafsnit"/>
              <w:spacing w:before="100" w:after="200"/>
            </w:pPr>
            <m:oMathPara>
              <m:oMath>
                <m:r>
                  <w:rPr>
                    <w:rFonts w:ascii="Cambria Math" w:hAnsi="Cambria Math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slut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-0 °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slut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start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022A98BD" w14:textId="77777777" w:rsidR="00813ED0" w:rsidRPr="00813ED0" w:rsidRDefault="00813ED0" w:rsidP="00813ED0">
            <w:pPr>
              <w:pStyle w:val="Listeafsnit"/>
              <w:ind w:left="1080"/>
            </w:pPr>
          </w:p>
          <w:p w14:paraId="1681275C" w14:textId="2CBF8391" w:rsidR="00813ED0" w:rsidRDefault="00A40385" w:rsidP="00813ED0">
            <w:pPr>
              <w:pStyle w:val="Listeafsnit"/>
              <w:numPr>
                <w:ilvl w:val="0"/>
                <w:numId w:val="15"/>
              </w:numPr>
            </w:pPr>
            <w:r>
              <w:t>Beregn</w:t>
            </w:r>
            <w:r w:rsidR="00813ED0">
              <w:t>, vha. af ovenstående ligning, den specifikke smeltevarme i Johannes forsøg</w:t>
            </w:r>
            <w:r>
              <w:t>.</w:t>
            </w:r>
            <w:r w:rsidR="007B17DA">
              <w:br/>
            </w:r>
            <w:r>
              <w:t>[</w:t>
            </w:r>
            <w:r w:rsidRPr="007B17DA">
              <w:t>SVAR: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L=283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kJ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  <w:r>
              <w:t>]</w:t>
            </w:r>
            <w:r w:rsidR="00813ED0">
              <w:t>.</w:t>
            </w:r>
            <w:r w:rsidR="001D2002">
              <w:br/>
            </w:r>
            <w:proofErr w:type="gramStart"/>
            <w:r w:rsidR="001D2002">
              <w:rPr>
                <w:b/>
                <w:bCs/>
              </w:rPr>
              <w:t>HINT</w:t>
            </w:r>
            <w:proofErr w:type="gramEnd"/>
            <w:r w:rsidR="001D2002">
              <w:rPr>
                <w:b/>
                <w:bCs/>
              </w:rPr>
              <w:t>:</w:t>
            </w:r>
            <w:r w:rsidR="001D2002">
              <w:t xml:space="preserve"> Indsæt de tal du kender i ligningen ovenfor og brug Maple at bestemme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s</m:t>
                  </m:r>
                </m:sub>
              </m:sSub>
            </m:oMath>
            <w:r w:rsidR="001D2002">
              <w:t xml:space="preserve"> (evt. med </w:t>
            </w:r>
            <w:proofErr w:type="spellStart"/>
            <w:r w:rsidR="001D2002">
              <w:rPr>
                <w:i/>
                <w:iCs/>
              </w:rPr>
              <w:t>solve</w:t>
            </w:r>
            <w:proofErr w:type="spellEnd"/>
            <w:r w:rsidR="001D2002">
              <w:t xml:space="preserve">). Vær opmærksom på enheder! </w:t>
            </w:r>
          </w:p>
          <w:p w14:paraId="236FCB1C" w14:textId="77777777" w:rsidR="00813ED0" w:rsidRDefault="00813ED0" w:rsidP="00813ED0">
            <w:pPr>
              <w:pStyle w:val="Listeafsnit"/>
            </w:pPr>
          </w:p>
          <w:p w14:paraId="50D11BC0" w14:textId="588C0EAC" w:rsidR="00A40385" w:rsidRDefault="00A40385" w:rsidP="00A40385">
            <w:pPr>
              <w:pStyle w:val="Listeafsnit"/>
              <w:numPr>
                <w:ilvl w:val="0"/>
                <w:numId w:val="15"/>
              </w:numPr>
              <w:spacing w:before="100" w:after="200"/>
            </w:pPr>
            <w:r>
              <w:t>Beregn Johannes absolutte afvigelse. [</w:t>
            </w:r>
            <w:r w:rsidR="007B17DA" w:rsidRPr="007B17DA">
              <w:t>SVAR:</w:t>
            </w:r>
            <w:r w:rsidR="007B17DA">
              <w:t xml:space="preserve"> </w:t>
            </w:r>
            <m:oMath>
              <m:r>
                <w:rPr>
                  <w:rFonts w:ascii="Cambria Math" w:hAnsi="Cambria Math"/>
                </w:rPr>
                <m:t xml:space="preserve">-50,6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hAnsi="Cambria Math"/>
                    </w:rPr>
                    <m:t>kJ</m:t>
                  </m:r>
                </m:num>
                <m:den>
                  <m:r>
                    <m:rPr>
                      <m:nor/>
                    </m:rPr>
                    <w:rPr>
                      <w:rFonts w:ascii="Cambria Math" w:hAnsi="Cambria Math"/>
                    </w:rPr>
                    <m:t>kg</m:t>
                  </m:r>
                </m:den>
              </m:f>
            </m:oMath>
            <w:r w:rsidR="007B17DA">
              <w:t>]</w:t>
            </w:r>
          </w:p>
          <w:p w14:paraId="7E73A27D" w14:textId="77777777" w:rsidR="00A40385" w:rsidRDefault="00A40385" w:rsidP="00A40385">
            <w:pPr>
              <w:pStyle w:val="Listeafsnit"/>
            </w:pPr>
          </w:p>
          <w:p w14:paraId="53464B90" w14:textId="58509792" w:rsidR="00813ED0" w:rsidRDefault="007B17DA" w:rsidP="00813ED0">
            <w:pPr>
              <w:pStyle w:val="Listeafsnit"/>
              <w:numPr>
                <w:ilvl w:val="0"/>
                <w:numId w:val="15"/>
              </w:numPr>
            </w:pPr>
            <w:r>
              <w:t>Beregn</w:t>
            </w:r>
            <w:r w:rsidR="00813ED0">
              <w:t xml:space="preserve"> Johannes relative afvigelse</w:t>
            </w:r>
            <w:r>
              <w:t xml:space="preserve">. [SVAR: </w:t>
            </w:r>
            <m:oMath>
              <m:r>
                <w:rPr>
                  <w:rFonts w:ascii="Cambria Math" w:hAnsi="Cambria Math"/>
                </w:rPr>
                <m:t>-15,2 %</m:t>
              </m:r>
            </m:oMath>
            <w:r>
              <w:t>]</w:t>
            </w:r>
          </w:p>
          <w:p w14:paraId="41108128" w14:textId="6DE05C6A" w:rsidR="00813ED0" w:rsidRPr="00336837" w:rsidRDefault="00813ED0" w:rsidP="00813ED0"/>
        </w:tc>
      </w:tr>
      <w:tr w:rsidR="002429B0" w:rsidRPr="00336837" w14:paraId="45EF16C0" w14:textId="77777777" w:rsidTr="00343530">
        <w:tc>
          <w:tcPr>
            <w:tcW w:w="9628" w:type="dxa"/>
            <w:shd w:val="clear" w:color="auto" w:fill="B3D5AB" w:themeFill="accent4" w:themeFillTint="66"/>
          </w:tcPr>
          <w:p w14:paraId="69E65F9E" w14:textId="77777777" w:rsidR="002429B0" w:rsidRPr="00336837" w:rsidRDefault="002429B0" w:rsidP="002429B0">
            <w:pPr>
              <w:pStyle w:val="Overskrift3"/>
            </w:pPr>
            <w:r w:rsidRPr="00336837">
              <w:lastRenderedPageBreak/>
              <w:t>Forsøget</w:t>
            </w:r>
          </w:p>
        </w:tc>
      </w:tr>
      <w:tr w:rsidR="002429B0" w:rsidRPr="00336837" w14:paraId="7014F33D" w14:textId="77777777" w:rsidTr="002429B0">
        <w:tc>
          <w:tcPr>
            <w:tcW w:w="9628" w:type="dxa"/>
          </w:tcPr>
          <w:p w14:paraId="03FF0C37" w14:textId="4CFEA6AC" w:rsidR="00E01520" w:rsidRDefault="00E01520" w:rsidP="00E01520">
            <w:pPr>
              <w:pStyle w:val="Listeafsnit"/>
              <w:numPr>
                <w:ilvl w:val="0"/>
                <w:numId w:val="20"/>
              </w:numPr>
            </w:pPr>
            <w:r>
              <w:t>Overvej først følgende fejlkilder. Hvilken indvirkning kan de have på resultatet?</w:t>
            </w:r>
          </w:p>
          <w:p w14:paraId="0F0F714C" w14:textId="77777777" w:rsidR="00E01520" w:rsidRDefault="00E01520" w:rsidP="00E01520"/>
          <w:p w14:paraId="671110F2" w14:textId="77777777" w:rsidR="00E01520" w:rsidRDefault="00E01520" w:rsidP="00E01520">
            <w:pPr>
              <w:pStyle w:val="Listeafsnit"/>
              <w:numPr>
                <w:ilvl w:val="0"/>
                <w:numId w:val="18"/>
              </w:numPr>
              <w:spacing w:before="100" w:after="200"/>
              <w:ind w:left="1156"/>
            </w:pPr>
            <w:r>
              <w:t>Energitab til eller modtagelse fra omgivelserne.</w:t>
            </w:r>
          </w:p>
          <w:p w14:paraId="14C40762" w14:textId="77777777" w:rsidR="00E01520" w:rsidRDefault="00E01520" w:rsidP="00E01520">
            <w:pPr>
              <w:pStyle w:val="Listeafsnit"/>
              <w:spacing w:before="100" w:after="200"/>
              <w:ind w:left="1156"/>
            </w:pPr>
          </w:p>
          <w:p w14:paraId="3F5BEA8E" w14:textId="77777777" w:rsidR="00E01520" w:rsidRPr="00336837" w:rsidRDefault="00E01520" w:rsidP="00E01520">
            <w:pPr>
              <w:pStyle w:val="Listeafsnit"/>
              <w:numPr>
                <w:ilvl w:val="0"/>
                <w:numId w:val="18"/>
              </w:numPr>
              <w:spacing w:before="100" w:after="200"/>
              <w:ind w:left="1156"/>
            </w:pPr>
            <w:r>
              <w:t>Du glemmer at røre rundt i vandet inden sluttemperaturen måles.</w:t>
            </w:r>
          </w:p>
          <w:p w14:paraId="44422D04" w14:textId="77777777" w:rsidR="00E01520" w:rsidRDefault="00E01520" w:rsidP="00E01520">
            <w:pPr>
              <w:pStyle w:val="Listeafsnit"/>
              <w:ind w:left="1156"/>
            </w:pPr>
          </w:p>
          <w:p w14:paraId="39C5CDB7" w14:textId="77777777" w:rsidR="00E01520" w:rsidRDefault="00E01520" w:rsidP="00E01520">
            <w:pPr>
              <w:pStyle w:val="Listeafsnit"/>
              <w:numPr>
                <w:ilvl w:val="0"/>
                <w:numId w:val="18"/>
              </w:numPr>
              <w:spacing w:before="100" w:after="200"/>
              <w:ind w:left="1156"/>
            </w:pPr>
            <w:r>
              <w:t xml:space="preserve">Isen er koldere end </w:t>
            </w:r>
            <m:oMath>
              <m:r>
                <w:rPr>
                  <w:rFonts w:ascii="Cambria Math" w:hAnsi="Cambria Math"/>
                </w:rPr>
                <m:t>0 °</m:t>
              </m:r>
              <m:r>
                <m:rPr>
                  <m:nor/>
                </m:rPr>
                <w:rPr>
                  <w:rFonts w:ascii="Cambria Math" w:hAnsi="Cambria Math"/>
                </w:rPr>
                <m:t>C</m:t>
              </m:r>
            </m:oMath>
            <w:r>
              <w:t xml:space="preserve"> når den puttes i vandet.</w:t>
            </w:r>
          </w:p>
          <w:p w14:paraId="7471C875" w14:textId="77777777" w:rsidR="00E01520" w:rsidRDefault="00E01520" w:rsidP="00E01520">
            <w:pPr>
              <w:pStyle w:val="Listeafsnit"/>
              <w:ind w:left="1156"/>
            </w:pPr>
          </w:p>
          <w:p w14:paraId="4C242EAF" w14:textId="77777777" w:rsidR="00E01520" w:rsidRDefault="00E01520" w:rsidP="00E01520">
            <w:pPr>
              <w:pStyle w:val="Listeafsnit"/>
              <w:numPr>
                <w:ilvl w:val="0"/>
                <w:numId w:val="18"/>
              </w:numPr>
              <w:spacing w:before="100" w:after="200"/>
              <w:ind w:left="1156"/>
            </w:pPr>
            <w:r>
              <w:t>Du glemmer at tørre isen – dvs. der er smeltevand på isen.</w:t>
            </w:r>
          </w:p>
          <w:p w14:paraId="452748E6" w14:textId="77777777" w:rsidR="00E01520" w:rsidRDefault="00E01520" w:rsidP="00E01520">
            <w:pPr>
              <w:pStyle w:val="Listeafsnit"/>
            </w:pPr>
          </w:p>
          <w:p w14:paraId="31DABE83" w14:textId="7457AFFC" w:rsidR="001D2002" w:rsidRDefault="001D2002" w:rsidP="001D2002">
            <w:pPr>
              <w:pStyle w:val="Listeafsnit"/>
              <w:numPr>
                <w:ilvl w:val="0"/>
                <w:numId w:val="20"/>
              </w:numPr>
            </w:pPr>
            <w:r>
              <w:t>Udfør nu i gruppen et forsøg til bestemmelse af vands specifikke smeltevarme.</w:t>
            </w:r>
            <w:r w:rsidR="00E01520">
              <w:br/>
            </w:r>
            <w:r>
              <w:t xml:space="preserve">Start med at </w:t>
            </w:r>
            <w:r w:rsidR="00E01520">
              <w:t>overveje</w:t>
            </w:r>
            <w:r>
              <w:t xml:space="preserve">, hvad I skal </w:t>
            </w:r>
            <w:r w:rsidR="00E01520">
              <w:t xml:space="preserve">huske at </w:t>
            </w:r>
            <w:r>
              <w:t xml:space="preserve">måle, </w:t>
            </w:r>
            <w:r w:rsidR="00E01520">
              <w:t xml:space="preserve">når </w:t>
            </w:r>
            <w:r>
              <w:t>I udfører forsøget.</w:t>
            </w:r>
            <w:r w:rsidR="00E01520">
              <w:br/>
            </w:r>
            <w:r>
              <w:t>Sørg for, at isterningen er tør, når den kommer ned i vandet.</w:t>
            </w:r>
          </w:p>
          <w:p w14:paraId="31F71CB4" w14:textId="1188380B" w:rsidR="001D2002" w:rsidRPr="00336837" w:rsidRDefault="001D2002" w:rsidP="001D2002"/>
        </w:tc>
      </w:tr>
    </w:tbl>
    <w:p w14:paraId="3AB9D5A2" w14:textId="38BB5CE0" w:rsidR="00755D45" w:rsidRPr="00336837" w:rsidRDefault="00755D45">
      <w:pPr>
        <w:spacing w:line="276" w:lineRule="auto"/>
      </w:pP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7A6E" w:rsidRPr="00336837" w14:paraId="33707644" w14:textId="77777777" w:rsidTr="00343530">
        <w:tc>
          <w:tcPr>
            <w:tcW w:w="9628" w:type="dxa"/>
            <w:shd w:val="clear" w:color="auto" w:fill="FBCB9A" w:themeFill="accent1" w:themeFillTint="66"/>
          </w:tcPr>
          <w:p w14:paraId="064580F2" w14:textId="229318E9" w:rsidR="00717A6E" w:rsidRPr="00336837" w:rsidRDefault="00717A6E" w:rsidP="00832200">
            <w:pPr>
              <w:pStyle w:val="Overskrift3"/>
            </w:pPr>
            <w:r w:rsidRPr="00336837">
              <w:t>Databehandling</w:t>
            </w:r>
          </w:p>
        </w:tc>
      </w:tr>
      <w:tr w:rsidR="00717A6E" w:rsidRPr="00336837" w14:paraId="4F0BF618" w14:textId="77777777" w:rsidTr="00832200">
        <w:tc>
          <w:tcPr>
            <w:tcW w:w="9628" w:type="dxa"/>
          </w:tcPr>
          <w:p w14:paraId="7C75EAF0" w14:textId="77777777" w:rsidR="00717A6E" w:rsidRPr="00336837" w:rsidRDefault="00717A6E" w:rsidP="00832200"/>
          <w:p w14:paraId="52C2EA07" w14:textId="2B316077" w:rsidR="00717A6E" w:rsidRDefault="001D2002" w:rsidP="001D2002">
            <w:pPr>
              <w:pStyle w:val="Listeafsnit"/>
              <w:numPr>
                <w:ilvl w:val="0"/>
                <w:numId w:val="17"/>
              </w:numPr>
            </w:pPr>
            <w:r>
              <w:t>Bestem vands specifikke smeltevarme ud fra dit forsøg,</w:t>
            </w:r>
          </w:p>
          <w:p w14:paraId="204E8362" w14:textId="77777777" w:rsidR="001D2002" w:rsidRDefault="001D2002" w:rsidP="001D2002">
            <w:pPr>
              <w:pStyle w:val="Listeafsnit"/>
            </w:pPr>
          </w:p>
          <w:p w14:paraId="5281FB58" w14:textId="54A6C438" w:rsidR="001D2002" w:rsidRPr="00336837" w:rsidRDefault="00A855E0" w:rsidP="001D2002">
            <w:pPr>
              <w:pStyle w:val="Listeafsnit"/>
              <w:numPr>
                <w:ilvl w:val="0"/>
                <w:numId w:val="17"/>
              </w:numPr>
            </w:pPr>
            <w:r>
              <w:t>Bestem den absolutte afvigelse og den relative afvigelse for dit forsøg-</w:t>
            </w:r>
          </w:p>
          <w:p w14:paraId="1A98FDAA" w14:textId="77777777" w:rsidR="00717A6E" w:rsidRPr="00336837" w:rsidRDefault="00717A6E" w:rsidP="00717A6E">
            <w:pPr>
              <w:pStyle w:val="Listeafsnit"/>
            </w:pPr>
          </w:p>
          <w:p w14:paraId="33C35590" w14:textId="0F3E6BD6" w:rsidR="00E01520" w:rsidRDefault="001D2002" w:rsidP="00E01520">
            <w:pPr>
              <w:pStyle w:val="Listeafsnit"/>
              <w:numPr>
                <w:ilvl w:val="0"/>
                <w:numId w:val="17"/>
              </w:numPr>
            </w:pPr>
            <w:r>
              <w:t>Diskutér effekten af fejlkilder</w:t>
            </w:r>
            <w:r w:rsidR="00E01520">
              <w:t>ne nævnt ovenfor</w:t>
            </w:r>
            <w:r>
              <w:t xml:space="preserve"> i forsøget. Hvordan vil de påvirke dine beregninger og dit resultat?</w:t>
            </w:r>
          </w:p>
          <w:p w14:paraId="609BAB6A" w14:textId="7F04A81B" w:rsidR="004102D6" w:rsidRPr="00336837" w:rsidRDefault="004102D6" w:rsidP="004102D6"/>
        </w:tc>
      </w:tr>
    </w:tbl>
    <w:p w14:paraId="462B16D1" w14:textId="22C08D3B" w:rsidR="00343530" w:rsidRDefault="00343530" w:rsidP="00CF46D5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D05D6" w:rsidRPr="00F70272" w14:paraId="695C7DE9" w14:textId="77777777" w:rsidTr="007F346C">
        <w:tc>
          <w:tcPr>
            <w:tcW w:w="9628" w:type="dxa"/>
            <w:shd w:val="clear" w:color="auto" w:fill="E6D5BC" w:themeFill="accent6" w:themeFillTint="66"/>
          </w:tcPr>
          <w:p w14:paraId="10D57E57" w14:textId="77777777" w:rsidR="00CD05D6" w:rsidRPr="00F70272" w:rsidRDefault="00CD05D6" w:rsidP="007F346C">
            <w:pPr>
              <w:pStyle w:val="Overskrift3"/>
            </w:pPr>
            <w:r>
              <w:t>Afrapportering: Journal</w:t>
            </w:r>
          </w:p>
        </w:tc>
      </w:tr>
      <w:tr w:rsidR="00CD05D6" w:rsidRPr="00CD2A47" w14:paraId="12AB1C67" w14:textId="77777777" w:rsidTr="007F346C">
        <w:tc>
          <w:tcPr>
            <w:tcW w:w="9628" w:type="dxa"/>
          </w:tcPr>
          <w:p w14:paraId="1C57373A" w14:textId="77777777" w:rsidR="00CD05D6" w:rsidRDefault="00CD05D6" w:rsidP="007F346C"/>
          <w:p w14:paraId="58EE6EE8" w14:textId="77777777" w:rsidR="00CD05D6" w:rsidRDefault="00CD05D6" w:rsidP="007F346C">
            <w:r>
              <w:t>I din afrapportering, skal du:</w:t>
            </w:r>
          </w:p>
          <w:p w14:paraId="4E219505" w14:textId="77777777" w:rsidR="00CD05D6" w:rsidRDefault="00CD05D6" w:rsidP="007F346C"/>
          <w:p w14:paraId="795EB961" w14:textId="1B6E7D3B" w:rsidR="00CD05D6" w:rsidRDefault="00CD05D6" w:rsidP="00CD05D6">
            <w:pPr>
              <w:pStyle w:val="Listeafsnit"/>
              <w:numPr>
                <w:ilvl w:val="0"/>
                <w:numId w:val="19"/>
              </w:numPr>
              <w:spacing w:before="100" w:after="200"/>
            </w:pPr>
            <w:r>
              <w:t>Lave en kort beskrivelse og forklaring af forsøget.</w:t>
            </w:r>
          </w:p>
          <w:p w14:paraId="78C70F54" w14:textId="77777777" w:rsidR="00CD05D6" w:rsidRDefault="00CD05D6" w:rsidP="00CD05D6">
            <w:pPr>
              <w:pStyle w:val="Listeafsnit"/>
              <w:spacing w:before="100" w:after="200"/>
            </w:pPr>
          </w:p>
          <w:p w14:paraId="2DB7777E" w14:textId="59011BAC" w:rsidR="00CD05D6" w:rsidRDefault="00CD05D6" w:rsidP="00CD05D6">
            <w:pPr>
              <w:pStyle w:val="Listeafsnit"/>
              <w:numPr>
                <w:ilvl w:val="0"/>
                <w:numId w:val="19"/>
              </w:numPr>
              <w:spacing w:before="100" w:after="200"/>
            </w:pPr>
            <w:r>
              <w:t>Forklar</w:t>
            </w:r>
            <w:r w:rsidR="00AC2E5E">
              <w:t>e</w:t>
            </w:r>
            <w:r>
              <w:t>, hvor</w:t>
            </w:r>
            <w:r w:rsidR="00981037">
              <w:t>dan vi kommer frem til</w:t>
            </w:r>
            <w:r>
              <w:t xml:space="preserve"> nedenstående forme</w:t>
            </w:r>
            <w:r w:rsidR="00F13E3E">
              <w:t>l</w:t>
            </w:r>
            <w:r>
              <w:t>:</w:t>
            </w:r>
          </w:p>
          <w:p w14:paraId="4E08787F" w14:textId="77777777" w:rsidR="00CD05D6" w:rsidRDefault="00CD05D6" w:rsidP="00CD05D6">
            <w:pPr>
              <w:pStyle w:val="Listeafsnit"/>
            </w:pPr>
          </w:p>
          <w:p w14:paraId="12FA488C" w14:textId="77777777" w:rsidR="00CD05D6" w:rsidRPr="00813ED0" w:rsidRDefault="00CD05D6" w:rsidP="00CD05D6">
            <w:pPr>
              <w:pStyle w:val="Listeafsnit"/>
              <w:spacing w:before="100" w:after="200"/>
            </w:pPr>
            <m:oMathPara>
              <m:oMath>
                <m:r>
                  <w:rPr>
                    <w:rFonts w:ascii="Cambria Math" w:hAnsi="Cambria Math"/>
                  </w:rPr>
                  <m:t>0=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is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Cambria Math" w:hAnsi="Cambria Math"/>
                          </w:rPr>
                          <m:t>slut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-0 °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C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vand</m:t>
                    </m:r>
                  </m:sub>
                </m:sSub>
                <m:r>
                  <w:rPr>
                    <w:rFonts w:ascii="Cambria Math" w:hAnsi="Cambria Math"/>
                  </w:rPr>
                  <m:t>⋅(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slut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start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oMath>
            </m:oMathPara>
          </w:p>
          <w:p w14:paraId="41FAB2E7" w14:textId="77777777" w:rsidR="00CD05D6" w:rsidRDefault="00CD05D6" w:rsidP="007F346C">
            <w:pPr>
              <w:pStyle w:val="Listeafsnit"/>
              <w:spacing w:before="100" w:after="200"/>
            </w:pPr>
          </w:p>
          <w:p w14:paraId="49AE1AB7" w14:textId="77777777" w:rsidR="00CD05D6" w:rsidRDefault="00CD05D6" w:rsidP="00CD05D6">
            <w:pPr>
              <w:pStyle w:val="Listeafsnit"/>
              <w:numPr>
                <w:ilvl w:val="0"/>
                <w:numId w:val="19"/>
              </w:numPr>
              <w:spacing w:before="100" w:after="200"/>
            </w:pPr>
            <w:r>
              <w:t>Præsentere dine data og forklare din databehandling inkl. den relative afvigelse.</w:t>
            </w:r>
          </w:p>
          <w:p w14:paraId="3743AD4E" w14:textId="77777777" w:rsidR="00CD05D6" w:rsidRDefault="00CD05D6" w:rsidP="007F346C">
            <w:pPr>
              <w:pStyle w:val="Listeafsnit"/>
            </w:pPr>
          </w:p>
          <w:p w14:paraId="3143D765" w14:textId="5AE72201" w:rsidR="00CD05D6" w:rsidRPr="00CD2A47" w:rsidRDefault="00CD05D6" w:rsidP="00AC2E5E">
            <w:pPr>
              <w:pStyle w:val="Listeafsnit"/>
              <w:numPr>
                <w:ilvl w:val="0"/>
                <w:numId w:val="19"/>
              </w:numPr>
              <w:spacing w:before="100" w:after="200"/>
            </w:pPr>
            <w:r>
              <w:t>Præsentere og diskutere dine fejlkilder.</w:t>
            </w:r>
          </w:p>
        </w:tc>
      </w:tr>
    </w:tbl>
    <w:p w14:paraId="4FF6C5EF" w14:textId="77777777" w:rsidR="00CD05D6" w:rsidRPr="00336837" w:rsidRDefault="00CD05D6" w:rsidP="00CF46D5"/>
    <w:sectPr w:rsidR="00CD05D6" w:rsidRPr="00336837" w:rsidSect="00F70272">
      <w:headerReference w:type="default" r:id="rId10"/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89A85" w14:textId="77777777" w:rsidR="0095180A" w:rsidRDefault="0095180A" w:rsidP="003D786E">
      <w:pPr>
        <w:spacing w:before="0" w:after="0"/>
      </w:pPr>
      <w:r>
        <w:separator/>
      </w:r>
    </w:p>
    <w:p w14:paraId="4C6CC060" w14:textId="77777777" w:rsidR="0095180A" w:rsidRDefault="0095180A"/>
  </w:endnote>
  <w:endnote w:type="continuationSeparator" w:id="0">
    <w:p w14:paraId="095452F3" w14:textId="77777777" w:rsidR="0095180A" w:rsidRDefault="0095180A" w:rsidP="003D786E">
      <w:pPr>
        <w:spacing w:before="0" w:after="0"/>
      </w:pPr>
      <w:r>
        <w:continuationSeparator/>
      </w:r>
    </w:p>
    <w:p w14:paraId="02FEF300" w14:textId="77777777" w:rsidR="0095180A" w:rsidRDefault="009518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856471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F15BA6C" w14:textId="77777777" w:rsidR="00336837" w:rsidRDefault="00336837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D7DB4" w14:textId="77777777" w:rsidR="00336837" w:rsidRDefault="00336837">
    <w:pPr>
      <w:pStyle w:val="Sidefod"/>
    </w:pPr>
  </w:p>
  <w:p w14:paraId="77EC2C44" w14:textId="77777777" w:rsidR="00336837" w:rsidRDefault="0033683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EDAD6D" w14:textId="77777777" w:rsidR="0095180A" w:rsidRDefault="0095180A" w:rsidP="003D786E">
      <w:pPr>
        <w:spacing w:before="0" w:after="0"/>
      </w:pPr>
      <w:r>
        <w:separator/>
      </w:r>
    </w:p>
    <w:p w14:paraId="2E23383E" w14:textId="77777777" w:rsidR="0095180A" w:rsidRDefault="0095180A"/>
  </w:footnote>
  <w:footnote w:type="continuationSeparator" w:id="0">
    <w:p w14:paraId="3B9FA2ED" w14:textId="77777777" w:rsidR="0095180A" w:rsidRDefault="0095180A" w:rsidP="003D786E">
      <w:pPr>
        <w:spacing w:before="0" w:after="0"/>
      </w:pPr>
      <w:r>
        <w:continuationSeparator/>
      </w:r>
    </w:p>
    <w:p w14:paraId="763A310A" w14:textId="77777777" w:rsidR="0095180A" w:rsidRDefault="009518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621C0" w14:textId="26BA1EF3" w:rsidR="00336837" w:rsidRPr="003D786E" w:rsidRDefault="00336837" w:rsidP="003D786E">
    <w:pPr>
      <w:pStyle w:val="Sidehoved"/>
    </w:pPr>
    <w:r>
      <w:tab/>
    </w:r>
    <w:fldSimple w:instr=" STYLEREF  Titel  \* MERGEFORMAT ">
      <w:r w:rsidR="00E06F38" w:rsidRPr="00E06F38">
        <w:rPr>
          <w:b/>
          <w:bCs/>
          <w:noProof/>
        </w:rPr>
        <w:t>Forsøg:</w:t>
      </w:r>
      <w:r w:rsidR="00E06F38">
        <w:rPr>
          <w:noProof/>
        </w:rPr>
        <w:t xml:space="preserve"> Vands specifikke smeltevarme</w:t>
      </w:r>
    </w:fldSimple>
    <w:r>
      <w:tab/>
    </w:r>
  </w:p>
  <w:p w14:paraId="15D9A0B7" w14:textId="77777777" w:rsidR="00336837" w:rsidRDefault="0033683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B08FE"/>
    <w:multiLevelType w:val="hybridMultilevel"/>
    <w:tmpl w:val="8334FEB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E3C25"/>
    <w:multiLevelType w:val="hybridMultilevel"/>
    <w:tmpl w:val="4590397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6476"/>
    <w:multiLevelType w:val="hybridMultilevel"/>
    <w:tmpl w:val="46C684C6"/>
    <w:lvl w:ilvl="0" w:tplc="1772D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DC797D"/>
    <w:multiLevelType w:val="hybridMultilevel"/>
    <w:tmpl w:val="0AC687BA"/>
    <w:lvl w:ilvl="0" w:tplc="C646F27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01188"/>
    <w:multiLevelType w:val="hybridMultilevel"/>
    <w:tmpl w:val="AD74EBE8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07046"/>
    <w:multiLevelType w:val="multilevel"/>
    <w:tmpl w:val="DC5EA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9D7BB3"/>
    <w:multiLevelType w:val="hybridMultilevel"/>
    <w:tmpl w:val="855810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B32E1"/>
    <w:multiLevelType w:val="hybridMultilevel"/>
    <w:tmpl w:val="E902A79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C7844"/>
    <w:multiLevelType w:val="hybridMultilevel"/>
    <w:tmpl w:val="028AE196"/>
    <w:lvl w:ilvl="0" w:tplc="DE90F7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02A42"/>
    <w:multiLevelType w:val="hybridMultilevel"/>
    <w:tmpl w:val="45FE82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D79AB"/>
    <w:multiLevelType w:val="hybridMultilevel"/>
    <w:tmpl w:val="A3ACA5D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11F13"/>
    <w:multiLevelType w:val="hybridMultilevel"/>
    <w:tmpl w:val="E092CC5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57BDD"/>
    <w:multiLevelType w:val="hybridMultilevel"/>
    <w:tmpl w:val="88942C0E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15C29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CB740D"/>
    <w:multiLevelType w:val="hybridMultilevel"/>
    <w:tmpl w:val="904080C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DE04FB"/>
    <w:multiLevelType w:val="hybridMultilevel"/>
    <w:tmpl w:val="68866E22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D4CC5"/>
    <w:multiLevelType w:val="hybridMultilevel"/>
    <w:tmpl w:val="884C33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70548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E2FDD"/>
    <w:multiLevelType w:val="hybridMultilevel"/>
    <w:tmpl w:val="1E6A3C5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4476B0"/>
    <w:multiLevelType w:val="hybridMultilevel"/>
    <w:tmpl w:val="9DF06C6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D10CCB"/>
    <w:multiLevelType w:val="hybridMultilevel"/>
    <w:tmpl w:val="6E1ED8A8"/>
    <w:lvl w:ilvl="0" w:tplc="8FEE117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C1798A"/>
    <w:multiLevelType w:val="hybridMultilevel"/>
    <w:tmpl w:val="C24676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AD39DD"/>
    <w:multiLevelType w:val="hybridMultilevel"/>
    <w:tmpl w:val="0734AB4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1C316E"/>
    <w:multiLevelType w:val="hybridMultilevel"/>
    <w:tmpl w:val="8F6CC18A"/>
    <w:lvl w:ilvl="0" w:tplc="4DC0583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E907B1"/>
    <w:multiLevelType w:val="hybridMultilevel"/>
    <w:tmpl w:val="A678F90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925DE"/>
    <w:multiLevelType w:val="hybridMultilevel"/>
    <w:tmpl w:val="E8BAADB8"/>
    <w:lvl w:ilvl="0" w:tplc="DAA46A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D2EAA"/>
    <w:multiLevelType w:val="hybridMultilevel"/>
    <w:tmpl w:val="C2025FF6"/>
    <w:lvl w:ilvl="0" w:tplc="04060017">
      <w:start w:val="1"/>
      <w:numFmt w:val="lowerLetter"/>
      <w:lvlText w:val="%1)"/>
      <w:lvlJc w:val="left"/>
      <w:pPr>
        <w:ind w:left="1125" w:hanging="360"/>
      </w:pPr>
    </w:lvl>
    <w:lvl w:ilvl="1" w:tplc="04060019" w:tentative="1">
      <w:start w:val="1"/>
      <w:numFmt w:val="lowerLetter"/>
      <w:lvlText w:val="%2."/>
      <w:lvlJc w:val="left"/>
      <w:pPr>
        <w:ind w:left="1845" w:hanging="360"/>
      </w:pPr>
    </w:lvl>
    <w:lvl w:ilvl="2" w:tplc="0406001B" w:tentative="1">
      <w:start w:val="1"/>
      <w:numFmt w:val="lowerRoman"/>
      <w:lvlText w:val="%3."/>
      <w:lvlJc w:val="right"/>
      <w:pPr>
        <w:ind w:left="2565" w:hanging="180"/>
      </w:pPr>
    </w:lvl>
    <w:lvl w:ilvl="3" w:tplc="0406000F" w:tentative="1">
      <w:start w:val="1"/>
      <w:numFmt w:val="decimal"/>
      <w:lvlText w:val="%4."/>
      <w:lvlJc w:val="left"/>
      <w:pPr>
        <w:ind w:left="3285" w:hanging="360"/>
      </w:pPr>
    </w:lvl>
    <w:lvl w:ilvl="4" w:tplc="04060019" w:tentative="1">
      <w:start w:val="1"/>
      <w:numFmt w:val="lowerLetter"/>
      <w:lvlText w:val="%5."/>
      <w:lvlJc w:val="left"/>
      <w:pPr>
        <w:ind w:left="4005" w:hanging="360"/>
      </w:pPr>
    </w:lvl>
    <w:lvl w:ilvl="5" w:tplc="0406001B" w:tentative="1">
      <w:start w:val="1"/>
      <w:numFmt w:val="lowerRoman"/>
      <w:lvlText w:val="%6."/>
      <w:lvlJc w:val="right"/>
      <w:pPr>
        <w:ind w:left="4725" w:hanging="180"/>
      </w:pPr>
    </w:lvl>
    <w:lvl w:ilvl="6" w:tplc="0406000F" w:tentative="1">
      <w:start w:val="1"/>
      <w:numFmt w:val="decimal"/>
      <w:lvlText w:val="%7."/>
      <w:lvlJc w:val="left"/>
      <w:pPr>
        <w:ind w:left="5445" w:hanging="360"/>
      </w:pPr>
    </w:lvl>
    <w:lvl w:ilvl="7" w:tplc="04060019" w:tentative="1">
      <w:start w:val="1"/>
      <w:numFmt w:val="lowerLetter"/>
      <w:lvlText w:val="%8."/>
      <w:lvlJc w:val="left"/>
      <w:pPr>
        <w:ind w:left="6165" w:hanging="360"/>
      </w:pPr>
    </w:lvl>
    <w:lvl w:ilvl="8" w:tplc="0406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7" w15:restartNumberingAfterBreak="0">
    <w:nsid w:val="59960A85"/>
    <w:multiLevelType w:val="hybridMultilevel"/>
    <w:tmpl w:val="4024FBB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B6D4F"/>
    <w:multiLevelType w:val="hybridMultilevel"/>
    <w:tmpl w:val="904080C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003E2E"/>
    <w:multiLevelType w:val="hybridMultilevel"/>
    <w:tmpl w:val="959628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85505"/>
    <w:multiLevelType w:val="hybridMultilevel"/>
    <w:tmpl w:val="63A4F5AE"/>
    <w:lvl w:ilvl="0" w:tplc="9AB827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373D17"/>
    <w:multiLevelType w:val="hybridMultilevel"/>
    <w:tmpl w:val="1E6A3C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852BB"/>
    <w:multiLevelType w:val="hybridMultilevel"/>
    <w:tmpl w:val="EA0EC8D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73B05"/>
    <w:multiLevelType w:val="hybridMultilevel"/>
    <w:tmpl w:val="0C2AFB2C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FEE117E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A1C5E"/>
    <w:multiLevelType w:val="hybridMultilevel"/>
    <w:tmpl w:val="B1D0FFA2"/>
    <w:lvl w:ilvl="0" w:tplc="7FFEC06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C63"/>
    <w:multiLevelType w:val="hybridMultilevel"/>
    <w:tmpl w:val="884C33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3F6A18"/>
    <w:multiLevelType w:val="hybridMultilevel"/>
    <w:tmpl w:val="A37A28C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4B3F37"/>
    <w:multiLevelType w:val="hybridMultilevel"/>
    <w:tmpl w:val="051668F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94DEC"/>
    <w:multiLevelType w:val="hybridMultilevel"/>
    <w:tmpl w:val="E434276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44C4A"/>
    <w:multiLevelType w:val="hybridMultilevel"/>
    <w:tmpl w:val="3F88BEE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09E7"/>
    <w:multiLevelType w:val="hybridMultilevel"/>
    <w:tmpl w:val="46C684C6"/>
    <w:lvl w:ilvl="0" w:tplc="1772D1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2959116">
    <w:abstractNumId w:val="32"/>
  </w:num>
  <w:num w:numId="2" w16cid:durableId="1618828849">
    <w:abstractNumId w:val="10"/>
  </w:num>
  <w:num w:numId="3" w16cid:durableId="1161195413">
    <w:abstractNumId w:val="7"/>
  </w:num>
  <w:num w:numId="4" w16cid:durableId="1619751896">
    <w:abstractNumId w:val="8"/>
  </w:num>
  <w:num w:numId="5" w16cid:durableId="149837022">
    <w:abstractNumId w:val="5"/>
  </w:num>
  <w:num w:numId="6" w16cid:durableId="1445080674">
    <w:abstractNumId w:val="23"/>
  </w:num>
  <w:num w:numId="7" w16cid:durableId="738677281">
    <w:abstractNumId w:val="20"/>
  </w:num>
  <w:num w:numId="8" w16cid:durableId="1837526626">
    <w:abstractNumId w:val="12"/>
  </w:num>
  <w:num w:numId="9" w16cid:durableId="1968049162">
    <w:abstractNumId w:val="1"/>
  </w:num>
  <w:num w:numId="10" w16cid:durableId="272906003">
    <w:abstractNumId w:val="29"/>
  </w:num>
  <w:num w:numId="11" w16cid:durableId="987246812">
    <w:abstractNumId w:val="33"/>
  </w:num>
  <w:num w:numId="12" w16cid:durableId="1164665439">
    <w:abstractNumId w:val="40"/>
  </w:num>
  <w:num w:numId="13" w16cid:durableId="1580941603">
    <w:abstractNumId w:val="2"/>
  </w:num>
  <w:num w:numId="14" w16cid:durableId="542837282">
    <w:abstractNumId w:val="30"/>
  </w:num>
  <w:num w:numId="15" w16cid:durableId="1642493425">
    <w:abstractNumId w:val="0"/>
  </w:num>
  <w:num w:numId="16" w16cid:durableId="1896354025">
    <w:abstractNumId w:val="11"/>
  </w:num>
  <w:num w:numId="17" w16cid:durableId="913975638">
    <w:abstractNumId w:val="4"/>
  </w:num>
  <w:num w:numId="18" w16cid:durableId="540364248">
    <w:abstractNumId w:val="15"/>
  </w:num>
  <w:num w:numId="19" w16cid:durableId="1852572944">
    <w:abstractNumId w:val="3"/>
  </w:num>
  <w:num w:numId="20" w16cid:durableId="1004431062">
    <w:abstractNumId w:val="38"/>
  </w:num>
  <w:num w:numId="21" w16cid:durableId="1306743145">
    <w:abstractNumId w:val="13"/>
  </w:num>
  <w:num w:numId="22" w16cid:durableId="1624382866">
    <w:abstractNumId w:val="26"/>
  </w:num>
  <w:num w:numId="23" w16cid:durableId="1868567733">
    <w:abstractNumId w:val="24"/>
  </w:num>
  <w:num w:numId="24" w16cid:durableId="1091778493">
    <w:abstractNumId w:val="17"/>
  </w:num>
  <w:num w:numId="25" w16cid:durableId="779644563">
    <w:abstractNumId w:val="27"/>
  </w:num>
  <w:num w:numId="26" w16cid:durableId="141700218">
    <w:abstractNumId w:val="18"/>
  </w:num>
  <w:num w:numId="27" w16cid:durableId="33622020">
    <w:abstractNumId w:val="16"/>
  </w:num>
  <w:num w:numId="28" w16cid:durableId="439953678">
    <w:abstractNumId w:val="35"/>
  </w:num>
  <w:num w:numId="29" w16cid:durableId="2012559979">
    <w:abstractNumId w:val="36"/>
  </w:num>
  <w:num w:numId="30" w16cid:durableId="1845708699">
    <w:abstractNumId w:val="31"/>
  </w:num>
  <w:num w:numId="31" w16cid:durableId="747312047">
    <w:abstractNumId w:val="21"/>
  </w:num>
  <w:num w:numId="32" w16cid:durableId="1567490151">
    <w:abstractNumId w:val="14"/>
  </w:num>
  <w:num w:numId="33" w16cid:durableId="1845044664">
    <w:abstractNumId w:val="9"/>
  </w:num>
  <w:num w:numId="34" w16cid:durableId="810557811">
    <w:abstractNumId w:val="22"/>
  </w:num>
  <w:num w:numId="35" w16cid:durableId="2105615152">
    <w:abstractNumId w:val="39"/>
  </w:num>
  <w:num w:numId="36" w16cid:durableId="522747602">
    <w:abstractNumId w:val="37"/>
  </w:num>
  <w:num w:numId="37" w16cid:durableId="300771029">
    <w:abstractNumId w:val="19"/>
  </w:num>
  <w:num w:numId="38" w16cid:durableId="1347057565">
    <w:abstractNumId w:val="28"/>
  </w:num>
  <w:num w:numId="39" w16cid:durableId="322398970">
    <w:abstractNumId w:val="6"/>
  </w:num>
  <w:num w:numId="40" w16cid:durableId="437338901">
    <w:abstractNumId w:val="34"/>
  </w:num>
  <w:num w:numId="41" w16cid:durableId="16138269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38"/>
    <w:rsid w:val="0001093A"/>
    <w:rsid w:val="0002341E"/>
    <w:rsid w:val="00037CCD"/>
    <w:rsid w:val="00051003"/>
    <w:rsid w:val="0005510A"/>
    <w:rsid w:val="000606DD"/>
    <w:rsid w:val="000A5F9A"/>
    <w:rsid w:val="000D5A8D"/>
    <w:rsid w:val="00123A34"/>
    <w:rsid w:val="001946BD"/>
    <w:rsid w:val="001D2002"/>
    <w:rsid w:val="001F1B2D"/>
    <w:rsid w:val="002332F3"/>
    <w:rsid w:val="002429B0"/>
    <w:rsid w:val="00280CF0"/>
    <w:rsid w:val="002E25E6"/>
    <w:rsid w:val="00300972"/>
    <w:rsid w:val="003069E2"/>
    <w:rsid w:val="00306C81"/>
    <w:rsid w:val="00322396"/>
    <w:rsid w:val="00324BB8"/>
    <w:rsid w:val="00336837"/>
    <w:rsid w:val="00343530"/>
    <w:rsid w:val="00356EC1"/>
    <w:rsid w:val="003A4A4B"/>
    <w:rsid w:val="003C54AC"/>
    <w:rsid w:val="003D786E"/>
    <w:rsid w:val="004102D6"/>
    <w:rsid w:val="004146B9"/>
    <w:rsid w:val="00432925"/>
    <w:rsid w:val="004727BC"/>
    <w:rsid w:val="00496B0A"/>
    <w:rsid w:val="004A397A"/>
    <w:rsid w:val="004F5981"/>
    <w:rsid w:val="005044A4"/>
    <w:rsid w:val="00515380"/>
    <w:rsid w:val="00570309"/>
    <w:rsid w:val="005A3463"/>
    <w:rsid w:val="005A6BAB"/>
    <w:rsid w:val="00626DCA"/>
    <w:rsid w:val="0063456E"/>
    <w:rsid w:val="00637055"/>
    <w:rsid w:val="0068269E"/>
    <w:rsid w:val="00697592"/>
    <w:rsid w:val="006E7938"/>
    <w:rsid w:val="00717A6E"/>
    <w:rsid w:val="00755D45"/>
    <w:rsid w:val="00784345"/>
    <w:rsid w:val="007B17DA"/>
    <w:rsid w:val="007D03CE"/>
    <w:rsid w:val="00813ED0"/>
    <w:rsid w:val="00832200"/>
    <w:rsid w:val="008328AA"/>
    <w:rsid w:val="00850921"/>
    <w:rsid w:val="008554C6"/>
    <w:rsid w:val="00865F4C"/>
    <w:rsid w:val="00885E38"/>
    <w:rsid w:val="00887958"/>
    <w:rsid w:val="008D7E66"/>
    <w:rsid w:val="008E120C"/>
    <w:rsid w:val="00913E1B"/>
    <w:rsid w:val="00947DCC"/>
    <w:rsid w:val="0095180A"/>
    <w:rsid w:val="00981037"/>
    <w:rsid w:val="009F483E"/>
    <w:rsid w:val="00A36755"/>
    <w:rsid w:val="00A40385"/>
    <w:rsid w:val="00A579EA"/>
    <w:rsid w:val="00A855E0"/>
    <w:rsid w:val="00A87EB4"/>
    <w:rsid w:val="00AC2E5E"/>
    <w:rsid w:val="00AF551E"/>
    <w:rsid w:val="00B52D8F"/>
    <w:rsid w:val="00B67D46"/>
    <w:rsid w:val="00BA102D"/>
    <w:rsid w:val="00BA66BF"/>
    <w:rsid w:val="00BD3286"/>
    <w:rsid w:val="00BE4A36"/>
    <w:rsid w:val="00BE56B1"/>
    <w:rsid w:val="00C054C0"/>
    <w:rsid w:val="00C07FF4"/>
    <w:rsid w:val="00C21FA4"/>
    <w:rsid w:val="00C338F0"/>
    <w:rsid w:val="00C71619"/>
    <w:rsid w:val="00CD05D6"/>
    <w:rsid w:val="00CD125A"/>
    <w:rsid w:val="00CD2A47"/>
    <w:rsid w:val="00CF46D5"/>
    <w:rsid w:val="00D420EA"/>
    <w:rsid w:val="00D71B28"/>
    <w:rsid w:val="00DA5B29"/>
    <w:rsid w:val="00DC40C8"/>
    <w:rsid w:val="00DF3208"/>
    <w:rsid w:val="00E01520"/>
    <w:rsid w:val="00E06F38"/>
    <w:rsid w:val="00E10167"/>
    <w:rsid w:val="00E123FD"/>
    <w:rsid w:val="00E66074"/>
    <w:rsid w:val="00EA2385"/>
    <w:rsid w:val="00EA3279"/>
    <w:rsid w:val="00EB28BA"/>
    <w:rsid w:val="00EE5638"/>
    <w:rsid w:val="00F13E3E"/>
    <w:rsid w:val="00F17F10"/>
    <w:rsid w:val="00F70272"/>
    <w:rsid w:val="00F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07029"/>
  <w15:chartTrackingRefBased/>
  <w15:docId w15:val="{C79C26BD-6C0F-4787-B14F-D6E4CB9D2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da-DK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ED0"/>
    <w:pPr>
      <w:spacing w:line="240" w:lineRule="auto"/>
    </w:pPr>
    <w:rPr>
      <w:sz w:val="22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C21FA4"/>
    <w:pPr>
      <w:pBdr>
        <w:top w:val="single" w:sz="24" w:space="0" w:color="F9B268" w:themeColor="accent1" w:themeTint="99"/>
        <w:left w:val="single" w:sz="24" w:space="0" w:color="F9B268" w:themeColor="accent1" w:themeTint="99"/>
        <w:bottom w:val="single" w:sz="24" w:space="0" w:color="F9B268" w:themeColor="accent1" w:themeTint="99"/>
        <w:right w:val="single" w:sz="24" w:space="0" w:color="F9B268" w:themeColor="accent1" w:themeTint="99"/>
      </w:pBdr>
      <w:shd w:val="clear" w:color="auto" w:fill="F9B268" w:themeFill="accent1" w:themeFillTint="99"/>
      <w:spacing w:after="0"/>
      <w:outlineLvl w:val="0"/>
    </w:pPr>
    <w:rPr>
      <w:b/>
      <w:spacing w:val="15"/>
      <w:szCs w:val="2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554C6"/>
    <w:pPr>
      <w:pBdr>
        <w:top w:val="single" w:sz="24" w:space="0" w:color="FDE5CC" w:themeColor="accent1" w:themeTint="33"/>
        <w:left w:val="single" w:sz="24" w:space="0" w:color="FDE5CC" w:themeColor="accent1" w:themeTint="33"/>
        <w:bottom w:val="single" w:sz="24" w:space="0" w:color="FDE5CC" w:themeColor="accent1" w:themeTint="33"/>
        <w:right w:val="single" w:sz="24" w:space="0" w:color="FDE5CC" w:themeColor="accent1" w:themeTint="33"/>
      </w:pBdr>
      <w:shd w:val="clear" w:color="auto" w:fill="FDE5CC" w:themeFill="accent1" w:themeFillTint="33"/>
      <w:spacing w:after="0"/>
      <w:outlineLvl w:val="1"/>
    </w:pPr>
    <w:rPr>
      <w:spacing w:val="15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70272"/>
    <w:pPr>
      <w:spacing w:before="0" w:after="0"/>
      <w:outlineLvl w:val="2"/>
    </w:pPr>
    <w:rPr>
      <w:b/>
      <w:bCs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A36755"/>
    <w:pPr>
      <w:pBdr>
        <w:top w:val="dotted" w:sz="6" w:space="2" w:color="F07F09" w:themeColor="accent1"/>
      </w:pBdr>
      <w:spacing w:before="200" w:after="0"/>
      <w:outlineLvl w:val="3"/>
    </w:pPr>
    <w:rPr>
      <w:color w:val="B35E06" w:themeColor="accent1" w:themeShade="BF"/>
      <w:spacing w:val="10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CD2A47"/>
    <w:pPr>
      <w:pBdr>
        <w:bottom w:val="single" w:sz="6" w:space="1" w:color="1B587C" w:themeColor="accent3"/>
      </w:pBdr>
      <w:spacing w:before="200" w:after="0"/>
      <w:outlineLvl w:val="4"/>
    </w:pPr>
    <w:rPr>
      <w:caps/>
      <w:color w:val="1B587C" w:themeColor="accent3"/>
      <w:spacing w:val="10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570309"/>
    <w:pPr>
      <w:pBdr>
        <w:bottom w:val="dotted" w:sz="6" w:space="1" w:color="F07F09" w:themeColor="accent1"/>
      </w:pBdr>
      <w:spacing w:before="200" w:after="0"/>
      <w:outlineLvl w:val="5"/>
    </w:pPr>
    <w:rPr>
      <w:caps/>
      <w:color w:val="B35E06" w:themeColor="accent1" w:themeShade="BF"/>
      <w:spacing w:val="10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70309"/>
    <w:pPr>
      <w:spacing w:before="200" w:after="0"/>
      <w:outlineLvl w:val="6"/>
    </w:pPr>
    <w:rPr>
      <w:caps/>
      <w:color w:val="B35E06" w:themeColor="accent1" w:themeShade="BF"/>
      <w:spacing w:val="10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7030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7030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Feedback">
    <w:name w:val="Feedback"/>
    <w:basedOn w:val="Normal"/>
    <w:link w:val="FeedbackTegn"/>
    <w:rsid w:val="00913E1B"/>
    <w:pPr>
      <w:spacing w:after="240"/>
    </w:pPr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FeedbackTegn">
    <w:name w:val="Feedback Tegn"/>
    <w:basedOn w:val="Standardskrifttypeiafsnit"/>
    <w:link w:val="Feedback"/>
    <w:rsid w:val="00913E1B"/>
    <w:rPr>
      <w:rFonts w:eastAsia="Times New Roman" w:cs="Times New Roman"/>
      <w:color w:val="997339" w:themeColor="accent6" w:themeShade="BF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21FA4"/>
    <w:rPr>
      <w:b/>
      <w:spacing w:val="15"/>
      <w:sz w:val="22"/>
      <w:szCs w:val="22"/>
      <w:shd w:val="clear" w:color="auto" w:fill="F9B268" w:themeFill="accent1" w:themeFillTint="99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8554C6"/>
    <w:rPr>
      <w:spacing w:val="15"/>
      <w:sz w:val="22"/>
      <w:shd w:val="clear" w:color="auto" w:fill="FDE5CC" w:themeFill="accent1" w:themeFillTint="33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70272"/>
    <w:rPr>
      <w:b/>
      <w:bCs/>
      <w:sz w:val="22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A36755"/>
    <w:rPr>
      <w:color w:val="B35E06" w:themeColor="accent1" w:themeShade="BF"/>
      <w:spacing w:val="1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D2A47"/>
    <w:rPr>
      <w:caps/>
      <w:color w:val="1B587C" w:themeColor="accent3"/>
      <w:spacing w:val="10"/>
      <w:sz w:val="22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570309"/>
    <w:rPr>
      <w:caps/>
      <w:color w:val="B35E06" w:themeColor="accent1" w:themeShade="BF"/>
      <w:spacing w:val="1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70309"/>
    <w:rPr>
      <w:caps/>
      <w:color w:val="B35E06" w:themeColor="accent1" w:themeShade="BF"/>
      <w:spacing w:val="1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70309"/>
    <w:rPr>
      <w:caps/>
      <w:spacing w:val="10"/>
      <w:sz w:val="18"/>
      <w:szCs w:val="1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70309"/>
    <w:rPr>
      <w:i/>
      <w:iCs/>
      <w:caps/>
      <w:spacing w:val="10"/>
      <w:sz w:val="18"/>
      <w:szCs w:val="18"/>
    </w:rPr>
  </w:style>
  <w:style w:type="paragraph" w:styleId="Billedtekst">
    <w:name w:val="caption"/>
    <w:basedOn w:val="Normal"/>
    <w:next w:val="Normal"/>
    <w:uiPriority w:val="35"/>
    <w:unhideWhenUsed/>
    <w:qFormat/>
    <w:rsid w:val="00570309"/>
    <w:rPr>
      <w:b/>
      <w:bCs/>
      <w:color w:val="B35E06" w:themeColor="accent1" w:themeShade="BF"/>
      <w:sz w:val="16"/>
      <w:szCs w:val="16"/>
    </w:rPr>
  </w:style>
  <w:style w:type="paragraph" w:styleId="Titel">
    <w:name w:val="Title"/>
    <w:basedOn w:val="Normal"/>
    <w:next w:val="Normal"/>
    <w:link w:val="TitelTegn"/>
    <w:uiPriority w:val="10"/>
    <w:qFormat/>
    <w:rsid w:val="00F70272"/>
    <w:pPr>
      <w:spacing w:before="0" w:after="0"/>
      <w:jc w:val="center"/>
    </w:pPr>
    <w:rPr>
      <w:rFonts w:ascii="Cambria" w:eastAsiaTheme="majorEastAsia" w:hAnsi="Cambria" w:cstheme="majorBidi"/>
      <w:b/>
      <w:spacing w:val="10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F70272"/>
    <w:rPr>
      <w:rFonts w:ascii="Cambria" w:eastAsiaTheme="majorEastAsia" w:hAnsi="Cambria" w:cstheme="majorBidi"/>
      <w:b/>
      <w:spacing w:val="10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70272"/>
    <w:pPr>
      <w:spacing w:before="0" w:after="40"/>
      <w:jc w:val="center"/>
    </w:pPr>
    <w:rPr>
      <w:rFonts w:ascii="Cambria" w:hAnsi="Cambria"/>
      <w:color w:val="404040" w:themeColor="text1" w:themeTint="BF"/>
      <w:spacing w:val="10"/>
      <w:sz w:val="28"/>
      <w:szCs w:val="21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70272"/>
    <w:rPr>
      <w:rFonts w:ascii="Cambria" w:hAnsi="Cambria"/>
      <w:color w:val="404040" w:themeColor="text1" w:themeTint="BF"/>
      <w:spacing w:val="10"/>
      <w:sz w:val="28"/>
      <w:szCs w:val="21"/>
    </w:rPr>
  </w:style>
  <w:style w:type="character" w:styleId="Strk">
    <w:name w:val="Strong"/>
    <w:uiPriority w:val="22"/>
    <w:qFormat/>
    <w:rsid w:val="00570309"/>
    <w:rPr>
      <w:b/>
      <w:bCs/>
    </w:rPr>
  </w:style>
  <w:style w:type="character" w:styleId="Fremhv">
    <w:name w:val="Emphasis"/>
    <w:uiPriority w:val="20"/>
    <w:qFormat/>
    <w:rsid w:val="00570309"/>
    <w:rPr>
      <w:caps/>
      <w:color w:val="773F04" w:themeColor="accent1" w:themeShade="7F"/>
      <w:spacing w:val="5"/>
    </w:rPr>
  </w:style>
  <w:style w:type="paragraph" w:styleId="Ingenafstand">
    <w:name w:val="No Spacing"/>
    <w:uiPriority w:val="1"/>
    <w:qFormat/>
    <w:rsid w:val="00570309"/>
    <w:pPr>
      <w:spacing w:after="0" w:line="240" w:lineRule="auto"/>
    </w:pPr>
  </w:style>
  <w:style w:type="paragraph" w:styleId="Citat">
    <w:name w:val="Quote"/>
    <w:basedOn w:val="Normal"/>
    <w:next w:val="Normal"/>
    <w:link w:val="CitatTegn"/>
    <w:uiPriority w:val="29"/>
    <w:qFormat/>
    <w:rsid w:val="00570309"/>
    <w:rPr>
      <w:i/>
      <w:iCs/>
      <w:sz w:val="24"/>
      <w:szCs w:val="24"/>
    </w:rPr>
  </w:style>
  <w:style w:type="character" w:customStyle="1" w:styleId="CitatTegn">
    <w:name w:val="Citat Tegn"/>
    <w:basedOn w:val="Standardskrifttypeiafsnit"/>
    <w:link w:val="Citat"/>
    <w:uiPriority w:val="29"/>
    <w:rsid w:val="00570309"/>
    <w:rPr>
      <w:i/>
      <w:iCs/>
      <w:sz w:val="24"/>
      <w:szCs w:val="24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570309"/>
    <w:pPr>
      <w:spacing w:before="240" w:after="240"/>
      <w:ind w:left="1080" w:right="1080"/>
      <w:jc w:val="center"/>
    </w:pPr>
    <w:rPr>
      <w:color w:val="F07F09" w:themeColor="accent1"/>
      <w:sz w:val="24"/>
      <w:szCs w:val="24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570309"/>
    <w:rPr>
      <w:color w:val="F07F09" w:themeColor="accent1"/>
      <w:sz w:val="24"/>
      <w:szCs w:val="24"/>
    </w:rPr>
  </w:style>
  <w:style w:type="character" w:styleId="Svagfremhvning">
    <w:name w:val="Subtle Emphasis"/>
    <w:uiPriority w:val="19"/>
    <w:qFormat/>
    <w:rsid w:val="00570309"/>
    <w:rPr>
      <w:i/>
      <w:iCs/>
      <w:color w:val="773F04" w:themeColor="accent1" w:themeShade="7F"/>
    </w:rPr>
  </w:style>
  <w:style w:type="character" w:styleId="Kraftigfremhvning">
    <w:name w:val="Intense Emphasis"/>
    <w:uiPriority w:val="21"/>
    <w:qFormat/>
    <w:rsid w:val="00570309"/>
    <w:rPr>
      <w:b/>
      <w:bCs/>
      <w:caps/>
      <w:color w:val="773F04" w:themeColor="accent1" w:themeShade="7F"/>
      <w:spacing w:val="10"/>
    </w:rPr>
  </w:style>
  <w:style w:type="character" w:styleId="Svaghenvisning">
    <w:name w:val="Subtle Reference"/>
    <w:uiPriority w:val="31"/>
    <w:qFormat/>
    <w:rsid w:val="00570309"/>
    <w:rPr>
      <w:b/>
      <w:bCs/>
      <w:color w:val="F07F09" w:themeColor="accent1"/>
    </w:rPr>
  </w:style>
  <w:style w:type="character" w:styleId="Kraftighenvisning">
    <w:name w:val="Intense Reference"/>
    <w:uiPriority w:val="32"/>
    <w:qFormat/>
    <w:rsid w:val="00570309"/>
    <w:rPr>
      <w:b/>
      <w:bCs/>
      <w:i/>
      <w:iCs/>
      <w:caps/>
      <w:color w:val="F07F09" w:themeColor="accent1"/>
    </w:rPr>
  </w:style>
  <w:style w:type="character" w:styleId="Bogenstitel">
    <w:name w:val="Book Title"/>
    <w:uiPriority w:val="33"/>
    <w:qFormat/>
    <w:rsid w:val="00570309"/>
    <w:rPr>
      <w:b/>
      <w:bCs/>
      <w:i/>
      <w:iCs/>
      <w:spacing w:val="0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570309"/>
    <w:pPr>
      <w:outlineLvl w:val="9"/>
    </w:pPr>
  </w:style>
  <w:style w:type="paragraph" w:styleId="Sidehoved">
    <w:name w:val="header"/>
    <w:basedOn w:val="Normal"/>
    <w:link w:val="SidehovedTegn"/>
    <w:uiPriority w:val="99"/>
    <w:unhideWhenUsed/>
    <w:rsid w:val="00356EC1"/>
    <w:pPr>
      <w:pBdr>
        <w:bottom w:val="single" w:sz="4" w:space="1" w:color="auto"/>
      </w:pBdr>
      <w:tabs>
        <w:tab w:val="center" w:pos="4819"/>
        <w:tab w:val="right" w:pos="9638"/>
      </w:tabs>
      <w:spacing w:before="0" w:after="0"/>
    </w:pPr>
    <w:rPr>
      <w:rFonts w:ascii="Calibri" w:hAnsi="Calibri"/>
    </w:rPr>
  </w:style>
  <w:style w:type="character" w:customStyle="1" w:styleId="SidehovedTegn">
    <w:name w:val="Sidehoved Tegn"/>
    <w:basedOn w:val="Standardskrifttypeiafsnit"/>
    <w:link w:val="Sidehoved"/>
    <w:uiPriority w:val="99"/>
    <w:rsid w:val="00356EC1"/>
    <w:rPr>
      <w:rFonts w:ascii="Calibri" w:hAnsi="Calibri"/>
    </w:rPr>
  </w:style>
  <w:style w:type="paragraph" w:styleId="Sidefod">
    <w:name w:val="footer"/>
    <w:basedOn w:val="Sidehoved"/>
    <w:link w:val="SidefodTegn"/>
    <w:uiPriority w:val="99"/>
    <w:unhideWhenUsed/>
    <w:rsid w:val="003D786E"/>
    <w:pPr>
      <w:pBdr>
        <w:top w:val="single" w:sz="4" w:space="1" w:color="auto"/>
        <w:bottom w:val="none" w:sz="0" w:space="0" w:color="auto"/>
      </w:pBdr>
    </w:pPr>
  </w:style>
  <w:style w:type="character" w:customStyle="1" w:styleId="SidefodTegn">
    <w:name w:val="Sidefod Tegn"/>
    <w:basedOn w:val="Standardskrifttypeiafsnit"/>
    <w:link w:val="Sidefod"/>
    <w:uiPriority w:val="99"/>
    <w:rsid w:val="003D786E"/>
  </w:style>
  <w:style w:type="character" w:styleId="Pladsholdertekst">
    <w:name w:val="Placeholder Text"/>
    <w:basedOn w:val="Standardskrifttypeiafsnit"/>
    <w:uiPriority w:val="99"/>
    <w:semiHidden/>
    <w:rsid w:val="003D786E"/>
    <w:rPr>
      <w:color w:val="808080"/>
    </w:rPr>
  </w:style>
  <w:style w:type="character" w:styleId="Hyperlink">
    <w:name w:val="Hyperlink"/>
    <w:basedOn w:val="Standardskrifttypeiafsnit"/>
    <w:uiPriority w:val="99"/>
    <w:unhideWhenUsed/>
    <w:rsid w:val="00496B0A"/>
    <w:rPr>
      <w:color w:val="0563C1"/>
      <w:u w:val="single"/>
    </w:rPr>
  </w:style>
  <w:style w:type="paragraph" w:customStyle="1" w:styleId="Ekstraopgave-Sprgsml">
    <w:name w:val="Ekstraopgave-Spørgsmål"/>
    <w:basedOn w:val="Overskrift2"/>
    <w:next w:val="Normal"/>
    <w:link w:val="Ekstraopgave-SprgsmlTegn"/>
    <w:qFormat/>
    <w:rsid w:val="00037CCD"/>
    <w:pPr>
      <w:pBdr>
        <w:top w:val="single" w:sz="24" w:space="0" w:color="F2EADD" w:themeColor="accent6" w:themeTint="33"/>
        <w:left w:val="single" w:sz="24" w:space="0" w:color="F2EADD" w:themeColor="accent6" w:themeTint="33"/>
        <w:bottom w:val="single" w:sz="24" w:space="0" w:color="F2EADD" w:themeColor="accent6" w:themeTint="33"/>
        <w:right w:val="single" w:sz="24" w:space="0" w:color="F2EADD" w:themeColor="accent6" w:themeTint="33"/>
      </w:pBdr>
      <w:shd w:val="clear" w:color="auto" w:fill="F2EADD" w:themeFill="accent6" w:themeFillTint="33"/>
    </w:pPr>
  </w:style>
  <w:style w:type="character" w:customStyle="1" w:styleId="Ekstraopgave-SprgsmlTegn">
    <w:name w:val="Ekstraopgave-Spørgsmål Tegn"/>
    <w:basedOn w:val="Overskrift2Tegn"/>
    <w:link w:val="Ekstraopgave-Sprgsml"/>
    <w:rsid w:val="00037CCD"/>
    <w:rPr>
      <w:spacing w:val="15"/>
      <w:sz w:val="22"/>
      <w:shd w:val="clear" w:color="auto" w:fill="F2EADD" w:themeFill="accent6" w:themeFillTint="33"/>
    </w:rPr>
  </w:style>
  <w:style w:type="paragraph" w:customStyle="1" w:styleId="Ekstraopave">
    <w:name w:val="Ekstraopave"/>
    <w:basedOn w:val="Overskrift1"/>
    <w:next w:val="Normal"/>
    <w:link w:val="EkstraopaveTegn"/>
    <w:qFormat/>
    <w:rsid w:val="00885E38"/>
    <w:pPr>
      <w:pBdr>
        <w:top w:val="single" w:sz="24" w:space="0" w:color="00B0F0"/>
        <w:left w:val="single" w:sz="24" w:space="0" w:color="00B0F0"/>
        <w:bottom w:val="single" w:sz="24" w:space="0" w:color="00B0F0"/>
        <w:right w:val="single" w:sz="24" w:space="0" w:color="00B0F0"/>
      </w:pBdr>
      <w:shd w:val="clear" w:color="auto" w:fill="00B0F0"/>
    </w:pPr>
  </w:style>
  <w:style w:type="character" w:customStyle="1" w:styleId="EkstraopaveTegn">
    <w:name w:val="Ekstraopave Tegn"/>
    <w:basedOn w:val="Overskrift1Tegn"/>
    <w:link w:val="Ekstraopave"/>
    <w:rsid w:val="00885E38"/>
    <w:rPr>
      <w:b/>
      <w:spacing w:val="15"/>
      <w:sz w:val="22"/>
      <w:szCs w:val="22"/>
      <w:shd w:val="clear" w:color="auto" w:fill="00B0F0"/>
    </w:rPr>
  </w:style>
  <w:style w:type="paragraph" w:styleId="NormalWeb">
    <w:name w:val="Normal (Web)"/>
    <w:basedOn w:val="Normal"/>
    <w:uiPriority w:val="99"/>
    <w:semiHidden/>
    <w:unhideWhenUsed/>
    <w:rsid w:val="009F483E"/>
    <w:pPr>
      <w:spacing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uiPriority w:val="39"/>
    <w:rsid w:val="00F7027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A5B29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429B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429B0"/>
    <w:rPr>
      <w:rFonts w:ascii="Segoe UI" w:hAnsi="Segoe UI" w:cs="Segoe UI"/>
      <w:sz w:val="18"/>
      <w:szCs w:val="18"/>
    </w:rPr>
  </w:style>
  <w:style w:type="character" w:styleId="Ulstomtale">
    <w:name w:val="Unresolved Mention"/>
    <w:basedOn w:val="Standardskrifttypeiafsnit"/>
    <w:uiPriority w:val="99"/>
    <w:semiHidden/>
    <w:unhideWhenUsed/>
    <w:rsid w:val="00E06F38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E06F38"/>
    <w:rPr>
      <w:color w:val="B26B0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9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rc\OneDrive%20-%20Risskov\Word%20skabeloner\Fors&#248;gsvejledning.dotx" TargetMode="External"/></Relationships>
</file>

<file path=word/theme/theme1.xml><?xml version="1.0" encoding="utf-8"?>
<a:theme xmlns:a="http://schemas.openxmlformats.org/drawingml/2006/main" name="Office-tema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Forsøgsvejledning.dotx</Template>
  <TotalTime>0</TotalTime>
  <Pages>4</Pages>
  <Words>848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</dc:creator>
  <cp:keywords/>
  <dc:description/>
  <cp:lastModifiedBy>Rasmus Gross Søgaard (RC | RA)</cp:lastModifiedBy>
  <cp:revision>2</cp:revision>
  <cp:lastPrinted>2024-01-08T19:49:00Z</cp:lastPrinted>
  <dcterms:created xsi:type="dcterms:W3CDTF">2024-05-30T08:47:00Z</dcterms:created>
  <dcterms:modified xsi:type="dcterms:W3CDTF">2024-05-30T08:47:00Z</dcterms:modified>
</cp:coreProperties>
</file>