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E1DFB" w14:textId="77777777" w:rsidR="00E57EA4" w:rsidRDefault="00E57EA4" w:rsidP="00E57EA4">
      <w:pPr>
        <w:rPr>
          <w:sz w:val="28"/>
          <w:szCs w:val="24"/>
        </w:rPr>
      </w:pPr>
      <w:r>
        <w:rPr>
          <w:b/>
          <w:bCs/>
          <w:sz w:val="28"/>
          <w:szCs w:val="24"/>
        </w:rPr>
        <w:t>Tænkevejledningen (stammer fra Lasse Seidelin)</w:t>
      </w:r>
    </w:p>
    <w:p w14:paraId="0EF0E534" w14:textId="77777777" w:rsidR="00E57EA4" w:rsidRDefault="00E57EA4" w:rsidP="00E57EA4">
      <w:r>
        <w:t>Ideen med tænkevejledningen er forenklet sagt, at eleverne først aktiverer og arbejder med den viden, som de skal bruge til forsøget. Det gælder typisk både teori, databehandling/opgaveregning og evt. overvejelse om udstyr.</w:t>
      </w:r>
      <w:r>
        <w:br/>
        <w:t xml:space="preserve">Har eleverne først aktiveret (og forstået) denne viden, så kan de bedre selvstændigt udføre forsøget og den efterfølgende databehandling. Når eleverne har arbejdet med teori og databehandling </w:t>
      </w:r>
      <w:r>
        <w:rPr>
          <w:b/>
          <w:bCs/>
        </w:rPr>
        <w:t>inden</w:t>
      </w:r>
      <w:r>
        <w:t xml:space="preserve"> forsøget, så kan de typisk bedre fokusere på, hvordan forsøget skal udføres i praksis og er typisk også mere opmærksomme på evt. fejlkilder (da de jo ved, hvad måleresultaterne skal bruges til).</w:t>
      </w:r>
    </w:p>
    <w:p w14:paraId="4A95A626" w14:textId="77777777" w:rsidR="00E57EA4" w:rsidRDefault="00E57EA4" w:rsidP="00E57EA4">
      <w:r>
        <w:t>Den ekstra tid som eleverne bruger i starten på opgaver, gør den markant hurtigere til forsøg og databehandling, hvorfor det i praksis ikke forlænger den samlede tid brugt på en øvelsesgang.</w:t>
      </w:r>
      <w:r>
        <w:br/>
        <w:t>Man kan også bede eleverne regne nogle eller alle ”opgaver før forsøget” som lektie/forberedelse.</w:t>
      </w:r>
    </w:p>
    <w:p w14:paraId="6A13EABA" w14:textId="77777777" w:rsidR="00E57EA4" w:rsidRDefault="00E57EA4" w:rsidP="00E57EA4">
      <w:r>
        <w:t>Tænkevejledningen kan have flere eller færre elementer. Elementerne i parentes kan evt. udelades.</w:t>
      </w: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814"/>
      </w:tblGrid>
      <w:tr w:rsidR="00E57EA4" w14:paraId="798FD20D" w14:textId="77777777" w:rsidTr="00CD61FA">
        <w:trPr>
          <w:jc w:val="center"/>
        </w:trPr>
        <w:tc>
          <w:tcPr>
            <w:tcW w:w="3539" w:type="dxa"/>
          </w:tcPr>
          <w:p w14:paraId="1920C321" w14:textId="77777777" w:rsidR="00E57EA4" w:rsidRPr="00497AB2" w:rsidRDefault="00E57EA4" w:rsidP="00CD61FA">
            <w:pPr>
              <w:rPr>
                <w:b/>
                <w:bCs/>
              </w:rPr>
            </w:pPr>
            <w:r>
              <w:rPr>
                <w:b/>
                <w:bCs/>
              </w:rPr>
              <w:t>Afsnit</w:t>
            </w:r>
          </w:p>
        </w:tc>
        <w:tc>
          <w:tcPr>
            <w:tcW w:w="4814" w:type="dxa"/>
          </w:tcPr>
          <w:p w14:paraId="18EA8F80" w14:textId="77777777" w:rsidR="00E57EA4" w:rsidRPr="00497AB2" w:rsidRDefault="00E57EA4" w:rsidP="00CD61FA">
            <w:r>
              <w:rPr>
                <w:b/>
                <w:bCs/>
              </w:rPr>
              <w:t>Uddybning</w:t>
            </w:r>
          </w:p>
        </w:tc>
      </w:tr>
      <w:tr w:rsidR="00E57EA4" w14:paraId="55D05C72" w14:textId="77777777" w:rsidTr="00CD61FA">
        <w:trPr>
          <w:jc w:val="center"/>
        </w:trPr>
        <w:tc>
          <w:tcPr>
            <w:tcW w:w="3539" w:type="dxa"/>
          </w:tcPr>
          <w:p w14:paraId="1D7A318A" w14:textId="77777777" w:rsidR="00E57EA4" w:rsidRDefault="00E57EA4" w:rsidP="00CD61FA">
            <w:r>
              <w:t>(Teori)</w:t>
            </w:r>
          </w:p>
        </w:tc>
        <w:tc>
          <w:tcPr>
            <w:tcW w:w="4814" w:type="dxa"/>
          </w:tcPr>
          <w:p w14:paraId="73CB3580" w14:textId="77777777" w:rsidR="00E57EA4" w:rsidRDefault="00E57EA4" w:rsidP="00CD61FA">
            <w:r>
              <w:t>Relevant teori for forsøget.</w:t>
            </w:r>
          </w:p>
        </w:tc>
      </w:tr>
      <w:tr w:rsidR="00E57EA4" w14:paraId="1C11573A" w14:textId="77777777" w:rsidTr="00CD61FA">
        <w:trPr>
          <w:jc w:val="center"/>
        </w:trPr>
        <w:tc>
          <w:tcPr>
            <w:tcW w:w="3539" w:type="dxa"/>
          </w:tcPr>
          <w:p w14:paraId="35775F73" w14:textId="77777777" w:rsidR="00E57EA4" w:rsidRDefault="00E57EA4" w:rsidP="00CD61FA">
            <w:r>
              <w:t>Opgaver før forsøget</w:t>
            </w:r>
          </w:p>
        </w:tc>
        <w:tc>
          <w:tcPr>
            <w:tcW w:w="4814" w:type="dxa"/>
          </w:tcPr>
          <w:p w14:paraId="3F95970B" w14:textId="77777777" w:rsidR="00E57EA4" w:rsidRDefault="00E57EA4" w:rsidP="00CD61FA">
            <w:r>
              <w:t>Her er opgaver, hvor eleverne arbejder sig igennem relevant teori og databehandling for forsøget. Evt. også en opgave, som relaterer sig til fejlkilder.</w:t>
            </w:r>
          </w:p>
          <w:p w14:paraId="68D059C9" w14:textId="77777777" w:rsidR="00E57EA4" w:rsidRPr="00497AB2" w:rsidRDefault="00E57EA4" w:rsidP="00CD61FA">
            <w:r>
              <w:t xml:space="preserve">Det er her eleverne skal arbejde med al relevant viden </w:t>
            </w:r>
            <w:r>
              <w:rPr>
                <w:b/>
                <w:bCs/>
              </w:rPr>
              <w:t>før</w:t>
            </w:r>
            <w:r>
              <w:t xml:space="preserve"> forsøget udføres.</w:t>
            </w:r>
          </w:p>
        </w:tc>
      </w:tr>
      <w:tr w:rsidR="00E57EA4" w14:paraId="7FEECA3D" w14:textId="77777777" w:rsidTr="00CD61FA">
        <w:trPr>
          <w:jc w:val="center"/>
        </w:trPr>
        <w:tc>
          <w:tcPr>
            <w:tcW w:w="3539" w:type="dxa"/>
          </w:tcPr>
          <w:p w14:paraId="604C126D" w14:textId="77777777" w:rsidR="00E57EA4" w:rsidRDefault="00E57EA4" w:rsidP="00CD61FA">
            <w:r>
              <w:t>Forsøget</w:t>
            </w:r>
          </w:p>
        </w:tc>
        <w:tc>
          <w:tcPr>
            <w:tcW w:w="4814" w:type="dxa"/>
          </w:tcPr>
          <w:p w14:paraId="616BCEF0" w14:textId="77777777" w:rsidR="00E57EA4" w:rsidRDefault="00E57EA4" w:rsidP="00CD61FA">
            <w:r>
              <w:t>En kort instruktion i, hvilket forsøg der skal udføres (og evt. sikkerhedsanvisninger).</w:t>
            </w:r>
          </w:p>
        </w:tc>
      </w:tr>
      <w:tr w:rsidR="00E57EA4" w14:paraId="55343609" w14:textId="77777777" w:rsidTr="00CD61FA">
        <w:trPr>
          <w:jc w:val="center"/>
        </w:trPr>
        <w:tc>
          <w:tcPr>
            <w:tcW w:w="3539" w:type="dxa"/>
          </w:tcPr>
          <w:p w14:paraId="06D18C6F" w14:textId="77777777" w:rsidR="00E57EA4" w:rsidRDefault="00E57EA4" w:rsidP="00CD61FA">
            <w:r>
              <w:t>(Måleresultater)</w:t>
            </w:r>
          </w:p>
        </w:tc>
        <w:tc>
          <w:tcPr>
            <w:tcW w:w="4814" w:type="dxa"/>
          </w:tcPr>
          <w:p w14:paraId="300544FC" w14:textId="77777777" w:rsidR="00E57EA4" w:rsidRDefault="00E57EA4" w:rsidP="00CD61FA">
            <w:r>
              <w:t>Evt. skema eller andet til at støtte opsamlingen af måledata.</w:t>
            </w:r>
          </w:p>
        </w:tc>
      </w:tr>
      <w:tr w:rsidR="00E57EA4" w14:paraId="6492D086" w14:textId="77777777" w:rsidTr="00CD61FA">
        <w:trPr>
          <w:jc w:val="center"/>
        </w:trPr>
        <w:tc>
          <w:tcPr>
            <w:tcW w:w="3539" w:type="dxa"/>
          </w:tcPr>
          <w:p w14:paraId="4F09E3D7" w14:textId="77777777" w:rsidR="00E57EA4" w:rsidRDefault="00E57EA4" w:rsidP="00CD61FA">
            <w:r>
              <w:t>Databehandling</w:t>
            </w:r>
          </w:p>
        </w:tc>
        <w:tc>
          <w:tcPr>
            <w:tcW w:w="4814" w:type="dxa"/>
          </w:tcPr>
          <w:p w14:paraId="49769083" w14:textId="77777777" w:rsidR="00E57EA4" w:rsidRDefault="00E57EA4" w:rsidP="00CD61FA"/>
        </w:tc>
      </w:tr>
      <w:tr w:rsidR="00E57EA4" w14:paraId="22DB415F" w14:textId="77777777" w:rsidTr="00CD61FA">
        <w:trPr>
          <w:jc w:val="center"/>
        </w:trPr>
        <w:tc>
          <w:tcPr>
            <w:tcW w:w="3539" w:type="dxa"/>
          </w:tcPr>
          <w:p w14:paraId="6F5683D6" w14:textId="77777777" w:rsidR="00E57EA4" w:rsidRDefault="00E57EA4" w:rsidP="00CD61FA">
            <w:r>
              <w:t>(Afvigelse og Fejlkilder)</w:t>
            </w:r>
          </w:p>
        </w:tc>
        <w:tc>
          <w:tcPr>
            <w:tcW w:w="4814" w:type="dxa"/>
          </w:tcPr>
          <w:p w14:paraId="650C9CCE" w14:textId="77777777" w:rsidR="00E57EA4" w:rsidRDefault="00E57EA4" w:rsidP="00CD61FA">
            <w:r>
              <w:t>Kan være under databehandling eller separat afsnit.</w:t>
            </w:r>
          </w:p>
          <w:p w14:paraId="2FE8729D" w14:textId="77777777" w:rsidR="00E57EA4" w:rsidRDefault="00E57EA4" w:rsidP="00CD61FA">
            <w:r>
              <w:t>Kan også formuleres som spørgsmål:</w:t>
            </w:r>
          </w:p>
          <w:p w14:paraId="0381BA78" w14:textId="77777777" w:rsidR="00E57EA4" w:rsidRDefault="00E57EA4" w:rsidP="00CD61FA">
            <w:r>
              <w:t>”Søren og Lisa taler sammen, Søren har målt en længde for kort, hvad gør det for hans resultat?”</w:t>
            </w:r>
          </w:p>
        </w:tc>
      </w:tr>
      <w:tr w:rsidR="00E57EA4" w14:paraId="5652D1C3" w14:textId="77777777" w:rsidTr="00CD61FA">
        <w:trPr>
          <w:jc w:val="center"/>
        </w:trPr>
        <w:tc>
          <w:tcPr>
            <w:tcW w:w="3539" w:type="dxa"/>
          </w:tcPr>
          <w:p w14:paraId="5067A0B1" w14:textId="77777777" w:rsidR="00E57EA4" w:rsidRDefault="00E57EA4" w:rsidP="00CD61FA">
            <w:r>
              <w:t>(Afrapportering:</w:t>
            </w:r>
            <w:r>
              <w:br/>
              <w:t>Journal, Rapport, Mundtligt)</w:t>
            </w:r>
          </w:p>
        </w:tc>
        <w:tc>
          <w:tcPr>
            <w:tcW w:w="4814" w:type="dxa"/>
          </w:tcPr>
          <w:p w14:paraId="328C9592" w14:textId="77777777" w:rsidR="00E57EA4" w:rsidRDefault="00E57EA4" w:rsidP="00CD61FA">
            <w:r>
              <w:t>Information om, hvordan forsøget skal afrapporteres.</w:t>
            </w:r>
          </w:p>
        </w:tc>
      </w:tr>
    </w:tbl>
    <w:p w14:paraId="38CABE2E" w14:textId="77777777" w:rsidR="00E57EA4" w:rsidRDefault="00E57EA4">
      <w:r>
        <w:rPr>
          <w:b/>
        </w:rPr>
        <w:br w:type="page"/>
      </w:r>
    </w:p>
    <w:tbl>
      <w:tblPr>
        <w:tblStyle w:val="Tabel-Git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628"/>
      </w:tblGrid>
      <w:tr w:rsidR="00F70272" w:rsidRPr="005F0BD7" w14:paraId="5BF8183C" w14:textId="77777777" w:rsidTr="00343530">
        <w:tc>
          <w:tcPr>
            <w:tcW w:w="9628" w:type="dxa"/>
            <w:shd w:val="clear" w:color="auto" w:fill="E59CA4" w:themeFill="accent2" w:themeFillTint="66"/>
          </w:tcPr>
          <w:p w14:paraId="5E8090DD" w14:textId="2316B281" w:rsidR="00F70272" w:rsidRPr="005F0BD7" w:rsidRDefault="00F70272" w:rsidP="00F70272">
            <w:pPr>
              <w:pStyle w:val="Titel"/>
            </w:pPr>
            <w:r w:rsidRPr="005F0BD7">
              <w:lastRenderedPageBreak/>
              <w:t xml:space="preserve">Forsøg: </w:t>
            </w:r>
            <w:r w:rsidR="002A7661" w:rsidRPr="005F0BD7">
              <w:t>Hydrogenspektret</w:t>
            </w:r>
          </w:p>
          <w:p w14:paraId="05424FB2" w14:textId="03FF7A81" w:rsidR="00F70272" w:rsidRPr="005F0BD7" w:rsidRDefault="00F70272" w:rsidP="00F70272">
            <w:pPr>
              <w:pStyle w:val="Undertitel"/>
            </w:pPr>
            <w:r w:rsidRPr="005F0BD7">
              <w:t xml:space="preserve">– </w:t>
            </w:r>
            <w:r w:rsidR="002A7661" w:rsidRPr="005F0BD7">
              <w:t>Hvordan ser atomers fingeraftryk ud?</w:t>
            </w:r>
            <w:r w:rsidRPr="005F0BD7">
              <w:t xml:space="preserve"> –</w:t>
            </w:r>
          </w:p>
        </w:tc>
      </w:tr>
    </w:tbl>
    <w:p w14:paraId="57C694F4" w14:textId="77777777" w:rsidR="00F70272" w:rsidRPr="005F0BD7" w:rsidRDefault="00F70272" w:rsidP="00F7027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70272" w:rsidRPr="005F0BD7" w14:paraId="47EB0917" w14:textId="77777777" w:rsidTr="00343530">
        <w:tc>
          <w:tcPr>
            <w:tcW w:w="9628" w:type="dxa"/>
            <w:shd w:val="clear" w:color="auto" w:fill="C3E0F2" w:themeFill="accent3" w:themeFillTint="33"/>
          </w:tcPr>
          <w:p w14:paraId="784D48B4" w14:textId="77777777" w:rsidR="00F70272" w:rsidRPr="005F0BD7" w:rsidRDefault="00F70272" w:rsidP="00F70272">
            <w:pPr>
              <w:pStyle w:val="Overskrift3"/>
            </w:pPr>
            <w:r w:rsidRPr="005F0BD7">
              <w:t>Opgaver før forsøget</w:t>
            </w:r>
          </w:p>
        </w:tc>
      </w:tr>
      <w:tr w:rsidR="00F70272" w:rsidRPr="005F0BD7" w14:paraId="7F8867BF" w14:textId="77777777" w:rsidTr="00F70272">
        <w:tc>
          <w:tcPr>
            <w:tcW w:w="9628" w:type="dxa"/>
          </w:tcPr>
          <w:p w14:paraId="1EC8A02F" w14:textId="46FAE2E4" w:rsidR="00C71619" w:rsidRPr="005F0BD7" w:rsidRDefault="00C71619" w:rsidP="00F70272">
            <w:r w:rsidRPr="005F0BD7">
              <w:rPr>
                <w:b/>
                <w:bCs/>
                <w:u w:val="single"/>
              </w:rPr>
              <w:t>Opgave 1</w:t>
            </w:r>
            <w:r w:rsidR="002A7661" w:rsidRPr="005F0BD7">
              <w:rPr>
                <w:b/>
                <w:bCs/>
              </w:rPr>
              <w:t xml:space="preserve">: </w:t>
            </w:r>
            <w:r w:rsidR="00D63150" w:rsidRPr="005F0BD7">
              <w:rPr>
                <w:b/>
                <w:bCs/>
              </w:rPr>
              <w:t>Energiniveauer i hydrogen</w:t>
            </w:r>
          </w:p>
          <w:p w14:paraId="40791932" w14:textId="0710FAC4" w:rsidR="00304324" w:rsidRPr="005F0BD7" w:rsidRDefault="00304324" w:rsidP="00F70272">
            <w:r w:rsidRPr="005F0BD7">
              <w:t>Energiniveauerne, altså energien af elektronen i de forskellige skaller, i hydrogen kan beregnes med formlen:</w:t>
            </w:r>
          </w:p>
          <w:p w14:paraId="3170EA86" w14:textId="19C9C4B0" w:rsidR="00304324" w:rsidRPr="005F0BD7" w:rsidRDefault="00000000" w:rsidP="00F7027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=-h⋅c⋅R⋅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 xml:space="preserve"> ,</m:t>
                </m:r>
              </m:oMath>
            </m:oMathPara>
          </w:p>
          <w:p w14:paraId="6C8B54AC" w14:textId="7895C9C6" w:rsidR="00304324" w:rsidRPr="005F0BD7" w:rsidRDefault="00304324" w:rsidP="00F70272">
            <w:r w:rsidRPr="005F0BD7">
              <w:t xml:space="preserve">hvor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 w:rsidRPr="005F0BD7">
              <w:t xml:space="preserve"> er nummeret for skallen, </w:t>
            </w:r>
            <m:oMath>
              <m:r>
                <w:rPr>
                  <w:rFonts w:ascii="Cambria Math" w:hAnsi="Cambria Math"/>
                </w:rPr>
                <m:t>R=1,097⋅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 w:rsidRPr="005F0BD7">
              <w:t xml:space="preserve"> er Rydbergkonstanten, </w:t>
            </w:r>
            <m:oMath>
              <m:r>
                <w:rPr>
                  <w:rFonts w:ascii="Cambria Math" w:hAnsi="Cambria Math"/>
                </w:rPr>
                <m:t>c=3,00⋅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s</m:t>
                  </m:r>
                </m:den>
              </m:f>
            </m:oMath>
            <w:r w:rsidRPr="005F0BD7">
              <w:t xml:space="preserve"> er lysets hastighed og </w:t>
            </w:r>
            <m:oMath>
              <m:r>
                <w:rPr>
                  <w:rFonts w:ascii="Cambria Math" w:hAnsi="Cambria Math"/>
                </w:rPr>
                <m:t>h=6,63⋅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-34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</w:rPr>
                <m:t>J</m:t>
              </m:r>
              <m:r>
                <w:rPr>
                  <w:rFonts w:ascii="Cambria Math" w:hAnsi="Cambria Math"/>
                </w:rPr>
                <m:t>⋅</m:t>
              </m:r>
              <m:r>
                <m:rPr>
                  <m:nor/>
                </m:rPr>
                <w:rPr>
                  <w:rFonts w:ascii="Cambria Math" w:hAnsi="Cambria Math"/>
                </w:rPr>
                <m:t>s</m:t>
              </m:r>
            </m:oMath>
            <w:r w:rsidRPr="005F0BD7">
              <w:t xml:space="preserve"> er Plancks konstant.</w:t>
            </w:r>
            <w:r w:rsidRPr="005F0BD7">
              <w:br/>
              <w:t>Husk også omregningen af energien fra joule til elektronvolt:</w:t>
            </w:r>
          </w:p>
          <w:p w14:paraId="256A9902" w14:textId="0BC378F1" w:rsidR="00304324" w:rsidRPr="005F0BD7" w:rsidRDefault="00304324" w:rsidP="00F70272">
            <m:oMathPara>
              <m:oMath>
                <m:r>
                  <w:rPr>
                    <w:rFonts w:ascii="Cambria Math" w:hAnsi="Cambria Math"/>
                  </w:rPr>
                  <m:t xml:space="preserve">1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eV</m:t>
                </m:r>
                <m:r>
                  <w:rPr>
                    <w:rFonts w:ascii="Cambria Math" w:hAnsi="Cambria Math"/>
                  </w:rPr>
                  <m:t>=1,602⋅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-19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J</m:t>
                </m:r>
              </m:oMath>
            </m:oMathPara>
          </w:p>
          <w:p w14:paraId="20BD8743" w14:textId="659A4056" w:rsidR="00304324" w:rsidRPr="005F0BD7" w:rsidRDefault="00304324" w:rsidP="00F70272"/>
          <w:p w14:paraId="69A31F06" w14:textId="34E415AF" w:rsidR="00304324" w:rsidRPr="005F0BD7" w:rsidRDefault="00304324" w:rsidP="00304324">
            <w:pPr>
              <w:pStyle w:val="Listeafsnit"/>
              <w:numPr>
                <w:ilvl w:val="0"/>
                <w:numId w:val="15"/>
              </w:numPr>
            </w:pPr>
            <w:r w:rsidRPr="005F0BD7">
              <w:t xml:space="preserve">Beregn energiniveauerne for skallerne </w:t>
            </w:r>
            <m:oMath>
              <m:r>
                <w:rPr>
                  <w:rFonts w:ascii="Cambria Math" w:hAnsi="Cambria Math"/>
                </w:rPr>
                <m:t>n=1</m:t>
              </m:r>
            </m:oMath>
            <w:r w:rsidRPr="005F0BD7">
              <w:t xml:space="preserve">, </w:t>
            </w:r>
            <m:oMath>
              <m:r>
                <w:rPr>
                  <w:rFonts w:ascii="Cambria Math" w:hAnsi="Cambria Math"/>
                </w:rPr>
                <m:t>n=2</m:t>
              </m:r>
            </m:oMath>
            <w:r w:rsidRPr="005F0BD7">
              <w:t xml:space="preserve">, </w:t>
            </w:r>
            <m:oMath>
              <m:r>
                <w:rPr>
                  <w:rFonts w:ascii="Cambria Math" w:hAnsi="Cambria Math"/>
                </w:rPr>
                <m:t>n=3, n=4</m:t>
              </m:r>
            </m:oMath>
            <w:r w:rsidRPr="005F0BD7">
              <w:t>.</w:t>
            </w:r>
            <w:r w:rsidRPr="005F0BD7">
              <w:br/>
            </w:r>
            <w:r w:rsidRPr="005F0BD7">
              <w:rPr>
                <w:noProof/>
              </w:rPr>
              <w:t>[</w:t>
            </w:r>
            <w:r w:rsidRPr="005F0BD7">
              <w:rPr>
                <w:b/>
                <w:bCs/>
                <w:noProof/>
              </w:rPr>
              <w:t>FACIT:</w:t>
            </w:r>
            <w:r w:rsidRPr="005F0BD7">
              <w:rPr>
                <w:noProof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noProof/>
                </w:rPr>
                <m:t xml:space="preserve">=-13,6 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eV</m:t>
              </m:r>
            </m:oMath>
            <w:r w:rsidRPr="005F0BD7">
              <w:rPr>
                <w:noProof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noProof/>
                </w:rPr>
                <m:t xml:space="preserve">=-3,41 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eV</m:t>
              </m:r>
              <m:r>
                <w:rPr>
                  <w:rFonts w:ascii="Cambria Math" w:hAnsi="Cambria Math"/>
                  <w:noProof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noProof/>
                </w:rPr>
                <m:t xml:space="preserve">=-1,51 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eV</m:t>
              </m:r>
              <m:r>
                <w:rPr>
                  <w:rFonts w:ascii="Cambria Math" w:hAnsi="Cambria Math"/>
                  <w:noProof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noProof/>
                </w:rPr>
                <m:t xml:space="preserve">=-0,851 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eV</m:t>
              </m:r>
            </m:oMath>
            <w:r w:rsidRPr="005F0BD7">
              <w:rPr>
                <w:noProof/>
              </w:rPr>
              <w:t>]</w:t>
            </w:r>
          </w:p>
          <w:p w14:paraId="19E9F52B" w14:textId="77777777" w:rsidR="00304324" w:rsidRPr="005F0BD7" w:rsidRDefault="00304324" w:rsidP="00304324">
            <w:pPr>
              <w:pStyle w:val="Listeafsnit"/>
            </w:pPr>
          </w:p>
          <w:p w14:paraId="5EC45A71" w14:textId="4C90B953" w:rsidR="00304324" w:rsidRDefault="005F0BD7" w:rsidP="00304324">
            <w:pPr>
              <w:pStyle w:val="Listeafsnit"/>
              <w:numPr>
                <w:ilvl w:val="0"/>
                <w:numId w:val="15"/>
              </w:numPr>
            </w:pPr>
            <w:r w:rsidRPr="005F0BD7">
              <w:t>Beregn energi</w:t>
            </w:r>
            <w:r w:rsidRPr="005F0BD7">
              <w:rPr>
                <w:b/>
                <w:bCs/>
              </w:rPr>
              <w:t>forskellen</w:t>
            </w:r>
            <w:r w:rsidRPr="005F0BD7">
              <w:t xml:space="preserve"> </w:t>
            </w:r>
            <w:r>
              <w:t xml:space="preserve">fra skal </w:t>
            </w:r>
            <m:oMath>
              <m:r>
                <w:rPr>
                  <w:rFonts w:ascii="Cambria Math" w:hAnsi="Cambria Math"/>
                </w:rPr>
                <m:t>n=4</m:t>
              </m:r>
            </m:oMath>
            <w:r>
              <w:t xml:space="preserve"> til skal </w:t>
            </w:r>
            <m:oMath>
              <m:r>
                <w:rPr>
                  <w:rFonts w:ascii="Cambria Math" w:hAnsi="Cambria Math"/>
                </w:rPr>
                <m:t>n=2</m:t>
              </m:r>
            </m:oMath>
            <w:r>
              <w:t>. [</w:t>
            </w:r>
            <w:r>
              <w:rPr>
                <w:b/>
                <w:bCs/>
              </w:rPr>
              <w:t>FACIT: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2,55 </m:t>
              </m:r>
              <m:r>
                <m:rPr>
                  <m:nor/>
                </m:rPr>
                <w:rPr>
                  <w:rFonts w:ascii="Cambria Math" w:hAnsi="Cambria Math"/>
                </w:rPr>
                <m:t>eV</m:t>
              </m:r>
            </m:oMath>
            <w:r>
              <w:t>]</w:t>
            </w:r>
          </w:p>
          <w:p w14:paraId="2A625C96" w14:textId="77777777" w:rsidR="005F0BD7" w:rsidRDefault="005F0BD7" w:rsidP="005F0BD7">
            <w:pPr>
              <w:pStyle w:val="Listeafsnit"/>
            </w:pPr>
          </w:p>
          <w:p w14:paraId="67227CBE" w14:textId="49F5E006" w:rsidR="005F0BD7" w:rsidRDefault="005F0BD7" w:rsidP="00304324">
            <w:pPr>
              <w:pStyle w:val="Listeafsnit"/>
              <w:numPr>
                <w:ilvl w:val="0"/>
                <w:numId w:val="15"/>
              </w:numPr>
            </w:pPr>
            <w:r>
              <w:t>Hvis en elektron hopper fra skal nr. 4 til skal nr. 2, vil der så blive emitteret (udsendt) en foton eller absorberet (optaget) en foton?</w:t>
            </w:r>
          </w:p>
          <w:p w14:paraId="72C39D53" w14:textId="3A5D4CBE" w:rsidR="005F0BD7" w:rsidRDefault="005F0BD7" w:rsidP="005F0BD7"/>
          <w:p w14:paraId="2855E619" w14:textId="3E541302" w:rsidR="005F0BD7" w:rsidRDefault="005F0BD7" w:rsidP="005F0BD7">
            <w:r>
              <w:t>Sammenhængen mellem en fotons energi og frekvens er givet ved:</w:t>
            </w:r>
          </w:p>
          <w:p w14:paraId="3A6A0A45" w14:textId="3458871F" w:rsidR="005F0BD7" w:rsidRDefault="00000000" w:rsidP="005F0BD7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fot</m:t>
                    </m:r>
                  </m:sub>
                </m:sSub>
                <m:r>
                  <w:rPr>
                    <w:rFonts w:ascii="Cambria Math" w:hAnsi="Cambria Math"/>
                  </w:rPr>
                  <m:t>=h⋅f</m:t>
                </m:r>
              </m:oMath>
            </m:oMathPara>
          </w:p>
          <w:p w14:paraId="5E6A64C5" w14:textId="77777777" w:rsidR="005F0BD7" w:rsidRDefault="005F0BD7" w:rsidP="005F0BD7"/>
          <w:p w14:paraId="78A01D65" w14:textId="75A7B03C" w:rsidR="005F0BD7" w:rsidRDefault="005F0BD7" w:rsidP="00304324">
            <w:pPr>
              <w:pStyle w:val="Listeafsnit"/>
              <w:numPr>
                <w:ilvl w:val="0"/>
                <w:numId w:val="15"/>
              </w:numPr>
            </w:pPr>
            <w:r>
              <w:t>Hvad er frekvensen af fotonen fra spg</w:t>
            </w:r>
            <w:proofErr w:type="gramStart"/>
            <w:r>
              <w:t>.</w:t>
            </w:r>
            <w:proofErr w:type="gramEnd"/>
            <w:r>
              <w:t xml:space="preserve"> c)? [</w:t>
            </w:r>
            <w:r>
              <w:rPr>
                <w:b/>
                <w:bCs/>
              </w:rPr>
              <w:t>FACIT: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6,17⋅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14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</w:rPr>
                <m:t>Hz</m:t>
              </m:r>
            </m:oMath>
            <w:r>
              <w:t>]</w:t>
            </w:r>
          </w:p>
          <w:p w14:paraId="4ECF4B16" w14:textId="3E98B7E2" w:rsidR="005F0BD7" w:rsidRDefault="005F0BD7" w:rsidP="005F0BD7"/>
          <w:p w14:paraId="03D3289B" w14:textId="0268396F" w:rsidR="005F0BD7" w:rsidRDefault="005F0BD7" w:rsidP="005F0BD7">
            <w:r>
              <w:t>Sammenhængen mellem en fotons bølgelængde og frekvens er givet ved:</w:t>
            </w:r>
          </w:p>
          <w:p w14:paraId="737017E9" w14:textId="275ADC52" w:rsidR="005F0BD7" w:rsidRPr="005F0BD7" w:rsidRDefault="005F0BD7" w:rsidP="005F0BD7">
            <m:oMathPara>
              <m:oMath>
                <m:r>
                  <w:rPr>
                    <w:rFonts w:ascii="Cambria Math" w:hAnsi="Cambria Math"/>
                  </w:rPr>
                  <m:t>c=λ⋅f</m:t>
                </m:r>
              </m:oMath>
            </m:oMathPara>
          </w:p>
          <w:p w14:paraId="63C3098F" w14:textId="77777777" w:rsidR="005F0BD7" w:rsidRDefault="005F0BD7" w:rsidP="005F0BD7"/>
          <w:p w14:paraId="2B6EB666" w14:textId="26B0E199" w:rsidR="005F0BD7" w:rsidRDefault="005F0BD7" w:rsidP="00304324">
            <w:pPr>
              <w:pStyle w:val="Listeafsnit"/>
              <w:numPr>
                <w:ilvl w:val="0"/>
                <w:numId w:val="15"/>
              </w:numPr>
            </w:pPr>
            <w:r>
              <w:t>Hvad er bølgelængden af fotonen fra spg</w:t>
            </w:r>
            <w:proofErr w:type="gramStart"/>
            <w:r>
              <w:t>.</w:t>
            </w:r>
            <w:proofErr w:type="gramEnd"/>
            <w:r>
              <w:t xml:space="preserve"> c)? [</w:t>
            </w:r>
            <w:r>
              <w:rPr>
                <w:b/>
                <w:bCs/>
              </w:rPr>
              <w:t>FACIT: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486 </m:t>
              </m:r>
              <m:r>
                <m:rPr>
                  <m:nor/>
                </m:rPr>
                <w:rPr>
                  <w:rFonts w:ascii="Cambria Math" w:hAnsi="Cambria Math"/>
                </w:rPr>
                <m:t>nm</m:t>
              </m:r>
            </m:oMath>
            <w:r>
              <w:t>]</w:t>
            </w:r>
          </w:p>
          <w:p w14:paraId="6ACB7608" w14:textId="77777777" w:rsidR="005F0BD7" w:rsidRDefault="005F0BD7" w:rsidP="005F0BD7">
            <w:pPr>
              <w:pStyle w:val="Listeafsnit"/>
            </w:pPr>
          </w:p>
          <w:p w14:paraId="1B22AE9E" w14:textId="71F8344C" w:rsidR="005F0BD7" w:rsidRPr="005F0BD7" w:rsidRDefault="005F0BD7" w:rsidP="00304324">
            <w:pPr>
              <w:pStyle w:val="Listeafsnit"/>
              <w:numPr>
                <w:ilvl w:val="0"/>
                <w:numId w:val="15"/>
              </w:numPr>
            </w:pPr>
            <w:r>
              <w:t>Hvilken type stråling er fotonen?</w:t>
            </w:r>
          </w:p>
          <w:p w14:paraId="3AC8918B" w14:textId="43284A74" w:rsidR="002A7661" w:rsidRPr="005F0BD7" w:rsidRDefault="002A7661" w:rsidP="002A7661"/>
          <w:p w14:paraId="7EDF8307" w14:textId="09003C14" w:rsidR="005F0BD7" w:rsidRDefault="005F0BD7" w:rsidP="002A7661">
            <w:r>
              <w:t xml:space="preserve">Det er muligt at </w:t>
            </w:r>
            <w:r w:rsidR="00D63150" w:rsidRPr="005F0BD7">
              <w:t xml:space="preserve">lave en færdig formel for at beregne bølgelængden af </w:t>
            </w:r>
            <w:r>
              <w:t>en emitteret eller absorberet foton, som er</w:t>
            </w:r>
          </w:p>
          <w:p w14:paraId="755C0D80" w14:textId="0AABD763" w:rsidR="005F0BD7" w:rsidRPr="005F0BD7" w:rsidRDefault="00000000" w:rsidP="002A7661">
            <w:pPr>
              <w:rPr>
                <w:iCs/>
                <w:szCs w:val="22"/>
                <w:lang w:eastAsia="da-DK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λ</m:t>
                    </m:r>
                  </m:den>
                </m:f>
                <m:r>
                  <w:rPr>
                    <w:rFonts w:ascii="Cambria Math" w:eastAsia="Times New Roman" w:hAnsi="Cambria Math" w:cs="Calibri"/>
                    <w:szCs w:val="22"/>
                    <w:lang w:eastAsia="da-DK"/>
                  </w:rPr>
                  <m:t>=0,01097</m:t>
                </m:r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libri" w:eastAsia="Times New Roman" w:hAnsi="Calibri" w:cs="Calibri"/>
                        <w:szCs w:val="22"/>
                        <w:lang w:eastAsia="da-DK"/>
                      </w:rPr>
                      <m:t>nm</m:t>
                    </m:r>
                  </m:den>
                </m:f>
                <m:r>
                  <w:rPr>
                    <w:rFonts w:ascii="Cambria Math" w:eastAsia="Times New Roman" w:hAnsi="Cambria Math" w:cs="Calibri"/>
                    <w:szCs w:val="22"/>
                    <w:lang w:eastAsia="da-DK"/>
                  </w:rPr>
                  <m:t>⋅</m:t>
                </m:r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szCs w:val="22"/>
                            <w:lang w:eastAsia="da-DK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Calibri"/>
                            <w:szCs w:val="22"/>
                            <w:lang w:eastAsia="da-DK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szCs w:val="22"/>
                                <w:lang w:eastAsia="da-DK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szCs w:val="22"/>
                            <w:lang w:eastAsia="da-DK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Calibri"/>
                            <w:szCs w:val="22"/>
                            <w:lang w:eastAsia="da-DK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szCs w:val="22"/>
                                <w:lang w:eastAsia="da-DK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7D729E85" w14:textId="4D7A0631" w:rsidR="005F0BD7" w:rsidRDefault="005F0BD7" w:rsidP="002A7661">
            <w:pPr>
              <w:rPr>
                <w:iCs/>
                <w:szCs w:val="22"/>
                <w:lang w:eastAsia="da-DK"/>
              </w:rPr>
            </w:pPr>
            <w:r>
              <w:rPr>
                <w:iCs/>
                <w:szCs w:val="22"/>
                <w:lang w:eastAsia="da-DK"/>
              </w:rPr>
              <w:t>hvor</w:t>
            </w:r>
            <w:r w:rsidR="0005591B">
              <w:rPr>
                <w:iCs/>
                <w:szCs w:val="22"/>
                <w:lang w:eastAsia="da-DK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  <w:lang w:eastAsia="da-DK"/>
                </w:rPr>
                <m:t>λ</m:t>
              </m:r>
            </m:oMath>
            <w:r w:rsidR="0005591B">
              <w:rPr>
                <w:iCs/>
                <w:szCs w:val="22"/>
                <w:lang w:eastAsia="da-DK"/>
              </w:rPr>
              <w:t xml:space="preserve"> er fotonens bølgelængde, og </w:t>
            </w:r>
            <m:oMath>
              <m:r>
                <w:rPr>
                  <w:rFonts w:ascii="Cambria Math" w:hAnsi="Cambria Math"/>
                  <w:szCs w:val="22"/>
                  <w:lang w:eastAsia="da-DK"/>
                </w:rPr>
                <m:t>m</m:t>
              </m:r>
            </m:oMath>
            <w:r>
              <w:rPr>
                <w:iCs/>
                <w:szCs w:val="22"/>
                <w:lang w:eastAsia="da-DK"/>
              </w:rPr>
              <w:t xml:space="preserve"> og </w:t>
            </w:r>
            <m:oMath>
              <m:r>
                <w:rPr>
                  <w:rFonts w:ascii="Cambria Math" w:hAnsi="Cambria Math"/>
                  <w:szCs w:val="22"/>
                  <w:lang w:eastAsia="da-DK"/>
                </w:rPr>
                <m:t>n</m:t>
              </m:r>
            </m:oMath>
            <w:r w:rsidR="0005591B">
              <w:rPr>
                <w:iCs/>
                <w:szCs w:val="22"/>
                <w:lang w:eastAsia="da-DK"/>
              </w:rPr>
              <w:t xml:space="preserve"> er numrene på skallerne</w:t>
            </w:r>
            <w:r w:rsidR="00CB367C">
              <w:rPr>
                <w:iCs/>
                <w:szCs w:val="22"/>
                <w:lang w:eastAsia="da-DK"/>
              </w:rPr>
              <w:t xml:space="preserve"> (bemærk, at her er Rydbergkonstanten indsat i enheden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2"/>
                      <w:lang w:eastAsia="da-DK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2"/>
                      <w:lang w:eastAsia="da-DK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  <w:iCs/>
                      <w:szCs w:val="22"/>
                      <w:lang w:eastAsia="da-DK"/>
                    </w:rPr>
                    <m:t>nm</m:t>
                  </m:r>
                </m:den>
              </m:f>
            </m:oMath>
            <w:r w:rsidR="00CB367C">
              <w:rPr>
                <w:iCs/>
                <w:szCs w:val="22"/>
                <w:lang w:eastAsia="da-DK"/>
              </w:rPr>
              <w:t>, da bølgelængden så kommer ud i nanometer. Du skal selv lave omregningen i Opgave 4)</w:t>
            </w:r>
            <w:r w:rsidR="0005591B">
              <w:rPr>
                <w:iCs/>
                <w:szCs w:val="22"/>
                <w:lang w:eastAsia="da-DK"/>
              </w:rPr>
              <w:t>.</w:t>
            </w:r>
          </w:p>
          <w:p w14:paraId="3D7B54C8" w14:textId="6DDA7E25" w:rsidR="0005591B" w:rsidRDefault="0005591B" w:rsidP="002A7661"/>
          <w:p w14:paraId="72263877" w14:textId="6C30757D" w:rsidR="0005591B" w:rsidRDefault="0005591B" w:rsidP="0005591B">
            <w:pPr>
              <w:pStyle w:val="Listeafsnit"/>
              <w:numPr>
                <w:ilvl w:val="0"/>
                <w:numId w:val="15"/>
              </w:numPr>
            </w:pPr>
            <w:r>
              <w:t>Tjek, at du får samme svar med ovenstående formel, som du fik i spg. e).</w:t>
            </w:r>
          </w:p>
          <w:p w14:paraId="5ED2CB50" w14:textId="77777777" w:rsidR="005F0BD7" w:rsidRDefault="005F0BD7" w:rsidP="002A7661"/>
          <w:p w14:paraId="755ACB0E" w14:textId="4DE87D31" w:rsidR="00D63150" w:rsidRPr="005F0BD7" w:rsidRDefault="0005591B" w:rsidP="002A7661">
            <w:r>
              <w:t>I</w:t>
            </w:r>
            <w:r w:rsidR="00D63150" w:rsidRPr="005F0BD7">
              <w:t xml:space="preserve"> Opgave 4</w:t>
            </w:r>
            <w:r>
              <w:t xml:space="preserve"> skal du vise, hvordan formlen fremkommer.</w:t>
            </w:r>
          </w:p>
          <w:p w14:paraId="037A2274" w14:textId="77777777" w:rsidR="008E120C" w:rsidRPr="005F0BD7" w:rsidRDefault="008E120C" w:rsidP="008E120C">
            <w:pPr>
              <w:pStyle w:val="Listeafsnit"/>
            </w:pPr>
          </w:p>
        </w:tc>
      </w:tr>
      <w:tr w:rsidR="00C71619" w:rsidRPr="005F0BD7" w14:paraId="049E7BA3" w14:textId="77777777" w:rsidTr="00F70272">
        <w:tc>
          <w:tcPr>
            <w:tcW w:w="9628" w:type="dxa"/>
          </w:tcPr>
          <w:p w14:paraId="2F00FFA7" w14:textId="72CA99D4" w:rsidR="00C71619" w:rsidRPr="009A50CB" w:rsidRDefault="002A7661" w:rsidP="00C71619">
            <w:pPr>
              <w:rPr>
                <w:b/>
                <w:bCs/>
              </w:rPr>
            </w:pPr>
            <w:r w:rsidRPr="005F0BD7"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4FAB3C0E" wp14:editId="69CD5D43">
                  <wp:simplePos x="0" y="0"/>
                  <wp:positionH relativeFrom="column">
                    <wp:posOffset>3313430</wp:posOffset>
                  </wp:positionH>
                  <wp:positionV relativeFrom="paragraph">
                    <wp:posOffset>66675</wp:posOffset>
                  </wp:positionV>
                  <wp:extent cx="2668905" cy="2209800"/>
                  <wp:effectExtent l="0" t="0" r="0" b="0"/>
                  <wp:wrapSquare wrapText="bothSides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619" w:rsidRPr="005F0BD7">
              <w:rPr>
                <w:b/>
                <w:bCs/>
                <w:u w:val="single"/>
              </w:rPr>
              <w:t>Opgave 2</w:t>
            </w:r>
            <w:r w:rsidR="009A50CB">
              <w:rPr>
                <w:b/>
                <w:bCs/>
              </w:rPr>
              <w:t>: Bølgelængden af fotonerne</w:t>
            </w:r>
          </w:p>
          <w:p w14:paraId="508908F8" w14:textId="763BC690" w:rsidR="002A7661" w:rsidRPr="005F0BD7" w:rsidRDefault="002A7661" w:rsidP="002A7661">
            <w:r w:rsidRPr="005F0BD7">
              <w:t xml:space="preserve">Når en elektron hopper fra en </w:t>
            </w:r>
            <w:r w:rsidR="0059513A" w:rsidRPr="005F0BD7">
              <w:t>skal</w:t>
            </w:r>
            <w:r w:rsidRPr="005F0BD7">
              <w:t xml:space="preserve"> med høj energi til en </w:t>
            </w:r>
            <w:r w:rsidR="0059513A" w:rsidRPr="005F0BD7">
              <w:t>skal</w:t>
            </w:r>
            <w:r w:rsidRPr="005F0BD7">
              <w:t xml:space="preserve"> med lav energi udsendes den overskydende energi som en foton (emission).</w:t>
            </w:r>
          </w:p>
          <w:p w14:paraId="6E3D83DC" w14:textId="77777777" w:rsidR="001928D2" w:rsidRPr="005F0BD7" w:rsidRDefault="001928D2" w:rsidP="002A7661"/>
          <w:p w14:paraId="1AC4E322" w14:textId="4289BF52" w:rsidR="002A7661" w:rsidRPr="005F0BD7" w:rsidRDefault="002A7661" w:rsidP="002A7661">
            <w:r w:rsidRPr="005F0BD7">
              <w:t xml:space="preserve">Elektronovergange, hvor elektronen ender i den </w:t>
            </w:r>
            <w:proofErr w:type="gramStart"/>
            <w:r w:rsidRPr="005F0BD7">
              <w:t>nederste</w:t>
            </w:r>
            <w:proofErr w:type="gramEnd"/>
            <w:r w:rsidRPr="005F0BD7">
              <w:t xml:space="preserve"> </w:t>
            </w:r>
            <w:r w:rsidR="0059513A" w:rsidRPr="005F0BD7">
              <w:t xml:space="preserve">skal </w:t>
            </w:r>
            <w:r w:rsidRPr="005F0BD7">
              <w:t xml:space="preserve">med banenummeret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oMath>
            <w:r w:rsidRPr="005F0BD7">
              <w:t xml:space="preserve"> kaldes for </w:t>
            </w:r>
            <w:proofErr w:type="spellStart"/>
            <w:r w:rsidRPr="005F0BD7">
              <w:rPr>
                <w:i/>
                <w:iCs/>
              </w:rPr>
              <w:t>Lymanserien</w:t>
            </w:r>
            <w:proofErr w:type="spellEnd"/>
            <w:r w:rsidRPr="005F0BD7">
              <w:t xml:space="preserve">, mens elektronovergange hvor elektronen ender i </w:t>
            </w:r>
            <w:r w:rsidR="0059513A" w:rsidRPr="005F0BD7">
              <w:t>skallerne</w:t>
            </w:r>
            <w:r w:rsidRPr="005F0BD7">
              <w:t xml:space="preserve">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=2</m:t>
              </m:r>
            </m:oMath>
            <w:r w:rsidRPr="005F0BD7">
              <w:t xml:space="preserve"> og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=3</m:t>
              </m:r>
            </m:oMath>
            <w:r w:rsidRPr="005F0BD7">
              <w:t xml:space="preserve"> kaldes for hhv. </w:t>
            </w:r>
            <w:r w:rsidRPr="005F0BD7">
              <w:rPr>
                <w:i/>
                <w:iCs/>
              </w:rPr>
              <w:t>Balmerserien</w:t>
            </w:r>
            <w:r w:rsidRPr="005F0BD7">
              <w:t xml:space="preserve"> og </w:t>
            </w:r>
            <w:proofErr w:type="spellStart"/>
            <w:r w:rsidRPr="005F0BD7">
              <w:rPr>
                <w:i/>
                <w:iCs/>
              </w:rPr>
              <w:t>Paschenserien</w:t>
            </w:r>
            <w:proofErr w:type="spellEnd"/>
            <w:r w:rsidRPr="005F0BD7">
              <w:t>.</w:t>
            </w:r>
          </w:p>
          <w:p w14:paraId="772BB482" w14:textId="663E57E8" w:rsidR="002A7661" w:rsidRPr="005F0BD7" w:rsidRDefault="002A7661" w:rsidP="002A7661">
            <w:pPr>
              <w:rPr>
                <w:rFonts w:ascii="Calibri" w:eastAsia="Times New Roman" w:hAnsi="Calibri" w:cs="Calibri"/>
                <w:szCs w:val="22"/>
                <w:lang w:eastAsia="da-DK"/>
              </w:rPr>
            </w:pPr>
          </w:p>
          <w:p w14:paraId="00BF42B7" w14:textId="0DB0DD6F" w:rsidR="002A7661" w:rsidRPr="005F0BD7" w:rsidRDefault="0059513A" w:rsidP="002A7661">
            <w:pPr>
              <w:rPr>
                <w:rFonts w:ascii="Calibri" w:eastAsia="Times New Roman" w:hAnsi="Calibri" w:cs="Calibri"/>
                <w:szCs w:val="22"/>
                <w:lang w:eastAsia="da-DK"/>
              </w:rPr>
            </w:pPr>
            <w:r w:rsidRPr="005F0BD7">
              <w:rPr>
                <w:rFonts w:ascii="Calibri" w:eastAsia="Times New Roman" w:hAnsi="Calibri" w:cs="Calibri"/>
                <w:szCs w:val="22"/>
                <w:lang w:eastAsia="da-DK"/>
              </w:rPr>
              <w:t>Bølgelængden for den udsendte foton kan beregnes med Rydber</w:t>
            </w:r>
            <w:r w:rsidR="005E72EC" w:rsidRPr="005F0BD7">
              <w:rPr>
                <w:rFonts w:ascii="Calibri" w:eastAsia="Times New Roman" w:hAnsi="Calibri" w:cs="Calibri"/>
                <w:szCs w:val="22"/>
                <w:lang w:eastAsia="da-DK"/>
              </w:rPr>
              <w:t>g</w:t>
            </w:r>
            <w:r w:rsidRPr="005F0BD7">
              <w:rPr>
                <w:rFonts w:ascii="Calibri" w:eastAsia="Times New Roman" w:hAnsi="Calibri" w:cs="Calibri"/>
                <w:szCs w:val="22"/>
                <w:lang w:eastAsia="da-DK"/>
              </w:rPr>
              <w:t>formlen:</w:t>
            </w:r>
          </w:p>
          <w:p w14:paraId="2E5590E5" w14:textId="21567906" w:rsidR="0059513A" w:rsidRPr="005F0BD7" w:rsidRDefault="00000000" w:rsidP="002A7661">
            <w:pPr>
              <w:rPr>
                <w:rFonts w:ascii="Calibri" w:eastAsia="Times New Roman" w:hAnsi="Calibri" w:cs="Calibri"/>
                <w:szCs w:val="22"/>
                <w:lang w:eastAsia="da-DK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λ</m:t>
                    </m:r>
                  </m:den>
                </m:f>
                <m:r>
                  <w:rPr>
                    <w:rFonts w:ascii="Cambria Math" w:eastAsia="Times New Roman" w:hAnsi="Cambria Math" w:cs="Calibri"/>
                    <w:szCs w:val="22"/>
                    <w:lang w:eastAsia="da-DK"/>
                  </w:rPr>
                  <m:t>=0,01097</m:t>
                </m:r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libri" w:eastAsia="Times New Roman" w:hAnsi="Calibri" w:cs="Calibri"/>
                        <w:szCs w:val="22"/>
                        <w:lang w:eastAsia="da-DK"/>
                      </w:rPr>
                      <m:t>nm</m:t>
                    </m:r>
                  </m:den>
                </m:f>
                <m:r>
                  <w:rPr>
                    <w:rFonts w:ascii="Cambria Math" w:eastAsia="Times New Roman" w:hAnsi="Cambria Math" w:cs="Calibri"/>
                    <w:szCs w:val="22"/>
                    <w:lang w:eastAsia="da-DK"/>
                  </w:rPr>
                  <m:t>⋅</m:t>
                </m:r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szCs w:val="22"/>
                            <w:lang w:eastAsia="da-DK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Calibri"/>
                            <w:szCs w:val="22"/>
                            <w:lang w:eastAsia="da-DK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szCs w:val="22"/>
                                <w:lang w:eastAsia="da-DK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szCs w:val="22"/>
                            <w:lang w:eastAsia="da-DK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Calibri"/>
                            <w:szCs w:val="22"/>
                            <w:lang w:eastAsia="da-DK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szCs w:val="22"/>
                                <w:lang w:eastAsia="da-DK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441698FE" w14:textId="31713FF2" w:rsidR="002A7661" w:rsidRPr="005F0BD7" w:rsidRDefault="0059513A" w:rsidP="002A7661">
            <w:r w:rsidRPr="005F0BD7">
              <w:t xml:space="preserve">hvor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 w:rsidRPr="005F0BD7">
              <w:t xml:space="preserve"> er bølgelængden og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 w:rsidRPr="005F0BD7">
              <w:t xml:space="preserve"> og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 w:rsidRPr="005F0BD7">
              <w:t xml:space="preserve"> er skalnumrene.</w:t>
            </w:r>
          </w:p>
          <w:p w14:paraId="77FAD443" w14:textId="501B181D" w:rsidR="00C71619" w:rsidRPr="005F0BD7" w:rsidRDefault="00C71619" w:rsidP="00C71619"/>
          <w:p w14:paraId="2A462509" w14:textId="30766618" w:rsidR="00C71619" w:rsidRPr="005F0BD7" w:rsidRDefault="001C7D96" w:rsidP="0059513A">
            <w:pPr>
              <w:pStyle w:val="Listeafsnit"/>
              <w:numPr>
                <w:ilvl w:val="0"/>
                <w:numId w:val="12"/>
              </w:numPr>
            </w:pPr>
            <w:r>
              <w:t xml:space="preserve">Hvad er bølgelængden af den emitterede foton, hvis en </w:t>
            </w:r>
            <w:r w:rsidR="0059513A" w:rsidRPr="005F0BD7">
              <w:t xml:space="preserve">elektron hopper fra skal </w:t>
            </w:r>
            <m:oMath>
              <m:r>
                <w:rPr>
                  <w:rFonts w:ascii="Cambria Math" w:hAnsi="Cambria Math"/>
                </w:rPr>
                <m:t>n=5</m:t>
              </m:r>
            </m:oMath>
            <w:r w:rsidR="0059513A" w:rsidRPr="005F0BD7">
              <w:t xml:space="preserve"> til skal </w:t>
            </w:r>
            <m:oMath>
              <m:r>
                <w:rPr>
                  <w:rFonts w:ascii="Cambria Math" w:hAnsi="Cambria Math"/>
                </w:rPr>
                <m:t>m=1</m:t>
              </m:r>
            </m:oMath>
            <w:r>
              <w:t>? [</w:t>
            </w:r>
            <w:r>
              <w:rPr>
                <w:b/>
                <w:bCs/>
              </w:rPr>
              <w:t>FACIT: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λ=94,96 </m:t>
              </m:r>
              <m:r>
                <m:rPr>
                  <m:nor/>
                </m:rPr>
                <w:rPr>
                  <w:rFonts w:ascii="Cambria Math" w:hAnsi="Cambria Math"/>
                </w:rPr>
                <m:t>nm</m:t>
              </m:r>
            </m:oMath>
            <w:r>
              <w:t>]</w:t>
            </w:r>
          </w:p>
          <w:p w14:paraId="3204C5FA" w14:textId="77777777" w:rsidR="005E72EC" w:rsidRPr="005F0BD7" w:rsidRDefault="005E72EC" w:rsidP="005E72EC">
            <w:pPr>
              <w:pStyle w:val="Listeafsnit"/>
            </w:pPr>
          </w:p>
          <w:p w14:paraId="280D114D" w14:textId="10912FA7" w:rsidR="005E72EC" w:rsidRPr="005F0BD7" w:rsidRDefault="005E72EC" w:rsidP="005E72EC">
            <w:pPr>
              <w:pStyle w:val="Listeafsnit"/>
              <w:numPr>
                <w:ilvl w:val="0"/>
                <w:numId w:val="12"/>
              </w:numPr>
            </w:pPr>
            <w:r w:rsidRPr="005F0BD7">
              <w:t xml:space="preserve">Udfyld nedenstående skema med bølgelængderne for de udsendte fotoner. Med overgangen </w:t>
            </w:r>
            <m:oMath>
              <m:r>
                <w:rPr>
                  <w:rFonts w:ascii="Cambria Math" w:hAnsi="Cambria Math"/>
                </w:rPr>
                <m:t>5→1</m:t>
              </m:r>
            </m:oMath>
            <w:r w:rsidRPr="005F0BD7">
              <w:t xml:space="preserve"> menes overgangen fra </w:t>
            </w:r>
            <m:oMath>
              <m:r>
                <w:rPr>
                  <w:rFonts w:ascii="Cambria Math" w:hAnsi="Cambria Math"/>
                </w:rPr>
                <m:t>n=5</m:t>
              </m:r>
            </m:oMath>
            <w:r w:rsidRPr="005F0BD7">
              <w:t xml:space="preserve"> til </w:t>
            </w:r>
            <m:oMath>
              <m:r>
                <w:rPr>
                  <w:rFonts w:ascii="Cambria Math" w:hAnsi="Cambria Math"/>
                </w:rPr>
                <m:t>m=1</m:t>
              </m:r>
            </m:oMath>
            <w:r w:rsidRPr="005F0BD7">
              <w:t>.</w:t>
            </w:r>
          </w:p>
          <w:p w14:paraId="1A393100" w14:textId="77777777" w:rsidR="005E72EC" w:rsidRPr="005F0BD7" w:rsidRDefault="005E72EC" w:rsidP="005E72EC">
            <w:pPr>
              <w:pStyle w:val="Listeafsnit"/>
            </w:pPr>
          </w:p>
          <w:tbl>
            <w:tblPr>
              <w:tblStyle w:val="Gittertabel4-farve3"/>
              <w:tblW w:w="0" w:type="auto"/>
              <w:tblLook w:val="04A0" w:firstRow="1" w:lastRow="0" w:firstColumn="1" w:lastColumn="0" w:noHBand="0" w:noVBand="1"/>
            </w:tblPr>
            <w:tblGrid>
              <w:gridCol w:w="1749"/>
              <w:gridCol w:w="1453"/>
              <w:gridCol w:w="1764"/>
              <w:gridCol w:w="1454"/>
              <w:gridCol w:w="1528"/>
              <w:gridCol w:w="1454"/>
            </w:tblGrid>
            <w:tr w:rsidR="00AC7288" w:rsidRPr="005F0BD7" w14:paraId="46650A90" w14:textId="44DDC9B8" w:rsidTr="00AC72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0B06F6EF" w14:textId="0309276C" w:rsidR="005E72EC" w:rsidRPr="005F0BD7" w:rsidRDefault="005E72EC" w:rsidP="00AC7288">
                  <w:pPr>
                    <w:spacing w:before="0"/>
                    <w:jc w:val="center"/>
                  </w:pPr>
                  <w:proofErr w:type="spellStart"/>
                  <w:r w:rsidRPr="005F0BD7">
                    <w:t>Lymanserien</w:t>
                  </w:r>
                  <w:proofErr w:type="spellEnd"/>
                </w:p>
              </w:tc>
              <w:tc>
                <w:tcPr>
                  <w:tcW w:w="1453" w:type="dxa"/>
                  <w:vAlign w:val="center"/>
                </w:tcPr>
                <w:p w14:paraId="253BE24D" w14:textId="77777777" w:rsidR="005E72EC" w:rsidRPr="005F0BD7" w:rsidRDefault="005E72EC" w:rsidP="00AC7288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764" w:type="dxa"/>
                  <w:vAlign w:val="center"/>
                </w:tcPr>
                <w:p w14:paraId="056575A6" w14:textId="088C3FFA" w:rsidR="005E72EC" w:rsidRPr="005F0BD7" w:rsidRDefault="005E72EC" w:rsidP="00AC7288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Balmerserien</w:t>
                  </w:r>
                </w:p>
              </w:tc>
              <w:tc>
                <w:tcPr>
                  <w:tcW w:w="1454" w:type="dxa"/>
                  <w:vAlign w:val="center"/>
                </w:tcPr>
                <w:p w14:paraId="205F1455" w14:textId="77777777" w:rsidR="005E72EC" w:rsidRPr="005F0BD7" w:rsidRDefault="005E72EC" w:rsidP="00AC7288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528" w:type="dxa"/>
                  <w:vAlign w:val="center"/>
                </w:tcPr>
                <w:p w14:paraId="7A9BCF1A" w14:textId="12C89E9A" w:rsidR="005E72EC" w:rsidRPr="005F0BD7" w:rsidRDefault="005E72EC" w:rsidP="00AC7288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proofErr w:type="spellStart"/>
                  <w:r w:rsidRPr="005F0BD7">
                    <w:t>Paschenserien</w:t>
                  </w:r>
                  <w:proofErr w:type="spellEnd"/>
                </w:p>
              </w:tc>
              <w:tc>
                <w:tcPr>
                  <w:tcW w:w="1454" w:type="dxa"/>
                  <w:vAlign w:val="center"/>
                </w:tcPr>
                <w:p w14:paraId="0B907668" w14:textId="77777777" w:rsidR="005E72EC" w:rsidRPr="005F0BD7" w:rsidRDefault="005E72EC" w:rsidP="00AC7288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AC7288" w:rsidRPr="005F0BD7" w14:paraId="1B6C88B3" w14:textId="77777777" w:rsidTr="00AC728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5211FB0C" w14:textId="7ACCA7E0" w:rsidR="00AC7288" w:rsidRPr="005F0BD7" w:rsidRDefault="00AC7288" w:rsidP="00AC7288">
                  <w:pPr>
                    <w:spacing w:before="0"/>
                    <w:jc w:val="center"/>
                    <w:rPr>
                      <w:rFonts w:ascii="Calibri" w:eastAsia="Times New Roman" w:hAnsi="Calibri" w:cs="Times New Roman"/>
                      <w:b w:val="0"/>
                      <w:bCs w:val="0"/>
                    </w:rPr>
                  </w:pPr>
                  <w:r w:rsidRPr="005F0BD7">
                    <w:rPr>
                      <w:rFonts w:ascii="Calibri" w:eastAsia="Times New Roman" w:hAnsi="Calibri" w:cs="Times New Roman"/>
                      <w:b w:val="0"/>
                      <w:bCs w:val="0"/>
                    </w:rPr>
                    <w:t>Overgang</w:t>
                  </w:r>
                </w:p>
              </w:tc>
              <w:tc>
                <w:tcPr>
                  <w:tcW w:w="1453" w:type="dxa"/>
                  <w:vAlign w:val="center"/>
                </w:tcPr>
                <w:p w14:paraId="16D8E409" w14:textId="0512F9DB" w:rsidR="00AC7288" w:rsidRPr="005F0BD7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 xml:space="preserve">λ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nm</m:t>
                          </m:r>
                        </m:e>
                      </m:d>
                    </m:oMath>
                  </m:oMathPara>
                </w:p>
              </w:tc>
              <w:tc>
                <w:tcPr>
                  <w:tcW w:w="1764" w:type="dxa"/>
                  <w:vAlign w:val="center"/>
                </w:tcPr>
                <w:p w14:paraId="19B0FD98" w14:textId="4F7CEA05" w:rsidR="00AC7288" w:rsidRPr="005F0BD7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5F0BD7">
                    <w:rPr>
                      <w:rFonts w:ascii="Calibri" w:eastAsia="Times New Roman" w:hAnsi="Calibri" w:cs="Times New Roman"/>
                    </w:rPr>
                    <w:t>Overgang</w:t>
                  </w:r>
                </w:p>
              </w:tc>
              <w:tc>
                <w:tcPr>
                  <w:tcW w:w="1454" w:type="dxa"/>
                  <w:vAlign w:val="center"/>
                </w:tcPr>
                <w:p w14:paraId="35FD7F45" w14:textId="370A1B5D" w:rsidR="00AC7288" w:rsidRPr="005F0BD7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 xml:space="preserve">λ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nm</m:t>
                          </m:r>
                        </m:e>
                      </m:d>
                    </m:oMath>
                  </m:oMathPara>
                </w:p>
              </w:tc>
              <w:tc>
                <w:tcPr>
                  <w:tcW w:w="1528" w:type="dxa"/>
                  <w:vAlign w:val="center"/>
                </w:tcPr>
                <w:p w14:paraId="590845BE" w14:textId="48CA96D0" w:rsidR="00AC7288" w:rsidRPr="005F0BD7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5F0BD7">
                    <w:rPr>
                      <w:rFonts w:ascii="Calibri" w:eastAsia="Times New Roman" w:hAnsi="Calibri" w:cs="Times New Roman"/>
                    </w:rPr>
                    <w:t>Overgang</w:t>
                  </w:r>
                </w:p>
              </w:tc>
              <w:tc>
                <w:tcPr>
                  <w:tcW w:w="1454" w:type="dxa"/>
                  <w:vAlign w:val="center"/>
                </w:tcPr>
                <w:p w14:paraId="2D687566" w14:textId="01C8F92A" w:rsidR="00AC7288" w:rsidRPr="005F0BD7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 xml:space="preserve">λ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nm</m:t>
                          </m:r>
                        </m:e>
                      </m:d>
                    </m:oMath>
                  </m:oMathPara>
                </w:p>
              </w:tc>
            </w:tr>
            <w:tr w:rsidR="00AC7288" w:rsidRPr="005F0BD7" w14:paraId="2B207654" w14:textId="401B3019" w:rsidTr="00AC728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2D53025E" w14:textId="544A1B20" w:rsidR="005E72EC" w:rsidRPr="00470364" w:rsidRDefault="00470364" w:rsidP="00AC7288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2→1</m:t>
                      </m:r>
                    </m:oMath>
                  </m:oMathPara>
                </w:p>
              </w:tc>
              <w:tc>
                <w:tcPr>
                  <w:tcW w:w="1453" w:type="dxa"/>
                  <w:vAlign w:val="center"/>
                </w:tcPr>
                <w:p w14:paraId="648E91A2" w14:textId="77777777" w:rsidR="005E72EC" w:rsidRPr="001C7D96" w:rsidRDefault="005E72EC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764" w:type="dxa"/>
                  <w:shd w:val="clear" w:color="auto" w:fill="808080" w:themeFill="background1" w:themeFillShade="80"/>
                  <w:vAlign w:val="center"/>
                </w:tcPr>
                <w:p w14:paraId="4C75EA9D" w14:textId="77777777" w:rsidR="005E72EC" w:rsidRPr="001C7D96" w:rsidRDefault="005E72EC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54" w:type="dxa"/>
                  <w:shd w:val="clear" w:color="auto" w:fill="808080" w:themeFill="background1" w:themeFillShade="80"/>
                  <w:vAlign w:val="center"/>
                </w:tcPr>
                <w:p w14:paraId="62B65F0D" w14:textId="77777777" w:rsidR="005E72EC" w:rsidRPr="001C7D96" w:rsidRDefault="005E72EC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528" w:type="dxa"/>
                  <w:shd w:val="clear" w:color="auto" w:fill="808080" w:themeFill="background1" w:themeFillShade="80"/>
                  <w:vAlign w:val="center"/>
                </w:tcPr>
                <w:p w14:paraId="096963A5" w14:textId="77777777" w:rsidR="005E72EC" w:rsidRPr="001C7D96" w:rsidRDefault="005E72EC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54" w:type="dxa"/>
                  <w:shd w:val="clear" w:color="auto" w:fill="808080" w:themeFill="background1" w:themeFillShade="80"/>
                  <w:vAlign w:val="center"/>
                </w:tcPr>
                <w:p w14:paraId="6E111163" w14:textId="77777777" w:rsidR="005E72EC" w:rsidRPr="001C7D96" w:rsidRDefault="005E72EC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AC7288" w:rsidRPr="005F0BD7" w14:paraId="0B8A2B9D" w14:textId="1FD4E8CB" w:rsidTr="00AC728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17682FA3" w14:textId="0817CD3D" w:rsidR="00AC7288" w:rsidRPr="00470364" w:rsidRDefault="00470364" w:rsidP="00AC7288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3→1</m:t>
                      </m:r>
                    </m:oMath>
                  </m:oMathPara>
                </w:p>
              </w:tc>
              <w:tc>
                <w:tcPr>
                  <w:tcW w:w="1453" w:type="dxa"/>
                  <w:vAlign w:val="center"/>
                </w:tcPr>
                <w:p w14:paraId="12F83FC2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764" w:type="dxa"/>
                  <w:vAlign w:val="center"/>
                </w:tcPr>
                <w:p w14:paraId="58B2AA26" w14:textId="0EF35B4E" w:rsidR="00AC7288" w:rsidRPr="001C7D96" w:rsidRDefault="00470364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3→2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5936683E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528" w:type="dxa"/>
                  <w:shd w:val="clear" w:color="auto" w:fill="808080" w:themeFill="background1" w:themeFillShade="80"/>
                  <w:vAlign w:val="center"/>
                </w:tcPr>
                <w:p w14:paraId="1749F6B5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454" w:type="dxa"/>
                  <w:shd w:val="clear" w:color="auto" w:fill="808080" w:themeFill="background1" w:themeFillShade="80"/>
                  <w:vAlign w:val="center"/>
                </w:tcPr>
                <w:p w14:paraId="45F387E4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AC7288" w:rsidRPr="005F0BD7" w14:paraId="0B2AE552" w14:textId="2AB10EFF" w:rsidTr="00AC728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4EB7DFCE" w14:textId="07D53F2A" w:rsidR="00AC7288" w:rsidRPr="00470364" w:rsidRDefault="00470364" w:rsidP="00AC7288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4→1</m:t>
                      </m:r>
                    </m:oMath>
                  </m:oMathPara>
                </w:p>
              </w:tc>
              <w:tc>
                <w:tcPr>
                  <w:tcW w:w="1453" w:type="dxa"/>
                  <w:vAlign w:val="center"/>
                </w:tcPr>
                <w:p w14:paraId="7F11BD65" w14:textId="77777777" w:rsidR="00AC7288" w:rsidRPr="001C7D96" w:rsidRDefault="00AC7288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764" w:type="dxa"/>
                  <w:vAlign w:val="center"/>
                </w:tcPr>
                <w:p w14:paraId="669BCA8B" w14:textId="57FFCEA0" w:rsidR="00AC7288" w:rsidRPr="001C7D96" w:rsidRDefault="00470364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4→2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01B62445" w14:textId="77777777" w:rsidR="00AC7288" w:rsidRPr="001C7D96" w:rsidRDefault="00AC7288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528" w:type="dxa"/>
                  <w:vAlign w:val="center"/>
                </w:tcPr>
                <w:p w14:paraId="439A2283" w14:textId="15A4E574" w:rsidR="00AC7288" w:rsidRPr="001C7D96" w:rsidRDefault="00470364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4→3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659905F4" w14:textId="77777777" w:rsidR="00AC7288" w:rsidRPr="001C7D96" w:rsidRDefault="00AC7288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AC7288" w:rsidRPr="005F0BD7" w14:paraId="48A906E7" w14:textId="3A86601F" w:rsidTr="00AC728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07AC2A39" w14:textId="4E13659E" w:rsidR="00AC7288" w:rsidRPr="00470364" w:rsidRDefault="00470364" w:rsidP="00AC7288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5→1</m:t>
                      </m:r>
                    </m:oMath>
                  </m:oMathPara>
                </w:p>
              </w:tc>
              <w:tc>
                <w:tcPr>
                  <w:tcW w:w="1453" w:type="dxa"/>
                  <w:vAlign w:val="center"/>
                </w:tcPr>
                <w:p w14:paraId="72DC7F5B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764" w:type="dxa"/>
                  <w:vAlign w:val="center"/>
                </w:tcPr>
                <w:p w14:paraId="100EBE2C" w14:textId="5B2AE51C" w:rsidR="00AC7288" w:rsidRPr="001C7D96" w:rsidRDefault="00470364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5→2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20A2580E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528" w:type="dxa"/>
                  <w:vAlign w:val="center"/>
                </w:tcPr>
                <w:p w14:paraId="0F18E229" w14:textId="14A2984C" w:rsidR="00AC7288" w:rsidRPr="001C7D96" w:rsidRDefault="00470364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5→3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5022501D" w14:textId="77777777" w:rsidR="00AC7288" w:rsidRPr="001C7D96" w:rsidRDefault="00AC7288" w:rsidP="00AC7288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AC7288" w:rsidRPr="005F0BD7" w14:paraId="66B14B4A" w14:textId="77777777" w:rsidTr="00AC728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49" w:type="dxa"/>
                  <w:vAlign w:val="center"/>
                </w:tcPr>
                <w:p w14:paraId="3425F0F8" w14:textId="21E73CE4" w:rsidR="00AC7288" w:rsidRPr="00470364" w:rsidRDefault="00470364" w:rsidP="00AC7288">
                  <w:pPr>
                    <w:spacing w:before="0"/>
                    <w:jc w:val="center"/>
                    <w:rPr>
                      <w:rFonts w:ascii="Calibri" w:eastAsia="Times New Roman" w:hAnsi="Calibri" w:cs="Times New Roman"/>
                      <w:b w:val="0"/>
                      <w:bCs w:val="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6→1</m:t>
                      </m:r>
                    </m:oMath>
                  </m:oMathPara>
                </w:p>
              </w:tc>
              <w:tc>
                <w:tcPr>
                  <w:tcW w:w="1453" w:type="dxa"/>
                  <w:vAlign w:val="center"/>
                </w:tcPr>
                <w:p w14:paraId="2E9A197C" w14:textId="77777777" w:rsidR="00AC7288" w:rsidRPr="001C7D96" w:rsidRDefault="00AC7288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764" w:type="dxa"/>
                  <w:vAlign w:val="center"/>
                </w:tcPr>
                <w:p w14:paraId="68D07725" w14:textId="0A717E10" w:rsidR="00AC7288" w:rsidRPr="001C7D96" w:rsidRDefault="00470364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6→2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2077C320" w14:textId="77777777" w:rsidR="00AC7288" w:rsidRPr="001C7D96" w:rsidRDefault="00AC7288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528" w:type="dxa"/>
                  <w:vAlign w:val="center"/>
                </w:tcPr>
                <w:p w14:paraId="2D855FB1" w14:textId="2CB0E874" w:rsidR="00AC7288" w:rsidRPr="001C7D96" w:rsidRDefault="00470364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6→3</m:t>
                      </m:r>
                    </m:oMath>
                  </m:oMathPara>
                </w:p>
              </w:tc>
              <w:tc>
                <w:tcPr>
                  <w:tcW w:w="1454" w:type="dxa"/>
                  <w:vAlign w:val="center"/>
                </w:tcPr>
                <w:p w14:paraId="70B4E490" w14:textId="77777777" w:rsidR="00AC7288" w:rsidRPr="001C7D96" w:rsidRDefault="00AC7288" w:rsidP="00AC7288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2CDDD889" w14:textId="77777777" w:rsidR="005E72EC" w:rsidRPr="005F0BD7" w:rsidRDefault="005E72EC" w:rsidP="005E72EC"/>
          <w:p w14:paraId="600795DF" w14:textId="06C30B43" w:rsidR="00C71619" w:rsidRPr="005F0BD7" w:rsidRDefault="00AC448B" w:rsidP="00AC448B">
            <w:pPr>
              <w:pStyle w:val="Listeafsnit"/>
              <w:numPr>
                <w:ilvl w:val="0"/>
                <w:numId w:val="12"/>
              </w:numPr>
            </w:pPr>
            <w:r w:rsidRPr="005F0BD7">
              <w:t>Hvilken af serierne indeholder synligt lys?</w:t>
            </w:r>
          </w:p>
          <w:p w14:paraId="0393C25D" w14:textId="77777777" w:rsidR="00AC448B" w:rsidRPr="005F0BD7" w:rsidRDefault="00AC448B" w:rsidP="00AC448B">
            <w:pPr>
              <w:pStyle w:val="Listeafsnit"/>
            </w:pPr>
          </w:p>
          <w:p w14:paraId="6F76A783" w14:textId="3E289C1D" w:rsidR="00AC448B" w:rsidRPr="005F0BD7" w:rsidRDefault="00AC448B" w:rsidP="00AC448B">
            <w:pPr>
              <w:pStyle w:val="Listeafsnit"/>
              <w:numPr>
                <w:ilvl w:val="0"/>
                <w:numId w:val="12"/>
              </w:numPr>
            </w:pPr>
            <w:r w:rsidRPr="005F0BD7">
              <w:t>Brug</w:t>
            </w:r>
            <w:r w:rsidR="00433EB6" w:rsidRPr="005F0BD7">
              <w:t xml:space="preserve"> det elektromagnetiske spektrum</w:t>
            </w:r>
            <w:r w:rsidRPr="005F0BD7">
              <w:t xml:space="preserve"> til at afgøre, hvilken type stråling der udsendes ved de to andre serier.</w:t>
            </w:r>
          </w:p>
          <w:p w14:paraId="1E0D706B" w14:textId="77777777" w:rsidR="00C71619" w:rsidRPr="005F0BD7" w:rsidRDefault="00C71619" w:rsidP="00C71619"/>
        </w:tc>
      </w:tr>
    </w:tbl>
    <w:p w14:paraId="07116B17" w14:textId="77777777" w:rsidR="001928D2" w:rsidRPr="005F0BD7" w:rsidRDefault="001928D2">
      <w:r w:rsidRPr="005F0BD7"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A5B29" w:rsidRPr="005F0BD7" w14:paraId="399CF2F0" w14:textId="77777777" w:rsidTr="00F70272">
        <w:tc>
          <w:tcPr>
            <w:tcW w:w="9628" w:type="dxa"/>
          </w:tcPr>
          <w:p w14:paraId="4EF9C99F" w14:textId="10B2C35E" w:rsidR="002429B0" w:rsidRPr="005F0BD7" w:rsidRDefault="001928D2" w:rsidP="00F70272">
            <w:pPr>
              <w:rPr>
                <w:b/>
                <w:bCs/>
              </w:rPr>
            </w:pPr>
            <w:r w:rsidRPr="005F0BD7"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540A9FF8" wp14:editId="572D763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208915</wp:posOffset>
                  </wp:positionV>
                  <wp:extent cx="3028315" cy="3981450"/>
                  <wp:effectExtent l="0" t="0" r="635" b="0"/>
                  <wp:wrapTight wrapText="bothSides">
                    <wp:wrapPolygon edited="0">
                      <wp:start x="0" y="0"/>
                      <wp:lineTo x="0" y="21497"/>
                      <wp:lineTo x="21469" y="21497"/>
                      <wp:lineTo x="21469" y="0"/>
                      <wp:lineTo x="0" y="0"/>
                    </wp:wrapPolygon>
                  </wp:wrapTight>
                  <wp:docPr id="4" name="Billed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8315" cy="398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619" w:rsidRPr="005F0BD7">
              <w:rPr>
                <w:b/>
                <w:bCs/>
                <w:u w:val="single"/>
              </w:rPr>
              <w:t>Opgave 3</w:t>
            </w:r>
            <w:r w:rsidRPr="005F0BD7">
              <w:rPr>
                <w:b/>
                <w:bCs/>
              </w:rPr>
              <w:t>: Lys gennem et optisk gitter</w:t>
            </w:r>
          </w:p>
          <w:p w14:paraId="76B2100E" w14:textId="60A4C031" w:rsidR="001928D2" w:rsidRPr="005F0BD7" w:rsidRDefault="001928D2" w:rsidP="00F70272">
            <w:r w:rsidRPr="005F0BD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49FBD6C" wp14:editId="77CF957D">
                  <wp:simplePos x="0" y="0"/>
                  <wp:positionH relativeFrom="column">
                    <wp:posOffset>3851275</wp:posOffset>
                  </wp:positionH>
                  <wp:positionV relativeFrom="paragraph">
                    <wp:posOffset>133985</wp:posOffset>
                  </wp:positionV>
                  <wp:extent cx="1666875" cy="1543050"/>
                  <wp:effectExtent l="0" t="0" r="9525" b="0"/>
                  <wp:wrapSquare wrapText="bothSides"/>
                  <wp:docPr id="3" name="Bille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E88046" w14:textId="680AD867" w:rsidR="001928D2" w:rsidRPr="005F0BD7" w:rsidRDefault="001928D2" w:rsidP="00F70272"/>
          <w:p w14:paraId="19F97B5D" w14:textId="16C6AD1A" w:rsidR="001928D2" w:rsidRPr="005F0BD7" w:rsidRDefault="001928D2" w:rsidP="00F70272"/>
          <w:p w14:paraId="3AD25ECD" w14:textId="32AFFBA5" w:rsidR="001928D2" w:rsidRPr="005F0BD7" w:rsidRDefault="001928D2" w:rsidP="00F70272"/>
          <w:p w14:paraId="5A7D81D8" w14:textId="38CCE412" w:rsidR="002429B0" w:rsidRPr="005F0BD7" w:rsidRDefault="002429B0" w:rsidP="001928D2">
            <w:pPr>
              <w:pStyle w:val="Listeafsnit"/>
            </w:pPr>
          </w:p>
          <w:p w14:paraId="0E468927" w14:textId="77777777" w:rsidR="001928D2" w:rsidRPr="005F0BD7" w:rsidRDefault="001928D2" w:rsidP="001928D2"/>
          <w:p w14:paraId="3094C0EB" w14:textId="77777777" w:rsidR="001928D2" w:rsidRPr="005F0BD7" w:rsidRDefault="001928D2" w:rsidP="001928D2"/>
          <w:p w14:paraId="511DDE82" w14:textId="77777777" w:rsidR="001928D2" w:rsidRPr="005F0BD7" w:rsidRDefault="001928D2" w:rsidP="001928D2"/>
          <w:p w14:paraId="240D1299" w14:textId="77777777" w:rsidR="001928D2" w:rsidRPr="005F0BD7" w:rsidRDefault="001928D2" w:rsidP="001928D2"/>
          <w:p w14:paraId="247F1B19" w14:textId="1AFDA641" w:rsidR="001928D2" w:rsidRPr="005F0BD7" w:rsidRDefault="001928D2" w:rsidP="001928D2">
            <w:r w:rsidRPr="005F0B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FE71E8" wp14:editId="0FB4B560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152400</wp:posOffset>
                      </wp:positionV>
                      <wp:extent cx="1666875" cy="635"/>
                      <wp:effectExtent l="0" t="0" r="0" b="0"/>
                      <wp:wrapSquare wrapText="bothSides"/>
                      <wp:docPr id="10" name="Tekstfel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687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736100" w14:textId="225074C8" w:rsidR="004F4A5C" w:rsidRPr="00DA7AEF" w:rsidRDefault="004F4A5C" w:rsidP="001928D2">
                                  <w:pPr>
                                    <w:pStyle w:val="Billedtekst"/>
                                    <w:rPr>
                                      <w:szCs w:val="20"/>
                                    </w:rPr>
                                  </w:pPr>
                                  <w:r>
                                    <w:t xml:space="preserve">Figur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SEQ Figur \* ARABIC </w:instrText>
                                  </w:r>
                                  <w:r>
                                    <w:fldChar w:fldCharType="separate"/>
                                  </w:r>
                                  <w:r w:rsidR="00807E7B">
                                    <w:rPr>
                                      <w:noProof/>
                                    </w:rPr>
                                    <w:t>1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>: Optisk gitter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8FE71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felt 10" o:spid="_x0000_s1026" type="#_x0000_t202" style="position:absolute;margin-left:292.75pt;margin-top:12pt;width:131.2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" stroked="f">
                      <v:textbox style="mso-fit-shape-to-text:t" inset="0,0,0,0">
                        <w:txbxContent>
                          <w:p w14:paraId="7E736100" w14:textId="225074C8" w:rsidR="004F4A5C" w:rsidRPr="00DA7AEF" w:rsidRDefault="004F4A5C" w:rsidP="001928D2">
                            <w:pPr>
                              <w:pStyle w:val="Billedtekst"/>
                              <w:rPr>
                                <w:szCs w:val="20"/>
                              </w:rPr>
                            </w:pPr>
                            <w:r>
                              <w:t xml:space="preserve">Figur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 \* ARABIC </w:instrText>
                            </w:r>
                            <w:r>
                              <w:fldChar w:fldCharType="separate"/>
                            </w:r>
                            <w:r w:rsidR="00807E7B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Optisk gitter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923EA30" w14:textId="34FDB395" w:rsidR="001928D2" w:rsidRPr="005F0BD7" w:rsidRDefault="001928D2" w:rsidP="001928D2">
            <w:r w:rsidRPr="005F0B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C270EC9" wp14:editId="6AD1E59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2295525</wp:posOffset>
                      </wp:positionV>
                      <wp:extent cx="4000500" cy="209550"/>
                      <wp:effectExtent l="0" t="0" r="0" b="0"/>
                      <wp:wrapTight wrapText="bothSides">
                        <wp:wrapPolygon edited="0">
                          <wp:start x="0" y="0"/>
                          <wp:lineTo x="0" y="19636"/>
                          <wp:lineTo x="21497" y="19636"/>
                          <wp:lineTo x="21497" y="0"/>
                          <wp:lineTo x="0" y="0"/>
                        </wp:wrapPolygon>
                      </wp:wrapTight>
                      <wp:docPr id="12" name="Tekstfel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0" cy="2095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D0D6DD" w14:textId="7AE8C262" w:rsidR="004F4A5C" w:rsidRPr="00D20C44" w:rsidRDefault="004F4A5C" w:rsidP="001928D2">
                                  <w:pPr>
                                    <w:pStyle w:val="Billedtekst"/>
                                    <w:rPr>
                                      <w:szCs w:val="20"/>
                                    </w:rPr>
                                  </w:pPr>
                                  <w:r>
                                    <w:t xml:space="preserve">Figur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SEQ Figur \* ARABIC </w:instrText>
                                  </w:r>
                                  <w:r>
                                    <w:fldChar w:fldCharType="separate"/>
                                  </w:r>
                                  <w:r w:rsidR="00807E7B">
                                    <w:rPr>
                                      <w:noProof/>
                                    </w:rPr>
                                    <w:t>2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>: Når lys sendes igennem et optisk gitter vil det på bagsiden udbredes som ringbølger.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70EC9" id="Tekstfelt 12" o:spid="_x0000_s1027" type="#_x0000_t202" style="position:absolute;margin-left:-1.6pt;margin-top:180.75pt;width:31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" stroked="f">
                      <v:textbox inset="0,0,0,0">
                        <w:txbxContent>
                          <w:p w14:paraId="75D0D6DD" w14:textId="7AE8C262" w:rsidR="004F4A5C" w:rsidRPr="00D20C44" w:rsidRDefault="004F4A5C" w:rsidP="001928D2">
                            <w:pPr>
                              <w:pStyle w:val="Billedtekst"/>
                              <w:rPr>
                                <w:szCs w:val="20"/>
                              </w:rPr>
                            </w:pPr>
                            <w:r>
                              <w:t xml:space="preserve">Figur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 \* ARABIC </w:instrText>
                            </w:r>
                            <w:r>
                              <w:fldChar w:fldCharType="separate"/>
                            </w:r>
                            <w:r w:rsidR="00807E7B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Når lys sendes igennem et optisk gitter vil det på bagsiden udbredes som ringbølger.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5F0B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906156" wp14:editId="60C1D9D2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1915160</wp:posOffset>
                      </wp:positionV>
                      <wp:extent cx="3378835" cy="635"/>
                      <wp:effectExtent l="0" t="0" r="0" b="0"/>
                      <wp:wrapSquare wrapText="bothSides"/>
                      <wp:docPr id="11" name="Tekstfel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7883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643BDA" w14:textId="1AD125A2" w:rsidR="004F4A5C" w:rsidRPr="00F2715E" w:rsidRDefault="004F4A5C" w:rsidP="001928D2">
                                  <w:pPr>
                                    <w:pStyle w:val="Billedtekst"/>
                                    <w:rPr>
                                      <w:szCs w:val="20"/>
                                    </w:rPr>
                                  </w:pPr>
                                  <w:r>
                                    <w:t xml:space="preserve">Figur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SEQ Figur \* ARABIC </w:instrText>
                                  </w:r>
                                  <w:r>
                                    <w:fldChar w:fldCharType="separate"/>
                                  </w:r>
                                  <w:r w:rsidR="00807E7B">
                                    <w:rPr>
                                      <w:noProof/>
                                    </w:rPr>
                                    <w:t>3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>: Lys med en kortere bølgelængde (f.eks. blåt lys) afbøjes mindre end lys med en større bølgelængde (f.eks. rødt lys).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906156" id="Tekstfelt 11" o:spid="_x0000_s1028" type="#_x0000_t202" style="position:absolute;margin-left:209.7pt;margin-top:150.8pt;width:266.05pt;height: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" stroked="f">
                      <v:textbox style="mso-fit-shape-to-text:t" inset="0,0,0,0">
                        <w:txbxContent>
                          <w:p w14:paraId="4A643BDA" w14:textId="1AD125A2" w:rsidR="004F4A5C" w:rsidRPr="00F2715E" w:rsidRDefault="004F4A5C" w:rsidP="001928D2">
                            <w:pPr>
                              <w:pStyle w:val="Billedtekst"/>
                              <w:rPr>
                                <w:szCs w:val="20"/>
                              </w:rPr>
                            </w:pPr>
                            <w:r>
                              <w:t xml:space="preserve">Figur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 \* ARABIC </w:instrText>
                            </w:r>
                            <w:r>
                              <w:fldChar w:fldCharType="separate"/>
                            </w:r>
                            <w:r w:rsidR="00807E7B"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Lys med en kortere bølgelængde (f.eks. blåt lys) afbøjes mindre end lys med en større bølgelængde (f.eks. rødt lys).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F0BD7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4E7ABD5" wp14:editId="0A6514B1">
                  <wp:simplePos x="0" y="0"/>
                  <wp:positionH relativeFrom="column">
                    <wp:posOffset>2648585</wp:posOffset>
                  </wp:positionH>
                  <wp:positionV relativeFrom="paragraph">
                    <wp:posOffset>323850</wp:posOffset>
                  </wp:positionV>
                  <wp:extent cx="3378835" cy="1571625"/>
                  <wp:effectExtent l="0" t="0" r="0" b="9525"/>
                  <wp:wrapSquare wrapText="bothSides"/>
                  <wp:docPr id="9" name="Billed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883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C06A79" w14:textId="5884301A" w:rsidR="001928D2" w:rsidRPr="005F0BD7" w:rsidRDefault="001928D2" w:rsidP="001928D2"/>
          <w:p w14:paraId="43BD1F26" w14:textId="010788A8" w:rsidR="001928D2" w:rsidRPr="005F0BD7" w:rsidRDefault="001928D2" w:rsidP="001928D2">
            <w:r w:rsidRPr="005F0BD7">
              <w:t>Når lys sendes igennem et optisk gitter</w:t>
            </w:r>
            <w:r w:rsidR="003C60B3" w:rsidRPr="005F0BD7">
              <w:t xml:space="preserve"> (Figur 2)</w:t>
            </w:r>
            <w:r w:rsidRPr="005F0BD7">
              <w:t xml:space="preserve">, vil det på bagsiden udbredes som ringbølger. I nogle retninger vil der være konstruktiv interferens, hvilket kan ses som farvede </w:t>
            </w:r>
            <w:r w:rsidRPr="005F0BD7">
              <w:rPr>
                <w:i/>
                <w:iCs/>
              </w:rPr>
              <w:t>ordenspletter</w:t>
            </w:r>
            <w:r w:rsidRPr="005F0BD7">
              <w:t xml:space="preserve"> på </w:t>
            </w:r>
            <w:r w:rsidR="003C60B3" w:rsidRPr="005F0BD7">
              <w:t>f.eks. en væg, som vist på Figur 1</w:t>
            </w:r>
            <w:r w:rsidRPr="005F0BD7">
              <w:t>.</w:t>
            </w:r>
          </w:p>
          <w:p w14:paraId="0DB73C6B" w14:textId="79055597" w:rsidR="003C60B3" w:rsidRPr="005F0BD7" w:rsidRDefault="003C60B3" w:rsidP="001928D2">
            <w:r w:rsidRPr="005F0BD7">
              <w:t>Lys med kortere bølgelængder (f.eks. blåt lys) vil danne en mindre vinkel end lys med længere bølgelængde (f.eks. rødt lys), som vist på Figur 3.</w:t>
            </w:r>
          </w:p>
          <w:p w14:paraId="5CB186A1" w14:textId="263E09EA" w:rsidR="004F4A5C" w:rsidRPr="005F0BD7" w:rsidRDefault="004F4A5C" w:rsidP="001928D2"/>
          <w:p w14:paraId="350F2BBA" w14:textId="4A00AB1D" w:rsidR="004F4A5C" w:rsidRPr="005F0BD7" w:rsidRDefault="00390A49" w:rsidP="001928D2">
            <w:r w:rsidRPr="005F0BD7">
              <w:t xml:space="preserve">Den vinkel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 w:rsidRPr="005F0BD7">
              <w:t xml:space="preserve"> som den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 w:rsidRPr="005F0BD7">
              <w:t xml:space="preserve">’te orden danner (i forhold til 0. orden) kan beregnes med </w:t>
            </w:r>
            <w:r w:rsidRPr="005F0BD7">
              <w:rPr>
                <w:i/>
                <w:iCs/>
              </w:rPr>
              <w:t>gitterformlen</w:t>
            </w:r>
            <w:r w:rsidRPr="005F0BD7">
              <w:t>:</w:t>
            </w:r>
          </w:p>
          <w:p w14:paraId="65E60925" w14:textId="601253BA" w:rsidR="00390A49" w:rsidRPr="005F0BD7" w:rsidRDefault="00000000" w:rsidP="001928D2">
            <m:oMathPara>
              <m:oMath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d>
                  </m:e>
                </m:func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n⋅λ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</m:t>
                    </m:r>
                  </m:den>
                </m:f>
              </m:oMath>
            </m:oMathPara>
          </w:p>
          <w:p w14:paraId="154BD477" w14:textId="7533987E" w:rsidR="00390A49" w:rsidRPr="005F0BD7" w:rsidRDefault="00390A49" w:rsidP="001928D2">
            <w:r w:rsidRPr="005F0BD7">
              <w:t xml:space="preserve">hvor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 w:rsidRPr="005F0BD7">
              <w:t xml:space="preserve"> er bølgelængden og 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 w:rsidRPr="005F0BD7">
              <w:t xml:space="preserve"> er </w:t>
            </w:r>
            <w:r w:rsidRPr="005F0BD7">
              <w:rPr>
                <w:i/>
                <w:iCs/>
              </w:rPr>
              <w:t>gitterkonstanten</w:t>
            </w:r>
            <w:r w:rsidRPr="005F0BD7">
              <w:t>, som angiver afstanden mellem de enkelte spalter i gitteret.</w:t>
            </w:r>
          </w:p>
          <w:p w14:paraId="576E0020" w14:textId="32CBDB90" w:rsidR="00390A49" w:rsidRPr="005F0BD7" w:rsidRDefault="00390A49" w:rsidP="001928D2">
            <w:r w:rsidRPr="005F0BD7">
              <w:t xml:space="preserve">For et gitter med 300 linjer pr. mm er gitterkonstanten </w:t>
            </w:r>
            <m:oMath>
              <m:r>
                <w:rPr>
                  <w:rFonts w:ascii="Cambria Math" w:hAnsi="Cambria Math"/>
                </w:rPr>
                <m:t xml:space="preserve">d=3333,33 </m:t>
              </m:r>
              <m:r>
                <m:rPr>
                  <m:nor/>
                </m:rPr>
                <w:rPr>
                  <w:rFonts w:ascii="Cambria Math" w:hAnsi="Cambria Math"/>
                </w:rPr>
                <m:t>nm</m:t>
              </m:r>
            </m:oMath>
            <w:r w:rsidRPr="005F0BD7">
              <w:t>.</w:t>
            </w:r>
          </w:p>
          <w:p w14:paraId="51B2F62F" w14:textId="6C50BB50" w:rsidR="00390A49" w:rsidRPr="005F0BD7" w:rsidRDefault="00390A49" w:rsidP="001928D2"/>
          <w:p w14:paraId="271FD58E" w14:textId="5E7B4DFD" w:rsidR="00390A49" w:rsidRPr="005F0BD7" w:rsidRDefault="00390A49" w:rsidP="00390A49">
            <w:r w:rsidRPr="005F0BD7">
              <w:t xml:space="preserve">I </w:t>
            </w:r>
            <w:r w:rsidR="00DD13EA" w:rsidRPr="005F0BD7">
              <w:t xml:space="preserve">et forsøg sendes lys fra en hydrogen-lampe igennem et gitter med 300 linjer pr. mm og en bestemt farve observeres. Vinklerne for 1. og 2. ordensstrålerne bestemmes til hhv.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=7,55°</m:t>
              </m:r>
            </m:oMath>
            <w:r w:rsidR="00DD13EA" w:rsidRPr="005F0BD7">
              <w:t xml:space="preserve">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=15,2°</m:t>
              </m:r>
            </m:oMath>
            <w:r w:rsidR="00DD13EA" w:rsidRPr="005F0BD7">
              <w:t>.</w:t>
            </w:r>
          </w:p>
          <w:p w14:paraId="50B73D6A" w14:textId="76BF5152" w:rsidR="00DD13EA" w:rsidRPr="005F0BD7" w:rsidRDefault="00DD13EA" w:rsidP="00390A49"/>
          <w:p w14:paraId="5C6213C2" w14:textId="1316200A" w:rsidR="001928D2" w:rsidRPr="005F0BD7" w:rsidRDefault="00DD13EA" w:rsidP="001928D2">
            <w:pPr>
              <w:pStyle w:val="Listeafsnit"/>
              <w:numPr>
                <w:ilvl w:val="0"/>
                <w:numId w:val="13"/>
              </w:numPr>
            </w:pPr>
            <w:r w:rsidRPr="005F0BD7">
              <w:t xml:space="preserve">Bestem bølgelængden for det observerede lys og argumentér for, at lyset stammer fra </w:t>
            </w:r>
            <m:oMath>
              <m:r>
                <w:rPr>
                  <w:rFonts w:ascii="Cambria Math" w:hAnsi="Cambria Math"/>
                </w:rPr>
                <m:t>5→2</m:t>
              </m:r>
            </m:oMath>
            <w:r w:rsidRPr="005F0BD7">
              <w:t xml:space="preserve"> elektronovergangen i hydrogen.</w:t>
            </w:r>
          </w:p>
        </w:tc>
      </w:tr>
    </w:tbl>
    <w:p w14:paraId="7AFFF215" w14:textId="77777777" w:rsidR="00720D29" w:rsidRDefault="00720D29">
      <w:r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50CB" w:rsidRPr="005F0BD7" w14:paraId="2D7FD677" w14:textId="77777777" w:rsidTr="00F70272">
        <w:tc>
          <w:tcPr>
            <w:tcW w:w="9628" w:type="dxa"/>
          </w:tcPr>
          <w:p w14:paraId="29BD8A03" w14:textId="4078F29B" w:rsidR="009A50CB" w:rsidRPr="005F0BD7" w:rsidRDefault="009A50CB" w:rsidP="009A50CB">
            <w:r w:rsidRPr="005F0BD7">
              <w:rPr>
                <w:b/>
                <w:bCs/>
                <w:u w:val="single"/>
              </w:rPr>
              <w:lastRenderedPageBreak/>
              <w:t xml:space="preserve">Opgave </w:t>
            </w:r>
            <w:r w:rsidR="00720D29">
              <w:rPr>
                <w:b/>
                <w:bCs/>
                <w:u w:val="single"/>
              </w:rPr>
              <w:t>4</w:t>
            </w:r>
            <w:r w:rsidRPr="005F0BD7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Udledning af Rydbergformlen</w:t>
            </w:r>
          </w:p>
          <w:p w14:paraId="1D1DB063" w14:textId="6E412809" w:rsidR="009A50CB" w:rsidRDefault="009A50CB" w:rsidP="009A50CB">
            <w:r>
              <w:t xml:space="preserve">Hvis en elektron hopper fra skal nr.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t xml:space="preserve"> til skal nr.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>
              <w:t>, vil der blive absorberet eller emitteret en forton med energien</w:t>
            </w:r>
          </w:p>
          <w:p w14:paraId="54A9DC60" w14:textId="1A0D0635" w:rsidR="009A50CB" w:rsidRDefault="00000000" w:rsidP="009A50CB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fot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 w:rsidR="009A50CB">
              <w:t>.</w:t>
            </w:r>
          </w:p>
          <w:p w14:paraId="4CFA89B3" w14:textId="77777777" w:rsidR="009A50CB" w:rsidRDefault="009A50CB" w:rsidP="009A50CB"/>
          <w:p w14:paraId="00B3CC24" w14:textId="544116C8" w:rsidR="009A50CB" w:rsidRPr="009A50CB" w:rsidRDefault="009A50CB" w:rsidP="009A50CB">
            <w:pPr>
              <w:pStyle w:val="Listeafsnit"/>
              <w:numPr>
                <w:ilvl w:val="0"/>
                <w:numId w:val="18"/>
              </w:numPr>
            </w:pPr>
            <w:r>
              <w:t>Indsæt udtrykket for energiniveauerne i hydrogen og vis, at ovenstående udtryk kan omskrives til</w:t>
            </w:r>
            <w: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fot</m:t>
                    </m:r>
                  </m:sub>
                </m:sSub>
                <m:r>
                  <w:rPr>
                    <w:rFonts w:ascii="Cambria Math" w:hAnsi="Cambria Math"/>
                  </w:rPr>
                  <m:t>=-h⋅c⋅R⋅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6013E8B2" w14:textId="77C48BA5" w:rsidR="009A50CB" w:rsidRDefault="009A50CB" w:rsidP="009A50CB">
            <w:r>
              <w:t>Energien af en foton er givet ved</w:t>
            </w:r>
          </w:p>
          <w:p w14:paraId="4A2E2284" w14:textId="24462EE3" w:rsidR="009A50CB" w:rsidRPr="009A50CB" w:rsidRDefault="00000000" w:rsidP="009A50CB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fot</m:t>
                    </m:r>
                  </m:sub>
                </m:sSub>
                <m:r>
                  <w:rPr>
                    <w:rFonts w:ascii="Cambria Math" w:hAnsi="Cambria Math"/>
                  </w:rPr>
                  <m:t>=h⋅f</m:t>
                </m:r>
              </m:oMath>
            </m:oMathPara>
          </w:p>
          <w:p w14:paraId="33818AA4" w14:textId="77777777" w:rsidR="009A50CB" w:rsidRPr="009A50CB" w:rsidRDefault="009A50CB" w:rsidP="009A50CB"/>
          <w:p w14:paraId="646DA470" w14:textId="4A09F99C" w:rsidR="009A50CB" w:rsidRPr="009A50CB" w:rsidRDefault="009A50CB" w:rsidP="009A50CB">
            <w:pPr>
              <w:pStyle w:val="Listeafsnit"/>
              <w:numPr>
                <w:ilvl w:val="0"/>
                <w:numId w:val="18"/>
              </w:numPr>
            </w:pPr>
            <w:r>
              <w:t xml:space="preserve">Brug bølgeligningen </w:t>
            </w:r>
            <m:oMath>
              <m:r>
                <w:rPr>
                  <w:rFonts w:ascii="Cambria Math" w:hAnsi="Cambria Math"/>
                </w:rPr>
                <m:t>c=λ⋅f</m:t>
              </m:r>
            </m:oMath>
            <w:r>
              <w:t xml:space="preserve"> til at vise, at energien af en foton også kan skrives som</w:t>
            </w:r>
            <w: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fot</m:t>
                    </m:r>
                  </m:sub>
                </m:sSub>
                <m:r>
                  <w:rPr>
                    <w:rFonts w:ascii="Cambria Math" w:hAnsi="Cambria Math"/>
                  </w:rPr>
                  <m:t>=h⋅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λ</m:t>
                    </m:r>
                  </m:den>
                </m:f>
              </m:oMath>
            </m:oMathPara>
          </w:p>
          <w:p w14:paraId="7BB9B880" w14:textId="77777777" w:rsidR="009A50CB" w:rsidRPr="009A50CB" w:rsidRDefault="009A50CB" w:rsidP="009A50CB">
            <w:pPr>
              <w:pStyle w:val="Listeafsnit"/>
            </w:pPr>
          </w:p>
          <w:p w14:paraId="0C40F56E" w14:textId="23040119" w:rsidR="009A50CB" w:rsidRPr="009A50CB" w:rsidRDefault="009A50CB" w:rsidP="009A50CB">
            <w:pPr>
              <w:pStyle w:val="Listeafsnit"/>
              <w:numPr>
                <w:ilvl w:val="0"/>
                <w:numId w:val="18"/>
              </w:numPr>
            </w:pPr>
            <w:r>
              <w:t xml:space="preserve">Kombinér de to de udtryk fra hhv. spg. a) og spg. b) til at vise </w:t>
            </w:r>
            <w:r>
              <w:rPr>
                <w:b/>
                <w:bCs/>
              </w:rPr>
              <w:t>Rydbergformlen:</w:t>
            </w:r>
            <w: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λ</m:t>
                    </m:r>
                  </m:den>
                </m:f>
                <m:r>
                  <w:rPr>
                    <w:rFonts w:ascii="Cambria Math" w:hAnsi="Cambria Math"/>
                  </w:rPr>
                  <m:t>=-R⋅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6BAAE68F" w14:textId="3798ED28" w:rsidR="009A50CB" w:rsidRDefault="009A50CB" w:rsidP="009A50CB">
            <w:pPr>
              <w:pStyle w:val="Listeafsnit"/>
            </w:pPr>
            <w:r>
              <w:t>eller, hvis du ganger fortegnet ind i parentesen:</w:t>
            </w:r>
          </w:p>
          <w:p w14:paraId="00CED953" w14:textId="3BA19A0A" w:rsidR="009A50CB" w:rsidRPr="009A50CB" w:rsidRDefault="00000000" w:rsidP="009A50CB">
            <w:pPr>
              <w:pStyle w:val="Listeafsnit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λ</m:t>
                    </m:r>
                  </m:den>
                </m:f>
                <m:r>
                  <w:rPr>
                    <w:rFonts w:ascii="Cambria Math" w:hAnsi="Cambria Math"/>
                  </w:rPr>
                  <m:t>=R⋅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419F5643" w14:textId="78E667DB" w:rsidR="009A50CB" w:rsidRDefault="009A50CB" w:rsidP="009A50CB">
            <w:r>
              <w:t xml:space="preserve">Rydbergkonstanten er </w:t>
            </w:r>
            <m:oMath>
              <m:r>
                <w:rPr>
                  <w:rFonts w:ascii="Cambria Math" w:hAnsi="Cambria Math"/>
                </w:rPr>
                <m:t>R=1,097⋅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>
              <w:t>.</w:t>
            </w:r>
          </w:p>
          <w:p w14:paraId="2DFCC52A" w14:textId="5607B149" w:rsidR="00994694" w:rsidRDefault="00994694" w:rsidP="009A50CB"/>
          <w:p w14:paraId="002927EC" w14:textId="59056FFC" w:rsidR="00994694" w:rsidRDefault="00994694" w:rsidP="00994694">
            <w:pPr>
              <w:pStyle w:val="Listeafsnit"/>
              <w:numPr>
                <w:ilvl w:val="0"/>
                <w:numId w:val="18"/>
              </w:numPr>
            </w:pPr>
            <w:r>
              <w:t>Vis, at ved at skifte fra meter til nanometer, kan Rydbergkonstanten også skrives som</w:t>
            </w:r>
          </w:p>
          <w:p w14:paraId="40A60404" w14:textId="3B48DCEA" w:rsidR="00994694" w:rsidRDefault="00994694" w:rsidP="00994694">
            <w:pPr>
              <w:pStyle w:val="Listeafsnit"/>
            </w:pPr>
            <m:oMathPara>
              <m:oMath>
                <m:r>
                  <w:rPr>
                    <w:rFonts w:ascii="Cambria Math" w:hAnsi="Cambria Math"/>
                  </w:rPr>
                  <m:t xml:space="preserve">R=0,01097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nm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m:rPr>
                    <m:sty m:val="p"/>
                  </m:rPr>
                  <w:br/>
                </m:r>
              </m:oMath>
            </m:oMathPara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>:</w:t>
            </w:r>
            <w:r>
              <w:t xml:space="preserve"> Husk, at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  <w:r>
              <w:t xml:space="preserve">, hvilket betyder ”pr. meter” og ligeledes er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nm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nm</m:t>
                  </m:r>
                </m:den>
              </m:f>
            </m:oMath>
            <w:r>
              <w:t>, hvilket betyder ”pr. nanometer”.</w:t>
            </w:r>
          </w:p>
          <w:p w14:paraId="754FDDF6" w14:textId="504B4127" w:rsidR="00994694" w:rsidRDefault="00994694" w:rsidP="00994694">
            <w:pPr>
              <w:pStyle w:val="Listeafsnit"/>
            </w:pPr>
          </w:p>
          <w:p w14:paraId="47173131" w14:textId="11C5CEDA" w:rsidR="00994694" w:rsidRPr="00994694" w:rsidRDefault="00994694" w:rsidP="00A271CC">
            <w:pPr>
              <w:pStyle w:val="Listeafsnit"/>
              <w:numPr>
                <w:ilvl w:val="0"/>
                <w:numId w:val="18"/>
              </w:numPr>
              <w:rPr>
                <w:rFonts w:ascii="Calibri" w:eastAsia="Times New Roman" w:hAnsi="Calibri" w:cs="Calibri"/>
                <w:szCs w:val="22"/>
                <w:lang w:eastAsia="da-DK"/>
              </w:rPr>
            </w:pPr>
            <w:r>
              <w:t>Indsæt svarer fra spg. d) i formlen i spg. c) og indse, at du nu har udledt formlen, som du brugte i Opgave 2:</w:t>
            </w:r>
            <w:r>
              <w:br/>
            </w: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λ</m:t>
                    </m:r>
                  </m:den>
                </m:f>
                <m:r>
                  <w:rPr>
                    <w:rFonts w:ascii="Cambria Math" w:eastAsia="Times New Roman" w:hAnsi="Cambria Math" w:cs="Calibri"/>
                    <w:szCs w:val="22"/>
                    <w:lang w:eastAsia="da-DK"/>
                  </w:rPr>
                  <m:t>=0,01097</m:t>
                </m:r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libri" w:eastAsia="Times New Roman" w:hAnsi="Calibri" w:cs="Calibri"/>
                        <w:szCs w:val="22"/>
                        <w:lang w:eastAsia="da-DK"/>
                      </w:rPr>
                      <m:t>nm</m:t>
                    </m:r>
                  </m:den>
                </m:f>
                <m:r>
                  <w:rPr>
                    <w:rFonts w:ascii="Cambria Math" w:eastAsia="Times New Roman" w:hAnsi="Cambria Math" w:cs="Calibri"/>
                    <w:szCs w:val="22"/>
                    <w:lang w:eastAsia="da-DK"/>
                  </w:rPr>
                  <m:t>⋅</m:t>
                </m:r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iCs/>
                        <w:szCs w:val="22"/>
                        <w:lang w:eastAsia="da-DK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szCs w:val="22"/>
                            <w:lang w:eastAsia="da-DK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Calibri"/>
                            <w:szCs w:val="22"/>
                            <w:lang w:eastAsia="da-DK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szCs w:val="22"/>
                                <w:lang w:eastAsia="da-DK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="Times New Roman" w:hAnsi="Cambria Math" w:cs="Calibri"/>
                        <w:szCs w:val="22"/>
                        <w:lang w:eastAsia="da-DK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szCs w:val="22"/>
                            <w:lang w:eastAsia="da-DK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Calibri"/>
                            <w:szCs w:val="22"/>
                            <w:lang w:eastAsia="da-DK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szCs w:val="22"/>
                                <w:lang w:eastAsia="da-DK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Calibri"/>
                                <w:szCs w:val="22"/>
                                <w:lang w:eastAsia="da-DK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10266F13" w14:textId="77777777" w:rsidR="009A50CB" w:rsidRPr="005F0BD7" w:rsidRDefault="009A50CB" w:rsidP="00F70272">
            <w:pPr>
              <w:rPr>
                <w:noProof/>
              </w:rPr>
            </w:pPr>
          </w:p>
        </w:tc>
      </w:tr>
    </w:tbl>
    <w:p w14:paraId="5EA9FBAE" w14:textId="77777777" w:rsidR="00994694" w:rsidRDefault="00994694">
      <w:r>
        <w:rPr>
          <w:b/>
          <w:bCs/>
        </w:rPr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29B0" w:rsidRPr="005F0BD7" w14:paraId="62E3D9BF" w14:textId="77777777" w:rsidTr="00343530">
        <w:tc>
          <w:tcPr>
            <w:tcW w:w="9628" w:type="dxa"/>
            <w:shd w:val="clear" w:color="auto" w:fill="B3D5AB" w:themeFill="accent4" w:themeFillTint="66"/>
          </w:tcPr>
          <w:p w14:paraId="607AD254" w14:textId="2C915656" w:rsidR="002429B0" w:rsidRPr="005F0BD7" w:rsidRDefault="002429B0" w:rsidP="002429B0">
            <w:pPr>
              <w:pStyle w:val="Overskrift3"/>
            </w:pPr>
            <w:r w:rsidRPr="005F0BD7">
              <w:lastRenderedPageBreak/>
              <w:t>Forsøget</w:t>
            </w:r>
          </w:p>
        </w:tc>
      </w:tr>
      <w:tr w:rsidR="002429B0" w:rsidRPr="005F0BD7" w14:paraId="79CD3D17" w14:textId="77777777" w:rsidTr="002429B0">
        <w:tc>
          <w:tcPr>
            <w:tcW w:w="9628" w:type="dxa"/>
          </w:tcPr>
          <w:p w14:paraId="5A25708B" w14:textId="2491E3B5" w:rsidR="002429B0" w:rsidRPr="005F0BD7" w:rsidRDefault="00470364" w:rsidP="002429B0">
            <w:r w:rsidRPr="00801DAA"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73A0AB46" wp14:editId="3DBE3587">
                  <wp:simplePos x="0" y="0"/>
                  <wp:positionH relativeFrom="column">
                    <wp:posOffset>4699000</wp:posOffset>
                  </wp:positionH>
                  <wp:positionV relativeFrom="paragraph">
                    <wp:posOffset>0</wp:posOffset>
                  </wp:positionV>
                  <wp:extent cx="1268730" cy="1504950"/>
                  <wp:effectExtent l="0" t="0" r="7620" b="0"/>
                  <wp:wrapTight wrapText="bothSides">
                    <wp:wrapPolygon edited="0">
                      <wp:start x="0" y="0"/>
                      <wp:lineTo x="0" y="21327"/>
                      <wp:lineTo x="21405" y="21327"/>
                      <wp:lineTo x="21405" y="0"/>
                      <wp:lineTo x="0" y="0"/>
                    </wp:wrapPolygon>
                  </wp:wrapTight>
                  <wp:docPr id="541983197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983197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BF3B57" w14:textId="3F07AD58" w:rsidR="00DD13EA" w:rsidRPr="005F0BD7" w:rsidRDefault="00DD13EA" w:rsidP="002429B0">
            <w:r w:rsidRPr="005F0BD7">
              <w:t>Forsøget udføres i fællesskab og de observerede værdier skrives ind nedenfor.</w:t>
            </w:r>
            <w:r w:rsidR="00470364" w:rsidRPr="00801DAA">
              <w:t xml:space="preserve"> </w:t>
            </w:r>
          </w:p>
          <w:p w14:paraId="4EAFF984" w14:textId="155997A1" w:rsidR="00DD13EA" w:rsidRPr="005F0BD7" w:rsidRDefault="00DD13EA" w:rsidP="002429B0"/>
          <w:p w14:paraId="291AC9A4" w14:textId="469CF059" w:rsidR="00DD13EA" w:rsidRPr="005F0BD7" w:rsidRDefault="00DD13EA" w:rsidP="002429B0">
            <w:r w:rsidRPr="005F0BD7">
              <w:rPr>
                <w:b/>
                <w:bCs/>
              </w:rPr>
              <w:t>Gitter:</w:t>
            </w:r>
          </w:p>
          <w:p w14:paraId="0DBD66C5" w14:textId="20B33BED" w:rsidR="00DD13EA" w:rsidRPr="005F0BD7" w:rsidRDefault="00DD13EA" w:rsidP="002429B0">
            <w:r w:rsidRPr="005F0BD7">
              <w:rPr>
                <w:b/>
                <w:bCs/>
              </w:rPr>
              <w:t>Gitterkonstant:</w:t>
            </w:r>
            <w:r w:rsidRPr="005F0BD7">
              <w:t xml:space="preserve"> </w:t>
            </w:r>
            <m:oMath>
              <m:r>
                <w:rPr>
                  <w:rFonts w:ascii="Cambria Math" w:hAnsi="Cambria Math"/>
                </w:rPr>
                <m:t>d=</m:t>
              </m:r>
            </m:oMath>
          </w:p>
          <w:p w14:paraId="4734487D" w14:textId="095E5AB8" w:rsidR="00DD13EA" w:rsidRPr="005F0BD7" w:rsidRDefault="00DD13EA" w:rsidP="002429B0"/>
          <w:tbl>
            <w:tblPr>
              <w:tblStyle w:val="Gittertabel4-farve4"/>
              <w:tblW w:w="0" w:type="auto"/>
              <w:tblLook w:val="04A0" w:firstRow="1" w:lastRow="0" w:firstColumn="1" w:lastColumn="0" w:noHBand="0" w:noVBand="1"/>
            </w:tblPr>
            <w:tblGrid>
              <w:gridCol w:w="1880"/>
              <w:gridCol w:w="1880"/>
              <w:gridCol w:w="1880"/>
              <w:gridCol w:w="1881"/>
              <w:gridCol w:w="1881"/>
            </w:tblGrid>
            <w:tr w:rsidR="00A83F63" w:rsidRPr="005F0BD7" w14:paraId="63948947" w14:textId="77777777" w:rsidTr="00A83F6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80" w:type="dxa"/>
                  <w:vAlign w:val="center"/>
                </w:tcPr>
                <w:p w14:paraId="144E2609" w14:textId="7A08E5D3" w:rsidR="00A83F63" w:rsidRPr="005F0BD7" w:rsidRDefault="00A83F63" w:rsidP="00A83F63">
                  <w:pPr>
                    <w:spacing w:before="0"/>
                    <w:jc w:val="center"/>
                  </w:pPr>
                  <w:r w:rsidRPr="005F0BD7">
                    <w:t>Farve</w:t>
                  </w:r>
                </w:p>
              </w:tc>
              <w:tc>
                <w:tcPr>
                  <w:tcW w:w="1880" w:type="dxa"/>
                  <w:vAlign w:val="center"/>
                </w:tcPr>
                <w:p w14:paraId="1515E3D1" w14:textId="1BBB51FA" w:rsidR="00A83F63" w:rsidRPr="005F0BD7" w:rsidRDefault="00A83F63" w:rsidP="00A83F63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Vinkel 1. orden</w:t>
                  </w:r>
                  <w:r w:rsidRPr="005F0BD7">
                    <w:br/>
                    <w:t>Højre</w:t>
                  </w:r>
                </w:p>
              </w:tc>
              <w:tc>
                <w:tcPr>
                  <w:tcW w:w="1880" w:type="dxa"/>
                  <w:vAlign w:val="center"/>
                </w:tcPr>
                <w:p w14:paraId="03D1736A" w14:textId="7ABEB3DF" w:rsidR="00A83F63" w:rsidRPr="005F0BD7" w:rsidRDefault="00A83F63" w:rsidP="00A83F63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Vinkel 1. orden</w:t>
                  </w:r>
                  <w:r w:rsidRPr="005F0BD7">
                    <w:br/>
                    <w:t>Venstre</w:t>
                  </w:r>
                </w:p>
              </w:tc>
              <w:tc>
                <w:tcPr>
                  <w:tcW w:w="1881" w:type="dxa"/>
                  <w:vAlign w:val="center"/>
                </w:tcPr>
                <w:p w14:paraId="15455C9D" w14:textId="59753501" w:rsidR="00A83F63" w:rsidRPr="005F0BD7" w:rsidRDefault="00A83F63" w:rsidP="00A83F63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Vinkel 2. orden</w:t>
                  </w:r>
                  <w:r w:rsidRPr="005F0BD7">
                    <w:br/>
                    <w:t>Højre</w:t>
                  </w:r>
                </w:p>
              </w:tc>
              <w:tc>
                <w:tcPr>
                  <w:tcW w:w="1881" w:type="dxa"/>
                  <w:vAlign w:val="center"/>
                </w:tcPr>
                <w:p w14:paraId="20FEA1DE" w14:textId="19E36F5D" w:rsidR="00A83F63" w:rsidRPr="005F0BD7" w:rsidRDefault="00A83F63" w:rsidP="00A83F63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Vinkel 2. orden</w:t>
                  </w:r>
                  <w:r w:rsidRPr="005F0BD7">
                    <w:br/>
                    <w:t>Venstre</w:t>
                  </w:r>
                </w:p>
              </w:tc>
            </w:tr>
            <w:tr w:rsidR="00A83F63" w:rsidRPr="005F0BD7" w14:paraId="365CDA38" w14:textId="77777777" w:rsidTr="00A83F6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80" w:type="dxa"/>
                  <w:vAlign w:val="center"/>
                </w:tcPr>
                <w:p w14:paraId="54635B82" w14:textId="0BF1074F" w:rsidR="00A83F63" w:rsidRPr="00896E58" w:rsidRDefault="00896E58" w:rsidP="00A83F63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w:r w:rsidRPr="00896E58">
                    <w:rPr>
                      <w:b w:val="0"/>
                      <w:bCs w:val="0"/>
                    </w:rPr>
                    <w:t>Rød</w:t>
                  </w:r>
                </w:p>
              </w:tc>
              <w:tc>
                <w:tcPr>
                  <w:tcW w:w="1880" w:type="dxa"/>
                  <w:vAlign w:val="center"/>
                </w:tcPr>
                <w:p w14:paraId="02BA6797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880" w:type="dxa"/>
                  <w:vAlign w:val="center"/>
                </w:tcPr>
                <w:p w14:paraId="4424CBC5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52AA1C16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63044877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A83F63" w:rsidRPr="005F0BD7" w14:paraId="0BF10347" w14:textId="77777777" w:rsidTr="00A83F6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80" w:type="dxa"/>
                  <w:vAlign w:val="center"/>
                </w:tcPr>
                <w:p w14:paraId="232C59C8" w14:textId="2B38C3D1" w:rsidR="00A83F63" w:rsidRPr="00896E58" w:rsidRDefault="00896E58" w:rsidP="00A83F63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Cyan</w:t>
                  </w:r>
                </w:p>
              </w:tc>
              <w:tc>
                <w:tcPr>
                  <w:tcW w:w="1880" w:type="dxa"/>
                  <w:vAlign w:val="center"/>
                </w:tcPr>
                <w:p w14:paraId="777D1369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880" w:type="dxa"/>
                  <w:vAlign w:val="center"/>
                </w:tcPr>
                <w:p w14:paraId="145EA779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0E4B780B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0049027C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A83F63" w:rsidRPr="005F0BD7" w14:paraId="11F44A83" w14:textId="77777777" w:rsidTr="00A83F6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80" w:type="dxa"/>
                  <w:vAlign w:val="center"/>
                </w:tcPr>
                <w:p w14:paraId="38175F0F" w14:textId="506AA2EE" w:rsidR="00A83F63" w:rsidRPr="00896E58" w:rsidRDefault="00896E58" w:rsidP="00A83F63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Blå</w:t>
                  </w:r>
                </w:p>
              </w:tc>
              <w:tc>
                <w:tcPr>
                  <w:tcW w:w="1880" w:type="dxa"/>
                  <w:vAlign w:val="center"/>
                </w:tcPr>
                <w:p w14:paraId="73A6A75E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880" w:type="dxa"/>
                  <w:vAlign w:val="center"/>
                </w:tcPr>
                <w:p w14:paraId="5B6FA567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65293BC1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79E6450F" w14:textId="77777777" w:rsidR="00A83F63" w:rsidRPr="00896E58" w:rsidRDefault="00A83F63" w:rsidP="00A83F63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A83F63" w:rsidRPr="005F0BD7" w14:paraId="3300B8B0" w14:textId="77777777" w:rsidTr="00A83F6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80" w:type="dxa"/>
                  <w:vAlign w:val="center"/>
                </w:tcPr>
                <w:p w14:paraId="63DB3305" w14:textId="66A259B5" w:rsidR="00A83F63" w:rsidRPr="00896E58" w:rsidRDefault="00896E58" w:rsidP="00A83F63">
                  <w:pPr>
                    <w:spacing w:befor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Violet</w:t>
                  </w:r>
                </w:p>
              </w:tc>
              <w:tc>
                <w:tcPr>
                  <w:tcW w:w="1880" w:type="dxa"/>
                  <w:vAlign w:val="center"/>
                </w:tcPr>
                <w:p w14:paraId="6B411FD4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880" w:type="dxa"/>
                  <w:vAlign w:val="center"/>
                </w:tcPr>
                <w:p w14:paraId="3C6F0020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0964AC10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881" w:type="dxa"/>
                  <w:vAlign w:val="center"/>
                </w:tcPr>
                <w:p w14:paraId="76298C85" w14:textId="77777777" w:rsidR="00A83F63" w:rsidRPr="00896E58" w:rsidRDefault="00A83F63" w:rsidP="00A83F63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23BD6B98" w14:textId="6166FCDB" w:rsidR="00CF46D5" w:rsidRPr="005F0BD7" w:rsidRDefault="00CF46D5" w:rsidP="00DD13EA"/>
          <w:p w14:paraId="34D56695" w14:textId="77777777" w:rsidR="00CF46D5" w:rsidRPr="005F0BD7" w:rsidRDefault="00CF46D5" w:rsidP="00CF46D5"/>
        </w:tc>
      </w:tr>
    </w:tbl>
    <w:p w14:paraId="695C6898" w14:textId="12FBE246" w:rsidR="00755D45" w:rsidRPr="005F0BD7" w:rsidRDefault="00755D45">
      <w:pPr>
        <w:spacing w:line="276" w:lineRule="auto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7A6E" w:rsidRPr="005F0BD7" w14:paraId="4D333F7D" w14:textId="77777777" w:rsidTr="00343530">
        <w:tc>
          <w:tcPr>
            <w:tcW w:w="9628" w:type="dxa"/>
            <w:shd w:val="clear" w:color="auto" w:fill="FBCB9A" w:themeFill="accent1" w:themeFillTint="66"/>
          </w:tcPr>
          <w:p w14:paraId="1925762C" w14:textId="28D29E52" w:rsidR="00717A6E" w:rsidRPr="005F0BD7" w:rsidRDefault="00717A6E" w:rsidP="00832200">
            <w:pPr>
              <w:pStyle w:val="Overskrift3"/>
            </w:pPr>
            <w:r w:rsidRPr="005F0BD7">
              <w:t>Databehandling</w:t>
            </w:r>
          </w:p>
        </w:tc>
      </w:tr>
      <w:tr w:rsidR="00717A6E" w:rsidRPr="005F0BD7" w14:paraId="76F3DF63" w14:textId="77777777" w:rsidTr="00832200">
        <w:tc>
          <w:tcPr>
            <w:tcW w:w="9628" w:type="dxa"/>
          </w:tcPr>
          <w:p w14:paraId="4BFDC936" w14:textId="77777777" w:rsidR="00CD2A47" w:rsidRPr="005F0BD7" w:rsidRDefault="00A83F63" w:rsidP="00CD2A47">
            <w:r w:rsidRPr="005F0BD7">
              <w:t xml:space="preserve">Vinklerne hørende til den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 w:rsidRPr="005F0BD7">
              <w:t xml:space="preserve">’te orden kan bestemmes med formlen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n,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højre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n,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venstre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5F0BD7">
              <w:t>.</w:t>
            </w:r>
          </w:p>
          <w:p w14:paraId="3EE63DEE" w14:textId="77777777" w:rsidR="00A83F63" w:rsidRPr="005F0BD7" w:rsidRDefault="00A83F63" w:rsidP="00CD2A47"/>
          <w:p w14:paraId="0683B85B" w14:textId="7ADCC041" w:rsidR="00A83F63" w:rsidRPr="005F0BD7" w:rsidRDefault="00A83F63" w:rsidP="00A83F63">
            <w:pPr>
              <w:pStyle w:val="Listeafsnit"/>
              <w:numPr>
                <w:ilvl w:val="0"/>
                <w:numId w:val="14"/>
              </w:numPr>
            </w:pPr>
            <w:r w:rsidRPr="005F0BD7">
              <w:t>Bestem 1. og 2. ordens-vinklerne og skriv dem ind i skemaet nedenfor.</w:t>
            </w:r>
          </w:p>
          <w:p w14:paraId="01C8701C" w14:textId="77777777" w:rsidR="00A83F63" w:rsidRPr="005F0BD7" w:rsidRDefault="00A83F63" w:rsidP="00A83F63">
            <w:pPr>
              <w:pStyle w:val="Listeafsnit"/>
            </w:pPr>
          </w:p>
          <w:p w14:paraId="01930F25" w14:textId="21E39FE4" w:rsidR="00A83F63" w:rsidRPr="005F0BD7" w:rsidRDefault="00A83F63" w:rsidP="00A83F63">
            <w:pPr>
              <w:pStyle w:val="Listeafsnit"/>
              <w:numPr>
                <w:ilvl w:val="0"/>
                <w:numId w:val="14"/>
              </w:numPr>
            </w:pPr>
            <w:r w:rsidRPr="005F0BD7">
              <w:t>Bestem vha. gitterformlen (fra Opgave 3) bølgelængderne for det observerede lys og skriv dem ind i skemaet nedenfor.</w:t>
            </w:r>
            <w:r w:rsidRPr="005F0BD7">
              <w:br/>
              <w:t>Bestem for hver af farverne gennemsnittet af bølgelængderne fra 1. og 2. orden og skriv dem i kolonnen længst til højre.</w:t>
            </w:r>
          </w:p>
          <w:p w14:paraId="30E5D0BD" w14:textId="77777777" w:rsidR="003B1111" w:rsidRPr="005F0BD7" w:rsidRDefault="003B1111" w:rsidP="003B1111">
            <w:pPr>
              <w:pStyle w:val="Listeafsnit"/>
            </w:pPr>
          </w:p>
          <w:tbl>
            <w:tblPr>
              <w:tblStyle w:val="Gittertabel4-farve1"/>
              <w:tblW w:w="0" w:type="auto"/>
              <w:tblLook w:val="04A0" w:firstRow="1" w:lastRow="0" w:firstColumn="1" w:lastColumn="0" w:noHBand="0" w:noVBand="1"/>
            </w:tblPr>
            <w:tblGrid>
              <w:gridCol w:w="1343"/>
              <w:gridCol w:w="1343"/>
              <w:gridCol w:w="1343"/>
              <w:gridCol w:w="1343"/>
              <w:gridCol w:w="1343"/>
              <w:gridCol w:w="531"/>
              <w:gridCol w:w="2156"/>
            </w:tblGrid>
            <w:tr w:rsidR="002B6D39" w:rsidRPr="005F0BD7" w14:paraId="55F2FCF9" w14:textId="77777777" w:rsidTr="002B6D3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4989759B" w14:textId="11F0B4E6" w:rsidR="002B6D39" w:rsidRPr="005F0BD7" w:rsidRDefault="002B6D39" w:rsidP="002B6D39">
                  <w:pPr>
                    <w:spacing w:before="0"/>
                    <w:jc w:val="center"/>
                  </w:pPr>
                  <w:r w:rsidRPr="005F0BD7">
                    <w:t>Farve</w:t>
                  </w:r>
                </w:p>
              </w:tc>
              <w:tc>
                <w:tcPr>
                  <w:tcW w:w="1343" w:type="dxa"/>
                  <w:vAlign w:val="center"/>
                </w:tcPr>
                <w:p w14:paraId="39719719" w14:textId="21659556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Vinkel</w:t>
                  </w:r>
                  <w:r w:rsidRPr="005F0BD7">
                    <w:br/>
                    <w:t>1. orden</w:t>
                  </w:r>
                </w:p>
              </w:tc>
              <w:tc>
                <w:tcPr>
                  <w:tcW w:w="1343" w:type="dxa"/>
                  <w:vAlign w:val="center"/>
                </w:tcPr>
                <w:p w14:paraId="55BE611D" w14:textId="7635AC4C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λ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 w:val="0"/>
                              <w:bCs w:val="0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nm</m:t>
                          </m:r>
                        </m:e>
                      </m:d>
                    </m:oMath>
                  </m:oMathPara>
                </w:p>
              </w:tc>
              <w:tc>
                <w:tcPr>
                  <w:tcW w:w="1343" w:type="dxa"/>
                  <w:vAlign w:val="center"/>
                </w:tcPr>
                <w:p w14:paraId="03A076DF" w14:textId="63022B18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Vinkel</w:t>
                  </w:r>
                  <w:r w:rsidRPr="005F0BD7">
                    <w:br/>
                    <w:t>2. orden</w:t>
                  </w:r>
                </w:p>
              </w:tc>
              <w:tc>
                <w:tcPr>
                  <w:tcW w:w="1343" w:type="dxa"/>
                  <w:vAlign w:val="center"/>
                </w:tcPr>
                <w:p w14:paraId="3DFCFA9D" w14:textId="3046F7A6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 (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nm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)</m:t>
                      </m:r>
                    </m:oMath>
                  </m:oMathPara>
                </w:p>
              </w:tc>
              <w:tc>
                <w:tcPr>
                  <w:tcW w:w="531" w:type="dxa"/>
                  <w:vAlign w:val="center"/>
                </w:tcPr>
                <w:p w14:paraId="2D273C51" w14:textId="6DEF738C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156" w:type="dxa"/>
                  <w:vAlign w:val="center"/>
                </w:tcPr>
                <w:p w14:paraId="5541BCC0" w14:textId="05624088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 (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nm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)</m:t>
                      </m:r>
                      <m:r>
                        <m:rPr>
                          <m:sty m:val="b"/>
                        </m:rPr>
                        <w:br/>
                      </m:r>
                    </m:oMath>
                  </m:oMathPara>
                  <w:r w:rsidRPr="005F0BD7">
                    <w:t>Gennemsnit</w:t>
                  </w:r>
                </w:p>
              </w:tc>
            </w:tr>
            <w:tr w:rsidR="002B6D39" w:rsidRPr="005F0BD7" w14:paraId="13D46B45" w14:textId="77777777" w:rsidTr="002B6D3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65DFB386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51F6F811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0A977C98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70939394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68919617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531" w:type="dxa"/>
                  <w:vAlign w:val="center"/>
                </w:tcPr>
                <w:p w14:paraId="3437DDFA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156" w:type="dxa"/>
                  <w:vAlign w:val="center"/>
                </w:tcPr>
                <w:p w14:paraId="5E4B8FB1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2B6D39" w:rsidRPr="005F0BD7" w14:paraId="66A9330F" w14:textId="77777777" w:rsidTr="002B6D3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5723F41B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195898F0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76EFDC97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6AEE8FE7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5D138548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531" w:type="dxa"/>
                  <w:vAlign w:val="center"/>
                </w:tcPr>
                <w:p w14:paraId="50ECF871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156" w:type="dxa"/>
                  <w:vAlign w:val="center"/>
                </w:tcPr>
                <w:p w14:paraId="2E03E65C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2B6D39" w:rsidRPr="005F0BD7" w14:paraId="4606B294" w14:textId="77777777" w:rsidTr="002B6D3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0418A5E9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40A19EDB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13580EC7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343BAC41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704C09C9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531" w:type="dxa"/>
                  <w:vAlign w:val="center"/>
                </w:tcPr>
                <w:p w14:paraId="30204B7F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156" w:type="dxa"/>
                  <w:vAlign w:val="center"/>
                </w:tcPr>
                <w:p w14:paraId="61FD1B21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2B6D39" w:rsidRPr="005F0BD7" w14:paraId="359191AA" w14:textId="77777777" w:rsidTr="002B6D3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09FDBFB2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66AFC0AA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7F7F3204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4DAEB1BF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41E5D49D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531" w:type="dxa"/>
                  <w:vAlign w:val="center"/>
                </w:tcPr>
                <w:p w14:paraId="291A57EA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156" w:type="dxa"/>
                  <w:vAlign w:val="center"/>
                </w:tcPr>
                <w:p w14:paraId="72AB6D6B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283D9215" w14:textId="77777777" w:rsidR="00A83F63" w:rsidRPr="005F0BD7" w:rsidRDefault="00A83F63" w:rsidP="00A83F63">
            <w:pPr>
              <w:pStyle w:val="Listeafsnit"/>
            </w:pPr>
          </w:p>
          <w:p w14:paraId="73FC2798" w14:textId="41476F8A" w:rsidR="00A83F63" w:rsidRPr="005F0BD7" w:rsidRDefault="003B1111" w:rsidP="00A83F63">
            <w:pPr>
              <w:pStyle w:val="Listeafsnit"/>
              <w:numPr>
                <w:ilvl w:val="0"/>
                <w:numId w:val="14"/>
              </w:numPr>
            </w:pPr>
            <w:r w:rsidRPr="005F0BD7">
              <w:t>Udfyld skemaet nedenfor med dine resultater og beregn den relative afvigelse.</w:t>
            </w:r>
          </w:p>
          <w:p w14:paraId="6C8ECCE2" w14:textId="243516EB" w:rsidR="002B6D39" w:rsidRPr="005F0BD7" w:rsidRDefault="002B6D39" w:rsidP="002B6D39"/>
          <w:tbl>
            <w:tblPr>
              <w:tblStyle w:val="Gittertabel4-farve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43"/>
              <w:gridCol w:w="1343"/>
              <w:gridCol w:w="1343"/>
              <w:gridCol w:w="1343"/>
              <w:gridCol w:w="1343"/>
            </w:tblGrid>
            <w:tr w:rsidR="002B6D39" w:rsidRPr="005F0BD7" w14:paraId="25A4D2CA" w14:textId="77777777" w:rsidTr="002B6D3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3E146D52" w14:textId="77777777" w:rsidR="002B6D39" w:rsidRPr="005F0BD7" w:rsidRDefault="002B6D39" w:rsidP="002B6D39">
                  <w:pPr>
                    <w:spacing w:before="0"/>
                    <w:jc w:val="center"/>
                  </w:pPr>
                  <w:r w:rsidRPr="005F0BD7">
                    <w:t>Farve</w:t>
                  </w:r>
                </w:p>
              </w:tc>
              <w:tc>
                <w:tcPr>
                  <w:tcW w:w="1343" w:type="dxa"/>
                  <w:vAlign w:val="center"/>
                </w:tcPr>
                <w:p w14:paraId="30B2BFC7" w14:textId="772B9726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 (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nm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)</m:t>
                      </m:r>
                      <m:r>
                        <m:rPr>
                          <m:sty m:val="b"/>
                        </m:rPr>
                        <w:br/>
                      </m:r>
                    </m:oMath>
                  </m:oMathPara>
                  <w:r w:rsidRPr="005F0BD7">
                    <w:t>Gennemsnit</w:t>
                  </w:r>
                </w:p>
              </w:tc>
              <w:tc>
                <w:tcPr>
                  <w:tcW w:w="1343" w:type="dxa"/>
                  <w:vAlign w:val="center"/>
                </w:tcPr>
                <w:p w14:paraId="5473F8BA" w14:textId="01AB423E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Overgang</w:t>
                  </w:r>
                </w:p>
              </w:tc>
              <w:tc>
                <w:tcPr>
                  <w:tcW w:w="1343" w:type="dxa"/>
                  <w:vAlign w:val="center"/>
                </w:tcPr>
                <w:p w14:paraId="0019E3B2" w14:textId="72B74254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 (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nm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)</m:t>
                      </m:r>
                      <m:r>
                        <m:rPr>
                          <m:sty m:val="b"/>
                        </m:rPr>
                        <w:br/>
                      </m:r>
                    </m:oMath>
                  </m:oMathPara>
                  <w:r w:rsidRPr="005F0BD7">
                    <w:t>Teoretisk</w:t>
                  </w:r>
                </w:p>
              </w:tc>
              <w:tc>
                <w:tcPr>
                  <w:tcW w:w="1343" w:type="dxa"/>
                  <w:vAlign w:val="center"/>
                </w:tcPr>
                <w:p w14:paraId="7C40DB42" w14:textId="27167D2F" w:rsidR="002B6D39" w:rsidRPr="005F0BD7" w:rsidRDefault="002B6D39" w:rsidP="002B6D39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Relativ afvigelse</w:t>
                  </w:r>
                </w:p>
              </w:tc>
            </w:tr>
            <w:tr w:rsidR="002B6D39" w:rsidRPr="005F0BD7" w14:paraId="3C20BB01" w14:textId="77777777" w:rsidTr="002B6D3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3F376660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4B5F464B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11887C9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451DEA02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7A72D37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2B6D39" w:rsidRPr="005F0BD7" w14:paraId="2898950E" w14:textId="77777777" w:rsidTr="002B6D3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4EB2ECF4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41393371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4A7757FB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5F772188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784E4714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2B6D39" w:rsidRPr="005F0BD7" w14:paraId="651BB387" w14:textId="77777777" w:rsidTr="002B6D3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009B0611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564474B2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1B3DA530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6F6DD2F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67901722" w14:textId="77777777" w:rsidR="002B6D39" w:rsidRPr="005F0BD7" w:rsidRDefault="002B6D39" w:rsidP="002B6D39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2B6D39" w:rsidRPr="005F0BD7" w14:paraId="1A3F2989" w14:textId="77777777" w:rsidTr="002B6D3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72C3308F" w14:textId="77777777" w:rsidR="002B6D39" w:rsidRPr="005F0BD7" w:rsidRDefault="002B6D39" w:rsidP="002B6D39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452ADB14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1823754B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3578EB9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710B05D4" w14:textId="77777777" w:rsidR="002B6D39" w:rsidRPr="005F0BD7" w:rsidRDefault="002B6D39" w:rsidP="002B6D39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5A619B39" w14:textId="77777777" w:rsidR="0076249B" w:rsidRDefault="0076249B" w:rsidP="0076249B"/>
          <w:p w14:paraId="3BE8749C" w14:textId="77777777" w:rsidR="0076249B" w:rsidRDefault="0076249B" w:rsidP="0076249B"/>
          <w:p w14:paraId="4A297AE7" w14:textId="77777777" w:rsidR="0076249B" w:rsidRPr="0076249B" w:rsidRDefault="0076249B" w:rsidP="0076249B"/>
          <w:p w14:paraId="0E8AD993" w14:textId="6A1B3643" w:rsidR="00A83F63" w:rsidRDefault="0076249B" w:rsidP="00896E58">
            <w:pPr>
              <w:pStyle w:val="Listeafsnit"/>
              <w:numPr>
                <w:ilvl w:val="0"/>
                <w:numId w:val="14"/>
              </w:numPr>
            </w:pPr>
            <w:r>
              <w:rPr>
                <w:b/>
                <w:bCs/>
              </w:rPr>
              <w:lastRenderedPageBreak/>
              <w:t>(UDFORDRING)</w:t>
            </w:r>
            <w:r>
              <w:t xml:space="preserve"> Bestem en værdi for Rydbergkonstanten eksperimentelt.</w:t>
            </w:r>
            <w:r>
              <w:br/>
            </w:r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>:</w:t>
            </w:r>
          </w:p>
          <w:p w14:paraId="618851E1" w14:textId="77777777" w:rsidR="0076249B" w:rsidRDefault="0076249B" w:rsidP="0076249B">
            <w:pPr>
              <w:pStyle w:val="Listeafsnit"/>
            </w:pPr>
            <w:r>
              <w:t>Rydbergformlen lyder</w:t>
            </w:r>
          </w:p>
          <w:p w14:paraId="31B193EF" w14:textId="77777777" w:rsidR="0076249B" w:rsidRPr="009A50CB" w:rsidRDefault="00000000" w:rsidP="0076249B">
            <w:pPr>
              <w:pStyle w:val="Listeafsnit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λ</m:t>
                    </m:r>
                  </m:den>
                </m:f>
                <m:r>
                  <w:rPr>
                    <w:rFonts w:ascii="Cambria Math" w:hAnsi="Cambria Math"/>
                  </w:rPr>
                  <m:t>=R⋅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14:paraId="7AF766A1" w14:textId="341CF9C9" w:rsidR="0076249B" w:rsidRDefault="0076249B" w:rsidP="0076249B">
            <w:pPr>
              <w:pStyle w:val="Listeafsnit"/>
            </w:pPr>
            <w:r>
              <w:t xml:space="preserve">hvilket betyder, at hvis du får hver af dine overgange (altså observerede linjer), afbilleder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λ</m:t>
                  </m:r>
                </m:den>
              </m:f>
            </m:oMath>
            <w:r>
              <w:t xml:space="preserve"> op ad 2. aksen og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oMath>
            <w:r>
              <w:t xml:space="preserve"> for den konkrete overgang hen ad 1. aksen, så må punkterne ligge på en ret linje med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>
              <w:t xml:space="preserve"> som hældningskoefficient:</w:t>
            </w:r>
            <w:r>
              <w:br/>
            </w: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den>
                        </m:f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y</m:t>
                    </m:r>
                  </m:lim>
                </m:limLow>
                <m:r>
                  <w:rPr>
                    <w:rFonts w:ascii="Cambria Math" w:hAnsi="Cambria Math"/>
                  </w:rPr>
                  <m:t>=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a</m:t>
                    </m:r>
                  </m:lim>
                </m:limLow>
                <m:r>
                  <w:rPr>
                    <w:rFonts w:ascii="Cambria Math" w:hAnsi="Cambria Math"/>
                  </w:rPr>
                  <m:t>⋅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</m:e>
                        </m:d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x</m:t>
                    </m:r>
                  </m:lim>
                </m:limLow>
                <m:r>
                  <m:rPr>
                    <m:sty m:val="p"/>
                  </m:rPr>
                  <w:br/>
                </m:r>
              </m:oMath>
            </m:oMathPara>
            <w:r>
              <w:t xml:space="preserve">Udfyld nedenstående tabel (de første 3 kolonner er de samme som spg. c) og lav så grafen i Graphical Analysis for at bestemme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>
              <w:t>.</w:t>
            </w:r>
          </w:p>
          <w:p w14:paraId="60EED917" w14:textId="77777777" w:rsidR="0076249B" w:rsidRDefault="0076249B" w:rsidP="0076249B">
            <w:pPr>
              <w:pStyle w:val="Listeafsnit"/>
            </w:pPr>
          </w:p>
          <w:tbl>
            <w:tblPr>
              <w:tblStyle w:val="Gittertabel4-farve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43"/>
              <w:gridCol w:w="1343"/>
              <w:gridCol w:w="1343"/>
              <w:gridCol w:w="1343"/>
            </w:tblGrid>
            <w:tr w:rsidR="0076249B" w:rsidRPr="005F0BD7" w14:paraId="77D02B71" w14:textId="77777777" w:rsidTr="004B1B9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6C9370F1" w14:textId="77777777" w:rsidR="0076249B" w:rsidRPr="005F0BD7" w:rsidRDefault="0076249B" w:rsidP="0076249B">
                  <w:pPr>
                    <w:spacing w:before="0"/>
                    <w:jc w:val="center"/>
                  </w:pPr>
                  <w:r w:rsidRPr="005F0BD7">
                    <w:t>Farve</w:t>
                  </w:r>
                </w:p>
              </w:tc>
              <w:tc>
                <w:tcPr>
                  <w:tcW w:w="1343" w:type="dxa"/>
                  <w:vAlign w:val="center"/>
                </w:tcPr>
                <w:p w14:paraId="6F60C8E1" w14:textId="77777777" w:rsidR="0076249B" w:rsidRPr="005F0BD7" w:rsidRDefault="0076249B" w:rsidP="0076249B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 (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nm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)</m:t>
                      </m:r>
                      <m:r>
                        <m:rPr>
                          <m:sty m:val="b"/>
                        </m:rPr>
                        <w:br/>
                      </m:r>
                    </m:oMath>
                  </m:oMathPara>
                  <w:r w:rsidRPr="005F0BD7">
                    <w:t>Gennemsnit</w:t>
                  </w:r>
                </w:p>
              </w:tc>
              <w:tc>
                <w:tcPr>
                  <w:tcW w:w="1343" w:type="dxa"/>
                  <w:vAlign w:val="center"/>
                </w:tcPr>
                <w:p w14:paraId="6F075F57" w14:textId="77777777" w:rsidR="0076249B" w:rsidRPr="005F0BD7" w:rsidRDefault="0076249B" w:rsidP="0076249B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5F0BD7">
                    <w:t>Overgang</w:t>
                  </w:r>
                </w:p>
              </w:tc>
              <w:tc>
                <w:tcPr>
                  <w:tcW w:w="1343" w:type="dxa"/>
                  <w:vAlign w:val="center"/>
                </w:tcPr>
                <w:p w14:paraId="08E17356" w14:textId="743358B9" w:rsidR="0076249B" w:rsidRPr="005F0BD7" w:rsidRDefault="00000000" w:rsidP="0076249B">
                  <w:pPr>
                    <w:spacing w:before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bCs w:val="0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 w:val="0"/>
                                  <w:bCs w:val="0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</w:tr>
            <w:tr w:rsidR="0076249B" w:rsidRPr="005F0BD7" w14:paraId="4DF94BA3" w14:textId="77777777" w:rsidTr="004B1B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081F9899" w14:textId="77777777" w:rsidR="0076249B" w:rsidRPr="005F0BD7" w:rsidRDefault="0076249B" w:rsidP="0076249B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3F2DD383" w14:textId="77777777" w:rsidR="0076249B" w:rsidRPr="005F0BD7" w:rsidRDefault="0076249B" w:rsidP="0076249B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5C182FB1" w14:textId="77777777" w:rsidR="0076249B" w:rsidRPr="005F0BD7" w:rsidRDefault="0076249B" w:rsidP="0076249B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6EA70BE" w14:textId="77777777" w:rsidR="0076249B" w:rsidRPr="005F0BD7" w:rsidRDefault="0076249B" w:rsidP="0076249B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76249B" w:rsidRPr="005F0BD7" w14:paraId="13D724BD" w14:textId="77777777" w:rsidTr="004B1B9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6FD794D0" w14:textId="77777777" w:rsidR="0076249B" w:rsidRPr="005F0BD7" w:rsidRDefault="0076249B" w:rsidP="0076249B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3C74DF48" w14:textId="77777777" w:rsidR="0076249B" w:rsidRPr="005F0BD7" w:rsidRDefault="0076249B" w:rsidP="0076249B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6AA6A066" w14:textId="77777777" w:rsidR="0076249B" w:rsidRPr="005F0BD7" w:rsidRDefault="0076249B" w:rsidP="0076249B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156461B1" w14:textId="77777777" w:rsidR="0076249B" w:rsidRPr="005F0BD7" w:rsidRDefault="0076249B" w:rsidP="0076249B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76249B" w:rsidRPr="005F0BD7" w14:paraId="144BFD5B" w14:textId="77777777" w:rsidTr="004B1B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3FA93569" w14:textId="77777777" w:rsidR="0076249B" w:rsidRPr="005F0BD7" w:rsidRDefault="0076249B" w:rsidP="0076249B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5972D350" w14:textId="77777777" w:rsidR="0076249B" w:rsidRPr="005F0BD7" w:rsidRDefault="0076249B" w:rsidP="0076249B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521798F" w14:textId="77777777" w:rsidR="0076249B" w:rsidRPr="005F0BD7" w:rsidRDefault="0076249B" w:rsidP="0076249B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10412018" w14:textId="77777777" w:rsidR="0076249B" w:rsidRPr="005F0BD7" w:rsidRDefault="0076249B" w:rsidP="0076249B">
                  <w:pPr>
                    <w:spacing w:before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76249B" w:rsidRPr="005F0BD7" w14:paraId="579AA2E5" w14:textId="77777777" w:rsidTr="004B1B9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43" w:type="dxa"/>
                  <w:vAlign w:val="center"/>
                </w:tcPr>
                <w:p w14:paraId="42433DE3" w14:textId="77777777" w:rsidR="0076249B" w:rsidRPr="005F0BD7" w:rsidRDefault="0076249B" w:rsidP="0076249B">
                  <w:pPr>
                    <w:spacing w:before="0"/>
                    <w:jc w:val="center"/>
                  </w:pPr>
                </w:p>
              </w:tc>
              <w:tc>
                <w:tcPr>
                  <w:tcW w:w="1343" w:type="dxa"/>
                  <w:vAlign w:val="center"/>
                </w:tcPr>
                <w:p w14:paraId="28A9FF4A" w14:textId="77777777" w:rsidR="0076249B" w:rsidRPr="005F0BD7" w:rsidRDefault="0076249B" w:rsidP="0076249B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1CB37AD9" w14:textId="77777777" w:rsidR="0076249B" w:rsidRPr="005F0BD7" w:rsidRDefault="0076249B" w:rsidP="0076249B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343" w:type="dxa"/>
                  <w:vAlign w:val="center"/>
                </w:tcPr>
                <w:p w14:paraId="2C7C9CD1" w14:textId="77777777" w:rsidR="0076249B" w:rsidRPr="005F0BD7" w:rsidRDefault="0076249B" w:rsidP="0076249B">
                  <w:pPr>
                    <w:spacing w:before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53709D11" w14:textId="77777777" w:rsidR="0076249B" w:rsidRDefault="0076249B" w:rsidP="0076249B">
            <w:pPr>
              <w:pStyle w:val="Listeafsnit"/>
            </w:pPr>
          </w:p>
          <w:p w14:paraId="23AA8C7B" w14:textId="770BDAB7" w:rsidR="0076249B" w:rsidRDefault="0076249B" w:rsidP="0076249B">
            <w:pPr>
              <w:pStyle w:val="Listeafsnit"/>
            </w:pPr>
            <w:r>
              <w:t>Beregn den absolutte og relative afvigelse for din værdi af Rydbergkonstanten.</w:t>
            </w:r>
          </w:p>
          <w:p w14:paraId="35938220" w14:textId="62B8ADB9" w:rsidR="0076249B" w:rsidRPr="0076249B" w:rsidRDefault="0076249B" w:rsidP="0076249B"/>
        </w:tc>
      </w:tr>
    </w:tbl>
    <w:p w14:paraId="4DA7FD88" w14:textId="77777777" w:rsidR="00343530" w:rsidRPr="005F0BD7" w:rsidRDefault="00343530" w:rsidP="00CF46D5"/>
    <w:sectPr w:rsidR="00343530" w:rsidRPr="005F0BD7" w:rsidSect="005252E1">
      <w:headerReference w:type="default" r:id="rId13"/>
      <w:footerReference w:type="defaul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269E7" w14:textId="77777777" w:rsidR="00F31784" w:rsidRDefault="00F31784" w:rsidP="003D786E">
      <w:pPr>
        <w:spacing w:before="0" w:after="0"/>
      </w:pPr>
      <w:r>
        <w:separator/>
      </w:r>
    </w:p>
    <w:p w14:paraId="6B059723" w14:textId="77777777" w:rsidR="00F31784" w:rsidRDefault="00F31784"/>
  </w:endnote>
  <w:endnote w:type="continuationSeparator" w:id="0">
    <w:p w14:paraId="7214D577" w14:textId="77777777" w:rsidR="00F31784" w:rsidRDefault="00F31784" w:rsidP="003D786E">
      <w:pPr>
        <w:spacing w:before="0" w:after="0"/>
      </w:pPr>
      <w:r>
        <w:continuationSeparator/>
      </w:r>
    </w:p>
    <w:p w14:paraId="244E3C0E" w14:textId="77777777" w:rsidR="00F31784" w:rsidRDefault="00F31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6471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DF0D2B5" w14:textId="77777777" w:rsidR="004F4A5C" w:rsidRDefault="004F4A5C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D0203A" w14:textId="77777777" w:rsidR="004F4A5C" w:rsidRDefault="004F4A5C">
    <w:pPr>
      <w:pStyle w:val="Sidefod"/>
    </w:pPr>
  </w:p>
  <w:p w14:paraId="5D712CEE" w14:textId="77777777" w:rsidR="004F4A5C" w:rsidRDefault="004F4A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202D8" w14:textId="77777777" w:rsidR="00F31784" w:rsidRDefault="00F31784" w:rsidP="003D786E">
      <w:pPr>
        <w:spacing w:before="0" w:after="0"/>
      </w:pPr>
      <w:r>
        <w:separator/>
      </w:r>
    </w:p>
    <w:p w14:paraId="7EC4105A" w14:textId="77777777" w:rsidR="00F31784" w:rsidRDefault="00F31784"/>
  </w:footnote>
  <w:footnote w:type="continuationSeparator" w:id="0">
    <w:p w14:paraId="17CEFE23" w14:textId="77777777" w:rsidR="00F31784" w:rsidRDefault="00F31784" w:rsidP="003D786E">
      <w:pPr>
        <w:spacing w:before="0" w:after="0"/>
      </w:pPr>
      <w:r>
        <w:continuationSeparator/>
      </w:r>
    </w:p>
    <w:p w14:paraId="7AF83052" w14:textId="77777777" w:rsidR="00F31784" w:rsidRDefault="00F31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54085" w14:textId="464A4E1A" w:rsidR="004F4A5C" w:rsidRPr="003D786E" w:rsidRDefault="004F4A5C" w:rsidP="003D786E">
    <w:pPr>
      <w:pStyle w:val="Sidehoved"/>
    </w:pPr>
    <w:r>
      <w:tab/>
    </w:r>
    <w:fldSimple w:instr=" STYLEREF  Titel  \* MERGEFORMAT ">
      <w:r w:rsidR="00E57EA4" w:rsidRPr="00E57EA4">
        <w:rPr>
          <w:b/>
          <w:bCs/>
          <w:noProof/>
        </w:rPr>
        <w:t>Forsøg:</w:t>
      </w:r>
      <w:r w:rsidR="00E57EA4">
        <w:rPr>
          <w:noProof/>
        </w:rPr>
        <w:t xml:space="preserve"> Hydrogenspektret</w:t>
      </w:r>
    </w:fldSimple>
    <w:r>
      <w:tab/>
    </w:r>
  </w:p>
  <w:p w14:paraId="1D193245" w14:textId="77777777" w:rsidR="004F4A5C" w:rsidRDefault="004F4A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3C25"/>
    <w:multiLevelType w:val="hybridMultilevel"/>
    <w:tmpl w:val="4590397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07046"/>
    <w:multiLevelType w:val="multilevel"/>
    <w:tmpl w:val="DC5E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B9D7BB3"/>
    <w:multiLevelType w:val="hybridMultilevel"/>
    <w:tmpl w:val="855810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93673"/>
    <w:multiLevelType w:val="hybridMultilevel"/>
    <w:tmpl w:val="06A8DF9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056F5"/>
    <w:multiLevelType w:val="hybridMultilevel"/>
    <w:tmpl w:val="B0BE036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B32E1"/>
    <w:multiLevelType w:val="hybridMultilevel"/>
    <w:tmpl w:val="E902A79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C7844"/>
    <w:multiLevelType w:val="hybridMultilevel"/>
    <w:tmpl w:val="028AE196"/>
    <w:lvl w:ilvl="0" w:tplc="DE90F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02A42"/>
    <w:multiLevelType w:val="hybridMultilevel"/>
    <w:tmpl w:val="45FE8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D79AB"/>
    <w:multiLevelType w:val="hybridMultilevel"/>
    <w:tmpl w:val="A3ACA5D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65072"/>
    <w:multiLevelType w:val="hybridMultilevel"/>
    <w:tmpl w:val="135025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BDD"/>
    <w:multiLevelType w:val="hybridMultilevel"/>
    <w:tmpl w:val="88942C0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20C38"/>
    <w:multiLevelType w:val="hybridMultilevel"/>
    <w:tmpl w:val="4C7E0F5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15C29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B740D"/>
    <w:multiLevelType w:val="hybridMultilevel"/>
    <w:tmpl w:val="904080C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F64D0"/>
    <w:multiLevelType w:val="hybridMultilevel"/>
    <w:tmpl w:val="1B4CAA8E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D4CC5"/>
    <w:multiLevelType w:val="hybridMultilevel"/>
    <w:tmpl w:val="884C33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70548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E2FDD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476B0"/>
    <w:multiLevelType w:val="hybridMultilevel"/>
    <w:tmpl w:val="9DF06C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10CCB"/>
    <w:multiLevelType w:val="hybridMultilevel"/>
    <w:tmpl w:val="6E1ED8A8"/>
    <w:lvl w:ilvl="0" w:tplc="8FEE117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798A"/>
    <w:multiLevelType w:val="hybridMultilevel"/>
    <w:tmpl w:val="C24676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D39DD"/>
    <w:multiLevelType w:val="hybridMultilevel"/>
    <w:tmpl w:val="0734AB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C316E"/>
    <w:multiLevelType w:val="hybridMultilevel"/>
    <w:tmpl w:val="8F6CC18A"/>
    <w:lvl w:ilvl="0" w:tplc="4DC0583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907B1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925DE"/>
    <w:multiLevelType w:val="hybridMultilevel"/>
    <w:tmpl w:val="E8BAADB8"/>
    <w:lvl w:ilvl="0" w:tplc="DAA46A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D2EAA"/>
    <w:multiLevelType w:val="hybridMultilevel"/>
    <w:tmpl w:val="C2025FF6"/>
    <w:lvl w:ilvl="0" w:tplc="04060017">
      <w:start w:val="1"/>
      <w:numFmt w:val="lowerLetter"/>
      <w:lvlText w:val="%1)"/>
      <w:lvlJc w:val="left"/>
      <w:pPr>
        <w:ind w:left="1125" w:hanging="360"/>
      </w:pPr>
    </w:lvl>
    <w:lvl w:ilvl="1" w:tplc="04060019" w:tentative="1">
      <w:start w:val="1"/>
      <w:numFmt w:val="lowerLetter"/>
      <w:lvlText w:val="%2."/>
      <w:lvlJc w:val="left"/>
      <w:pPr>
        <w:ind w:left="1845" w:hanging="360"/>
      </w:pPr>
    </w:lvl>
    <w:lvl w:ilvl="2" w:tplc="0406001B" w:tentative="1">
      <w:start w:val="1"/>
      <w:numFmt w:val="lowerRoman"/>
      <w:lvlText w:val="%3."/>
      <w:lvlJc w:val="right"/>
      <w:pPr>
        <w:ind w:left="2565" w:hanging="180"/>
      </w:pPr>
    </w:lvl>
    <w:lvl w:ilvl="3" w:tplc="0406000F" w:tentative="1">
      <w:start w:val="1"/>
      <w:numFmt w:val="decimal"/>
      <w:lvlText w:val="%4."/>
      <w:lvlJc w:val="left"/>
      <w:pPr>
        <w:ind w:left="3285" w:hanging="360"/>
      </w:pPr>
    </w:lvl>
    <w:lvl w:ilvl="4" w:tplc="04060019" w:tentative="1">
      <w:start w:val="1"/>
      <w:numFmt w:val="lowerLetter"/>
      <w:lvlText w:val="%5."/>
      <w:lvlJc w:val="left"/>
      <w:pPr>
        <w:ind w:left="4005" w:hanging="360"/>
      </w:pPr>
    </w:lvl>
    <w:lvl w:ilvl="5" w:tplc="0406001B" w:tentative="1">
      <w:start w:val="1"/>
      <w:numFmt w:val="lowerRoman"/>
      <w:lvlText w:val="%6."/>
      <w:lvlJc w:val="right"/>
      <w:pPr>
        <w:ind w:left="4725" w:hanging="180"/>
      </w:pPr>
    </w:lvl>
    <w:lvl w:ilvl="6" w:tplc="0406000F" w:tentative="1">
      <w:start w:val="1"/>
      <w:numFmt w:val="decimal"/>
      <w:lvlText w:val="%7."/>
      <w:lvlJc w:val="left"/>
      <w:pPr>
        <w:ind w:left="5445" w:hanging="360"/>
      </w:pPr>
    </w:lvl>
    <w:lvl w:ilvl="7" w:tplc="04060019" w:tentative="1">
      <w:start w:val="1"/>
      <w:numFmt w:val="lowerLetter"/>
      <w:lvlText w:val="%8."/>
      <w:lvlJc w:val="left"/>
      <w:pPr>
        <w:ind w:left="6165" w:hanging="360"/>
      </w:pPr>
    </w:lvl>
    <w:lvl w:ilvl="8" w:tplc="040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59960A85"/>
    <w:multiLevelType w:val="hybridMultilevel"/>
    <w:tmpl w:val="4024FBB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B6D4F"/>
    <w:multiLevelType w:val="hybridMultilevel"/>
    <w:tmpl w:val="9040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03E2E"/>
    <w:multiLevelType w:val="hybridMultilevel"/>
    <w:tmpl w:val="959628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73D17"/>
    <w:multiLevelType w:val="hybridMultilevel"/>
    <w:tmpl w:val="1E6A3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54747"/>
    <w:multiLevelType w:val="hybridMultilevel"/>
    <w:tmpl w:val="06A8DF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852BB"/>
    <w:multiLevelType w:val="hybridMultilevel"/>
    <w:tmpl w:val="EA0EC8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73B05"/>
    <w:multiLevelType w:val="hybridMultilevel"/>
    <w:tmpl w:val="0C2AFB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EE117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71217"/>
    <w:multiLevelType w:val="hybridMultilevel"/>
    <w:tmpl w:val="B800584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A1C5E"/>
    <w:multiLevelType w:val="hybridMultilevel"/>
    <w:tmpl w:val="B1D0FFA2"/>
    <w:lvl w:ilvl="0" w:tplc="7FFEC0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C63"/>
    <w:multiLevelType w:val="hybridMultilevel"/>
    <w:tmpl w:val="884C3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F6A18"/>
    <w:multiLevelType w:val="hybridMultilevel"/>
    <w:tmpl w:val="A37A28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3F37"/>
    <w:multiLevelType w:val="hybridMultilevel"/>
    <w:tmpl w:val="051668F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44C4A"/>
    <w:multiLevelType w:val="hybridMultilevel"/>
    <w:tmpl w:val="3F88BE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5399">
    <w:abstractNumId w:val="31"/>
  </w:num>
  <w:num w:numId="2" w16cid:durableId="1099835088">
    <w:abstractNumId w:val="8"/>
  </w:num>
  <w:num w:numId="3" w16cid:durableId="397368147">
    <w:abstractNumId w:val="5"/>
  </w:num>
  <w:num w:numId="4" w16cid:durableId="296687691">
    <w:abstractNumId w:val="6"/>
  </w:num>
  <w:num w:numId="5" w16cid:durableId="1267154999">
    <w:abstractNumId w:val="1"/>
  </w:num>
  <w:num w:numId="6" w16cid:durableId="305357530">
    <w:abstractNumId w:val="22"/>
  </w:num>
  <w:num w:numId="7" w16cid:durableId="1908371032">
    <w:abstractNumId w:val="19"/>
  </w:num>
  <w:num w:numId="8" w16cid:durableId="664818147">
    <w:abstractNumId w:val="10"/>
  </w:num>
  <w:num w:numId="9" w16cid:durableId="453524345">
    <w:abstractNumId w:val="0"/>
  </w:num>
  <w:num w:numId="10" w16cid:durableId="873464985">
    <w:abstractNumId w:val="28"/>
  </w:num>
  <w:num w:numId="11" w16cid:durableId="1758357114">
    <w:abstractNumId w:val="32"/>
  </w:num>
  <w:num w:numId="12" w16cid:durableId="515074576">
    <w:abstractNumId w:val="4"/>
  </w:num>
  <w:num w:numId="13" w16cid:durableId="1840610420">
    <w:abstractNumId w:val="14"/>
  </w:num>
  <w:num w:numId="14" w16cid:durableId="758253574">
    <w:abstractNumId w:val="9"/>
  </w:num>
  <w:num w:numId="15" w16cid:durableId="953364712">
    <w:abstractNumId w:val="3"/>
  </w:num>
  <w:num w:numId="16" w16cid:durableId="919217003">
    <w:abstractNumId w:val="30"/>
  </w:num>
  <w:num w:numId="17" w16cid:durableId="92019248">
    <w:abstractNumId w:val="33"/>
  </w:num>
  <w:num w:numId="18" w16cid:durableId="919483409">
    <w:abstractNumId w:val="11"/>
  </w:num>
  <w:num w:numId="19" w16cid:durableId="1306743145">
    <w:abstractNumId w:val="12"/>
  </w:num>
  <w:num w:numId="20" w16cid:durableId="1624382866">
    <w:abstractNumId w:val="25"/>
  </w:num>
  <w:num w:numId="21" w16cid:durableId="1868567733">
    <w:abstractNumId w:val="23"/>
  </w:num>
  <w:num w:numId="22" w16cid:durableId="1091778493">
    <w:abstractNumId w:val="16"/>
  </w:num>
  <w:num w:numId="23" w16cid:durableId="779644563">
    <w:abstractNumId w:val="26"/>
  </w:num>
  <w:num w:numId="24" w16cid:durableId="141700218">
    <w:abstractNumId w:val="17"/>
  </w:num>
  <w:num w:numId="25" w16cid:durableId="33622020">
    <w:abstractNumId w:val="15"/>
  </w:num>
  <w:num w:numId="26" w16cid:durableId="439953678">
    <w:abstractNumId w:val="35"/>
  </w:num>
  <w:num w:numId="27" w16cid:durableId="2012559979">
    <w:abstractNumId w:val="36"/>
  </w:num>
  <w:num w:numId="28" w16cid:durableId="1845708699">
    <w:abstractNumId w:val="29"/>
  </w:num>
  <w:num w:numId="29" w16cid:durableId="747312047">
    <w:abstractNumId w:val="20"/>
  </w:num>
  <w:num w:numId="30" w16cid:durableId="1567490151">
    <w:abstractNumId w:val="13"/>
  </w:num>
  <w:num w:numId="31" w16cid:durableId="1845044664">
    <w:abstractNumId w:val="7"/>
  </w:num>
  <w:num w:numId="32" w16cid:durableId="810557811">
    <w:abstractNumId w:val="21"/>
  </w:num>
  <w:num w:numId="33" w16cid:durableId="2105615152">
    <w:abstractNumId w:val="38"/>
  </w:num>
  <w:num w:numId="34" w16cid:durableId="522747602">
    <w:abstractNumId w:val="37"/>
  </w:num>
  <w:num w:numId="35" w16cid:durableId="300771029">
    <w:abstractNumId w:val="18"/>
  </w:num>
  <w:num w:numId="36" w16cid:durableId="1347057565">
    <w:abstractNumId w:val="27"/>
  </w:num>
  <w:num w:numId="37" w16cid:durableId="322398970">
    <w:abstractNumId w:val="2"/>
  </w:num>
  <w:num w:numId="38" w16cid:durableId="437338901">
    <w:abstractNumId w:val="34"/>
  </w:num>
  <w:num w:numId="39" w16cid:durableId="16138269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661"/>
    <w:rsid w:val="000153CC"/>
    <w:rsid w:val="0002341E"/>
    <w:rsid w:val="00037CCD"/>
    <w:rsid w:val="00051003"/>
    <w:rsid w:val="0005510A"/>
    <w:rsid w:val="0005591B"/>
    <w:rsid w:val="000606DD"/>
    <w:rsid w:val="000D5A8D"/>
    <w:rsid w:val="000F7242"/>
    <w:rsid w:val="000F72B2"/>
    <w:rsid w:val="00143A2F"/>
    <w:rsid w:val="001928D2"/>
    <w:rsid w:val="001946BD"/>
    <w:rsid w:val="001C7D96"/>
    <w:rsid w:val="001F1B2D"/>
    <w:rsid w:val="00213952"/>
    <w:rsid w:val="002332F3"/>
    <w:rsid w:val="002429B0"/>
    <w:rsid w:val="00280CF0"/>
    <w:rsid w:val="002A7661"/>
    <w:rsid w:val="002B6D39"/>
    <w:rsid w:val="00304324"/>
    <w:rsid w:val="003069E2"/>
    <w:rsid w:val="00324BB8"/>
    <w:rsid w:val="003404D3"/>
    <w:rsid w:val="00343530"/>
    <w:rsid w:val="00356EC1"/>
    <w:rsid w:val="00360F06"/>
    <w:rsid w:val="00390A49"/>
    <w:rsid w:val="003B1111"/>
    <w:rsid w:val="003C54AC"/>
    <w:rsid w:val="003C60B3"/>
    <w:rsid w:val="003D786E"/>
    <w:rsid w:val="00433EB6"/>
    <w:rsid w:val="0045195B"/>
    <w:rsid w:val="00470364"/>
    <w:rsid w:val="004727BC"/>
    <w:rsid w:val="00480832"/>
    <w:rsid w:val="00496B0A"/>
    <w:rsid w:val="004C3E8D"/>
    <w:rsid w:val="004F4A5C"/>
    <w:rsid w:val="004F5981"/>
    <w:rsid w:val="005044A4"/>
    <w:rsid w:val="00515380"/>
    <w:rsid w:val="005252E1"/>
    <w:rsid w:val="00570309"/>
    <w:rsid w:val="0059513A"/>
    <w:rsid w:val="005A6BAB"/>
    <w:rsid w:val="005E72EC"/>
    <w:rsid w:val="005F0BD7"/>
    <w:rsid w:val="00626DCA"/>
    <w:rsid w:val="00637055"/>
    <w:rsid w:val="0068269E"/>
    <w:rsid w:val="00717A6E"/>
    <w:rsid w:val="00720D29"/>
    <w:rsid w:val="00755D45"/>
    <w:rsid w:val="0076249B"/>
    <w:rsid w:val="007D03CE"/>
    <w:rsid w:val="00807E7B"/>
    <w:rsid w:val="00832200"/>
    <w:rsid w:val="00850921"/>
    <w:rsid w:val="008554C6"/>
    <w:rsid w:val="00885E38"/>
    <w:rsid w:val="00887958"/>
    <w:rsid w:val="00896E58"/>
    <w:rsid w:val="00896E6F"/>
    <w:rsid w:val="008D7E66"/>
    <w:rsid w:val="008E120C"/>
    <w:rsid w:val="00913E1B"/>
    <w:rsid w:val="00947DCC"/>
    <w:rsid w:val="00994694"/>
    <w:rsid w:val="009A50CB"/>
    <w:rsid w:val="009F483E"/>
    <w:rsid w:val="00A36755"/>
    <w:rsid w:val="00A579EA"/>
    <w:rsid w:val="00A83F63"/>
    <w:rsid w:val="00A87EB4"/>
    <w:rsid w:val="00AA5CBD"/>
    <w:rsid w:val="00AC448B"/>
    <w:rsid w:val="00AC7288"/>
    <w:rsid w:val="00AF551E"/>
    <w:rsid w:val="00B155E3"/>
    <w:rsid w:val="00BA102D"/>
    <w:rsid w:val="00BA66BF"/>
    <w:rsid w:val="00BD3286"/>
    <w:rsid w:val="00BE332F"/>
    <w:rsid w:val="00BE4A36"/>
    <w:rsid w:val="00C054C0"/>
    <w:rsid w:val="00C07FF4"/>
    <w:rsid w:val="00C21FA4"/>
    <w:rsid w:val="00C338F0"/>
    <w:rsid w:val="00C5082A"/>
    <w:rsid w:val="00C71619"/>
    <w:rsid w:val="00CB367C"/>
    <w:rsid w:val="00CD2A47"/>
    <w:rsid w:val="00CF46D5"/>
    <w:rsid w:val="00D63150"/>
    <w:rsid w:val="00D6682D"/>
    <w:rsid w:val="00D71B28"/>
    <w:rsid w:val="00DA5B29"/>
    <w:rsid w:val="00DD13EA"/>
    <w:rsid w:val="00DF3208"/>
    <w:rsid w:val="00E10167"/>
    <w:rsid w:val="00E57EA4"/>
    <w:rsid w:val="00EA2385"/>
    <w:rsid w:val="00EA3279"/>
    <w:rsid w:val="00EB28BA"/>
    <w:rsid w:val="00EE5638"/>
    <w:rsid w:val="00F31784"/>
    <w:rsid w:val="00F70272"/>
    <w:rsid w:val="00F7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CCF5"/>
  <w15:chartTrackingRefBased/>
  <w15:docId w15:val="{CFF408E2-6650-46A7-8EB2-D8D427D8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49B"/>
    <w:pPr>
      <w:spacing w:line="240" w:lineRule="auto"/>
    </w:pPr>
    <w:rPr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1FA4"/>
    <w:pPr>
      <w:pBdr>
        <w:top w:val="single" w:sz="24" w:space="0" w:color="F9B268" w:themeColor="accent1" w:themeTint="99"/>
        <w:left w:val="single" w:sz="24" w:space="0" w:color="F9B268" w:themeColor="accent1" w:themeTint="99"/>
        <w:bottom w:val="single" w:sz="24" w:space="0" w:color="F9B268" w:themeColor="accent1" w:themeTint="99"/>
        <w:right w:val="single" w:sz="24" w:space="0" w:color="F9B268" w:themeColor="accent1" w:themeTint="99"/>
      </w:pBdr>
      <w:shd w:val="clear" w:color="auto" w:fill="F9B268" w:themeFill="accent1" w:themeFillTint="99"/>
      <w:spacing w:after="0"/>
      <w:outlineLvl w:val="0"/>
    </w:pPr>
    <w:rPr>
      <w:b/>
      <w:spacing w:val="15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554C6"/>
    <w:pPr>
      <w:pBdr>
        <w:top w:val="single" w:sz="24" w:space="0" w:color="FDE5CC" w:themeColor="accent1" w:themeTint="33"/>
        <w:left w:val="single" w:sz="24" w:space="0" w:color="FDE5CC" w:themeColor="accent1" w:themeTint="33"/>
        <w:bottom w:val="single" w:sz="24" w:space="0" w:color="FDE5CC" w:themeColor="accent1" w:themeTint="33"/>
        <w:right w:val="single" w:sz="24" w:space="0" w:color="FDE5CC" w:themeColor="accent1" w:themeTint="33"/>
      </w:pBdr>
      <w:shd w:val="clear" w:color="auto" w:fill="FDE5CC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70272"/>
    <w:pPr>
      <w:spacing w:before="0" w:after="0"/>
      <w:outlineLvl w:val="2"/>
    </w:pPr>
    <w:rPr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36755"/>
    <w:pPr>
      <w:pBdr>
        <w:top w:val="dotted" w:sz="6" w:space="2" w:color="F07F09" w:themeColor="accent1"/>
      </w:pBdr>
      <w:spacing w:before="200" w:after="0"/>
      <w:outlineLvl w:val="3"/>
    </w:pPr>
    <w:rPr>
      <w:color w:val="B35E06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CD2A47"/>
    <w:pPr>
      <w:pBdr>
        <w:bottom w:val="single" w:sz="6" w:space="1" w:color="1B587C" w:themeColor="accent3"/>
      </w:pBdr>
      <w:spacing w:before="200" w:after="0"/>
      <w:outlineLvl w:val="4"/>
    </w:pPr>
    <w:rPr>
      <w:caps/>
      <w:color w:val="1B587C" w:themeColor="accent3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570309"/>
    <w:pPr>
      <w:pBdr>
        <w:bottom w:val="dotted" w:sz="6" w:space="1" w:color="F07F09" w:themeColor="accent1"/>
      </w:pBdr>
      <w:spacing w:before="200" w:after="0"/>
      <w:outlineLvl w:val="5"/>
    </w:pPr>
    <w:rPr>
      <w:caps/>
      <w:color w:val="B35E06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309"/>
    <w:pPr>
      <w:spacing w:before="200" w:after="0"/>
      <w:outlineLvl w:val="6"/>
    </w:pPr>
    <w:rPr>
      <w:caps/>
      <w:color w:val="B35E06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3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3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eedback">
    <w:name w:val="Feedback"/>
    <w:basedOn w:val="Normal"/>
    <w:link w:val="FeedbackTegn"/>
    <w:rsid w:val="00913E1B"/>
    <w:pPr>
      <w:spacing w:after="240"/>
    </w:pPr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FeedbackTegn">
    <w:name w:val="Feedback Tegn"/>
    <w:basedOn w:val="Standardskrifttypeiafsnit"/>
    <w:link w:val="Feedback"/>
    <w:rsid w:val="00913E1B"/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1FA4"/>
    <w:rPr>
      <w:b/>
      <w:spacing w:val="15"/>
      <w:sz w:val="22"/>
      <w:szCs w:val="22"/>
      <w:shd w:val="clear" w:color="auto" w:fill="F9B268" w:themeFill="accent1" w:themeFillTint="99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554C6"/>
    <w:rPr>
      <w:spacing w:val="15"/>
      <w:sz w:val="22"/>
      <w:shd w:val="clear" w:color="auto" w:fill="FDE5CC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70272"/>
    <w:rPr>
      <w:b/>
      <w:bCs/>
      <w:sz w:val="22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36755"/>
    <w:rPr>
      <w:color w:val="B35E06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CD2A47"/>
    <w:rPr>
      <w:caps/>
      <w:color w:val="1B587C" w:themeColor="accent3"/>
      <w:spacing w:val="10"/>
      <w:sz w:val="22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570309"/>
    <w:rPr>
      <w:caps/>
      <w:color w:val="B35E06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309"/>
    <w:rPr>
      <w:caps/>
      <w:color w:val="B35E06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30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30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unhideWhenUsed/>
    <w:qFormat/>
    <w:rsid w:val="00570309"/>
    <w:rPr>
      <w:b/>
      <w:bCs/>
      <w:color w:val="B35E06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F70272"/>
    <w:pPr>
      <w:spacing w:before="0" w:after="0"/>
      <w:jc w:val="center"/>
    </w:pPr>
    <w:rPr>
      <w:rFonts w:ascii="Cambria" w:eastAsiaTheme="majorEastAsia" w:hAnsi="Cambria" w:cstheme="majorBidi"/>
      <w:b/>
      <w:spacing w:val="10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70272"/>
    <w:rPr>
      <w:rFonts w:ascii="Cambria" w:eastAsiaTheme="majorEastAsia" w:hAnsi="Cambria" w:cstheme="majorBidi"/>
      <w:b/>
      <w:spacing w:val="10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70272"/>
    <w:pPr>
      <w:spacing w:before="0" w:after="40"/>
      <w:jc w:val="center"/>
    </w:pPr>
    <w:rPr>
      <w:rFonts w:ascii="Cambria" w:hAnsi="Cambria"/>
      <w:color w:val="404040" w:themeColor="text1" w:themeTint="BF"/>
      <w:spacing w:val="10"/>
      <w:sz w:val="28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70272"/>
    <w:rPr>
      <w:rFonts w:ascii="Cambria" w:hAnsi="Cambria"/>
      <w:color w:val="404040" w:themeColor="text1" w:themeTint="BF"/>
      <w:spacing w:val="10"/>
      <w:sz w:val="28"/>
      <w:szCs w:val="21"/>
    </w:rPr>
  </w:style>
  <w:style w:type="character" w:styleId="Strk">
    <w:name w:val="Strong"/>
    <w:uiPriority w:val="22"/>
    <w:qFormat/>
    <w:rsid w:val="00570309"/>
    <w:rPr>
      <w:b/>
      <w:bCs/>
    </w:rPr>
  </w:style>
  <w:style w:type="character" w:styleId="Fremhv">
    <w:name w:val="Emphasis"/>
    <w:uiPriority w:val="20"/>
    <w:qFormat/>
    <w:rsid w:val="00570309"/>
    <w:rPr>
      <w:caps/>
      <w:color w:val="773F04" w:themeColor="accent1" w:themeShade="7F"/>
      <w:spacing w:val="5"/>
    </w:rPr>
  </w:style>
  <w:style w:type="paragraph" w:styleId="Ingenafstand">
    <w:name w:val="No Spacing"/>
    <w:uiPriority w:val="1"/>
    <w:qFormat/>
    <w:rsid w:val="0057030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57030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57030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0309"/>
    <w:pPr>
      <w:spacing w:before="240" w:after="240"/>
      <w:ind w:left="1080" w:right="1080"/>
      <w:jc w:val="center"/>
    </w:pPr>
    <w:rPr>
      <w:color w:val="F07F0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0309"/>
    <w:rPr>
      <w:color w:val="F07F09" w:themeColor="accent1"/>
      <w:sz w:val="24"/>
      <w:szCs w:val="24"/>
    </w:rPr>
  </w:style>
  <w:style w:type="character" w:styleId="Svagfremhvning">
    <w:name w:val="Subtle Emphasis"/>
    <w:uiPriority w:val="19"/>
    <w:qFormat/>
    <w:rsid w:val="00570309"/>
    <w:rPr>
      <w:i/>
      <w:iCs/>
      <w:color w:val="773F04" w:themeColor="accent1" w:themeShade="7F"/>
    </w:rPr>
  </w:style>
  <w:style w:type="character" w:styleId="Kraftigfremhvning">
    <w:name w:val="Intense Emphasis"/>
    <w:uiPriority w:val="21"/>
    <w:qFormat/>
    <w:rsid w:val="00570309"/>
    <w:rPr>
      <w:b/>
      <w:bCs/>
      <w:caps/>
      <w:color w:val="773F04" w:themeColor="accent1" w:themeShade="7F"/>
      <w:spacing w:val="10"/>
    </w:rPr>
  </w:style>
  <w:style w:type="character" w:styleId="Svaghenvisning">
    <w:name w:val="Subtle Reference"/>
    <w:uiPriority w:val="31"/>
    <w:qFormat/>
    <w:rsid w:val="00570309"/>
    <w:rPr>
      <w:b/>
      <w:bCs/>
      <w:color w:val="F07F09" w:themeColor="accent1"/>
    </w:rPr>
  </w:style>
  <w:style w:type="character" w:styleId="Kraftighenvisning">
    <w:name w:val="Intense Reference"/>
    <w:uiPriority w:val="32"/>
    <w:qFormat/>
    <w:rsid w:val="00570309"/>
    <w:rPr>
      <w:b/>
      <w:bCs/>
      <w:i/>
      <w:iCs/>
      <w:caps/>
      <w:color w:val="F07F09" w:themeColor="accent1"/>
    </w:rPr>
  </w:style>
  <w:style w:type="character" w:styleId="Bogenstitel">
    <w:name w:val="Book Title"/>
    <w:uiPriority w:val="33"/>
    <w:qFormat/>
    <w:rsid w:val="0057030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70309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356EC1"/>
    <w:pPr>
      <w:pBdr>
        <w:bottom w:val="single" w:sz="4" w:space="1" w:color="auto"/>
      </w:pBdr>
      <w:tabs>
        <w:tab w:val="center" w:pos="4819"/>
        <w:tab w:val="right" w:pos="9638"/>
      </w:tabs>
      <w:spacing w:before="0" w:after="0"/>
    </w:pPr>
    <w:rPr>
      <w:rFonts w:ascii="Calibri" w:hAnsi="Calibri"/>
    </w:rPr>
  </w:style>
  <w:style w:type="character" w:customStyle="1" w:styleId="SidehovedTegn">
    <w:name w:val="Sidehoved Tegn"/>
    <w:basedOn w:val="Standardskrifttypeiafsnit"/>
    <w:link w:val="Sidehoved"/>
    <w:uiPriority w:val="99"/>
    <w:rsid w:val="00356EC1"/>
    <w:rPr>
      <w:rFonts w:ascii="Calibri" w:hAnsi="Calibri"/>
    </w:rPr>
  </w:style>
  <w:style w:type="paragraph" w:styleId="Sidefod">
    <w:name w:val="footer"/>
    <w:basedOn w:val="Sidehoved"/>
    <w:link w:val="SidefodTegn"/>
    <w:uiPriority w:val="99"/>
    <w:unhideWhenUsed/>
    <w:rsid w:val="003D786E"/>
    <w:pPr>
      <w:pBdr>
        <w:top w:val="single" w:sz="4" w:space="1" w:color="auto"/>
        <w:bottom w:val="none" w:sz="0" w:space="0" w:color="auto"/>
      </w:pBdr>
    </w:pPr>
  </w:style>
  <w:style w:type="character" w:customStyle="1" w:styleId="SidefodTegn">
    <w:name w:val="Sidefod Tegn"/>
    <w:basedOn w:val="Standardskrifttypeiafsnit"/>
    <w:link w:val="Sidefod"/>
    <w:uiPriority w:val="99"/>
    <w:rsid w:val="003D786E"/>
  </w:style>
  <w:style w:type="character" w:styleId="Pladsholdertekst">
    <w:name w:val="Placeholder Text"/>
    <w:basedOn w:val="Standardskrifttypeiafsnit"/>
    <w:uiPriority w:val="99"/>
    <w:semiHidden/>
    <w:rsid w:val="003D786E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496B0A"/>
    <w:rPr>
      <w:color w:val="0563C1"/>
      <w:u w:val="single"/>
    </w:rPr>
  </w:style>
  <w:style w:type="paragraph" w:customStyle="1" w:styleId="Ekstraopgave-Sprgsml">
    <w:name w:val="Ekstraopgave-Spørgsmål"/>
    <w:basedOn w:val="Overskrift2"/>
    <w:next w:val="Normal"/>
    <w:link w:val="Ekstraopgave-SprgsmlTegn"/>
    <w:qFormat/>
    <w:rsid w:val="00037CCD"/>
    <w:pPr>
      <w:pBdr>
        <w:top w:val="single" w:sz="24" w:space="0" w:color="F2EADD" w:themeColor="accent6" w:themeTint="33"/>
        <w:left w:val="single" w:sz="24" w:space="0" w:color="F2EADD" w:themeColor="accent6" w:themeTint="33"/>
        <w:bottom w:val="single" w:sz="24" w:space="0" w:color="F2EADD" w:themeColor="accent6" w:themeTint="33"/>
        <w:right w:val="single" w:sz="24" w:space="0" w:color="F2EADD" w:themeColor="accent6" w:themeTint="33"/>
      </w:pBdr>
      <w:shd w:val="clear" w:color="auto" w:fill="F2EADD" w:themeFill="accent6" w:themeFillTint="33"/>
    </w:pPr>
  </w:style>
  <w:style w:type="character" w:customStyle="1" w:styleId="Ekstraopgave-SprgsmlTegn">
    <w:name w:val="Ekstraopgave-Spørgsmål Tegn"/>
    <w:basedOn w:val="Overskrift2Tegn"/>
    <w:link w:val="Ekstraopgave-Sprgsml"/>
    <w:rsid w:val="00037CCD"/>
    <w:rPr>
      <w:spacing w:val="15"/>
      <w:sz w:val="22"/>
      <w:shd w:val="clear" w:color="auto" w:fill="F2EADD" w:themeFill="accent6" w:themeFillTint="33"/>
    </w:rPr>
  </w:style>
  <w:style w:type="paragraph" w:customStyle="1" w:styleId="Ekstraopave">
    <w:name w:val="Ekstraopave"/>
    <w:basedOn w:val="Overskrift1"/>
    <w:next w:val="Normal"/>
    <w:link w:val="EkstraopaveTegn"/>
    <w:qFormat/>
    <w:rsid w:val="00885E38"/>
    <w:p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</w:pPr>
  </w:style>
  <w:style w:type="character" w:customStyle="1" w:styleId="EkstraopaveTegn">
    <w:name w:val="Ekstraopave Tegn"/>
    <w:basedOn w:val="Overskrift1Tegn"/>
    <w:link w:val="Ekstraopave"/>
    <w:rsid w:val="00885E38"/>
    <w:rPr>
      <w:b/>
      <w:spacing w:val="15"/>
      <w:sz w:val="22"/>
      <w:szCs w:val="22"/>
      <w:shd w:val="clear" w:color="auto" w:fill="00B0F0"/>
    </w:rPr>
  </w:style>
  <w:style w:type="paragraph" w:styleId="NormalWeb">
    <w:name w:val="Normal (Web)"/>
    <w:basedOn w:val="Normal"/>
    <w:uiPriority w:val="99"/>
    <w:semiHidden/>
    <w:unhideWhenUsed/>
    <w:rsid w:val="009F483E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F7027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A5B2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429B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429B0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typeiafsnit"/>
    <w:uiPriority w:val="99"/>
    <w:semiHidden/>
    <w:unhideWhenUsed/>
    <w:rsid w:val="002A7661"/>
    <w:rPr>
      <w:color w:val="605E5C"/>
      <w:shd w:val="clear" w:color="auto" w:fill="E1DFDD"/>
    </w:rPr>
  </w:style>
  <w:style w:type="table" w:styleId="Gittertabel4-farve3">
    <w:name w:val="Grid Table 4 Accent 3"/>
    <w:basedOn w:val="Tabel-Normal"/>
    <w:uiPriority w:val="49"/>
    <w:rsid w:val="005E72EC"/>
    <w:pPr>
      <w:spacing w:after="0" w:line="240" w:lineRule="auto"/>
    </w:pPr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B587C" w:themeColor="accent3"/>
          <w:left w:val="single" w:sz="4" w:space="0" w:color="1B587C" w:themeColor="accent3"/>
          <w:bottom w:val="single" w:sz="4" w:space="0" w:color="1B587C" w:themeColor="accent3"/>
          <w:right w:val="single" w:sz="4" w:space="0" w:color="1B587C" w:themeColor="accent3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A83F63"/>
    <w:pPr>
      <w:spacing w:after="0" w:line="240" w:lineRule="auto"/>
    </w:pPr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8542" w:themeColor="accent4"/>
          <w:left w:val="single" w:sz="4" w:space="0" w:color="4E8542" w:themeColor="accent4"/>
          <w:bottom w:val="single" w:sz="4" w:space="0" w:color="4E8542" w:themeColor="accent4"/>
          <w:right w:val="single" w:sz="4" w:space="0" w:color="4E8542" w:themeColor="accent4"/>
          <w:insideH w:val="nil"/>
          <w:insideV w:val="nil"/>
        </w:tcBorders>
        <w:shd w:val="clear" w:color="auto" w:fill="4E8542" w:themeFill="accent4"/>
      </w:tcPr>
    </w:tblStylePr>
    <w:tblStylePr w:type="lastRow">
      <w:rPr>
        <w:b/>
        <w:bCs/>
      </w:rPr>
      <w:tblPr/>
      <w:tcPr>
        <w:tcBorders>
          <w:top w:val="double" w:sz="4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Gittertabel4-farve1">
    <w:name w:val="Grid Table 4 Accent 1"/>
    <w:basedOn w:val="Tabel-Normal"/>
    <w:uiPriority w:val="49"/>
    <w:rsid w:val="002B6D39"/>
    <w:pPr>
      <w:spacing w:after="0" w:line="240" w:lineRule="auto"/>
    </w:pPr>
    <w:tblPr>
      <w:tblStyleRowBandSize w:val="1"/>
      <w:tblStyleColBandSize w:val="1"/>
      <w:tblBorders>
        <w:top w:val="single" w:sz="4" w:space="0" w:color="F9B268" w:themeColor="accent1" w:themeTint="99"/>
        <w:left w:val="single" w:sz="4" w:space="0" w:color="F9B268" w:themeColor="accent1" w:themeTint="99"/>
        <w:bottom w:val="single" w:sz="4" w:space="0" w:color="F9B268" w:themeColor="accent1" w:themeTint="99"/>
        <w:right w:val="single" w:sz="4" w:space="0" w:color="F9B268" w:themeColor="accent1" w:themeTint="99"/>
        <w:insideH w:val="single" w:sz="4" w:space="0" w:color="F9B268" w:themeColor="accent1" w:themeTint="99"/>
        <w:insideV w:val="single" w:sz="4" w:space="0" w:color="F9B26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7F09" w:themeColor="accent1"/>
          <w:left w:val="single" w:sz="4" w:space="0" w:color="F07F09" w:themeColor="accent1"/>
          <w:bottom w:val="single" w:sz="4" w:space="0" w:color="F07F09" w:themeColor="accent1"/>
          <w:right w:val="single" w:sz="4" w:space="0" w:color="F07F09" w:themeColor="accent1"/>
          <w:insideH w:val="nil"/>
          <w:insideV w:val="nil"/>
        </w:tcBorders>
        <w:shd w:val="clear" w:color="auto" w:fill="F07F09" w:themeFill="accent1"/>
      </w:tcPr>
    </w:tblStylePr>
    <w:tblStylePr w:type="lastRow">
      <w:rPr>
        <w:b/>
        <w:bCs/>
      </w:rPr>
      <w:tblPr/>
      <w:tcPr>
        <w:tcBorders>
          <w:top w:val="double" w:sz="4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D6315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D63150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D63150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6315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63150"/>
    <w:rPr>
      <w:b/>
      <w:bCs/>
    </w:rPr>
  </w:style>
  <w:style w:type="character" w:styleId="BesgtLink">
    <w:name w:val="FollowedHyperlink"/>
    <w:basedOn w:val="Standardskrifttypeiafsnit"/>
    <w:uiPriority w:val="99"/>
    <w:semiHidden/>
    <w:unhideWhenUsed/>
    <w:rsid w:val="00E57EA4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rc\OneDrive%20-%20Risskov\Word%20skabeloner\Fors&#248;gsvejledning.dotx" TargetMode="External"/></Relationships>
</file>

<file path=word/theme/theme1.xml><?xml version="1.0" encoding="utf-8"?>
<a:theme xmlns:a="http://schemas.openxmlformats.org/drawingml/2006/main" name="Office-tema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14D8F-A773-4276-8B3E-D937BB34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Forsøgsvejledning.dotx</Template>
  <TotalTime>0</TotalTime>
  <Pages>7</Pages>
  <Words>1213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Rasmus Gross Søgaard (RC | RA)</cp:lastModifiedBy>
  <cp:revision>2</cp:revision>
  <cp:lastPrinted>2023-03-20T13:49:00Z</cp:lastPrinted>
  <dcterms:created xsi:type="dcterms:W3CDTF">2024-05-30T08:46:00Z</dcterms:created>
  <dcterms:modified xsi:type="dcterms:W3CDTF">2024-05-30T08:46:00Z</dcterms:modified>
</cp:coreProperties>
</file>